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D4EEE" w14:textId="0F91D688" w:rsidR="00664170" w:rsidRPr="00847B90" w:rsidRDefault="00D001EB" w:rsidP="004E4F0C">
      <w:pPr>
        <w:spacing w:line="280" w:lineRule="atLeast"/>
        <w:jc w:val="both"/>
        <w:rPr>
          <w:rFonts w:ascii="Univers Next W1G Light" w:eastAsia="Univers Next W1G Light" w:hAnsi="Univers Next W1G Light" w:cs="Univers Next W1G Light"/>
        </w:rPr>
      </w:pPr>
      <w:bookmarkStart w:id="0" w:name="_Hlk192492990"/>
      <w:bookmarkEnd w:id="0"/>
      <w:r w:rsidRPr="00847B90">
        <w:rPr>
          <w:rFonts w:ascii="Univers Next W1G Light" w:hAnsi="Univers Next W1G Light"/>
          <w:b/>
          <w:bCs/>
        </w:rPr>
        <w:t>Datum</w:t>
      </w:r>
      <w:r w:rsidRPr="004E2976">
        <w:rPr>
          <w:rFonts w:ascii="Univers Next W1G Light" w:hAnsi="Univers Next W1G Light"/>
          <w:b/>
          <w:bCs/>
        </w:rPr>
        <w:t>:</w:t>
      </w:r>
      <w:r w:rsidRPr="004E2976">
        <w:rPr>
          <w:rFonts w:ascii="Univers Next W1G Light" w:hAnsi="Univers Next W1G Light"/>
        </w:rPr>
        <w:t xml:space="preserve"> </w:t>
      </w:r>
      <w:r w:rsidR="000969A2">
        <w:rPr>
          <w:rFonts w:ascii="Univers Next W1G Light" w:hAnsi="Univers Next W1G Light"/>
        </w:rPr>
        <w:t>1</w:t>
      </w:r>
      <w:r w:rsidR="00A25C8A">
        <w:rPr>
          <w:rFonts w:ascii="Univers Next W1G Light" w:hAnsi="Univers Next W1G Light"/>
        </w:rPr>
        <w:t>9</w:t>
      </w:r>
      <w:r w:rsidR="007C536A" w:rsidRPr="004E2976">
        <w:rPr>
          <w:rFonts w:ascii="Univers Next W1G Light" w:hAnsi="Univers Next W1G Light"/>
        </w:rPr>
        <w:t xml:space="preserve">. </w:t>
      </w:r>
      <w:r w:rsidR="00E36FDB" w:rsidRPr="004E2976">
        <w:rPr>
          <w:rFonts w:ascii="Univers Next W1G Light" w:hAnsi="Univers Next W1G Light"/>
        </w:rPr>
        <w:t>Mai</w:t>
      </w:r>
      <w:r w:rsidR="00C97A57" w:rsidRPr="004E2976">
        <w:rPr>
          <w:rFonts w:ascii="Univers Next W1G Light" w:hAnsi="Univers Next W1G Light"/>
        </w:rPr>
        <w:t xml:space="preserve"> </w:t>
      </w:r>
      <w:r w:rsidRPr="004E2976">
        <w:rPr>
          <w:rFonts w:ascii="Univers Next W1G Light" w:eastAsia="Univers Next W1G Light" w:hAnsi="Univers Next W1G Light" w:cs="Univers Next W1G Light"/>
        </w:rPr>
        <w:t>202</w:t>
      </w:r>
      <w:r w:rsidR="008D3110" w:rsidRPr="004E2976">
        <w:rPr>
          <w:rFonts w:ascii="Univers Next W1G Light" w:eastAsia="Univers Next W1G Light" w:hAnsi="Univers Next W1G Light" w:cs="Univers Next W1G Light"/>
        </w:rPr>
        <w:t>5</w:t>
      </w:r>
    </w:p>
    <w:p w14:paraId="26C0CBB5" w14:textId="77777777" w:rsidR="00FB083A" w:rsidRDefault="00FB083A" w:rsidP="00AD0D49">
      <w:pPr>
        <w:rPr>
          <w:rFonts w:ascii="Univers Next W1G Light" w:hAnsi="Univers Next W1G Light"/>
          <w:sz w:val="12"/>
          <w:szCs w:val="12"/>
        </w:rPr>
      </w:pPr>
    </w:p>
    <w:p w14:paraId="3A7B7379" w14:textId="77777777" w:rsidR="00B3631E" w:rsidRDefault="00B3631E" w:rsidP="00AD0D49">
      <w:pPr>
        <w:rPr>
          <w:rFonts w:ascii="Univers Next W1G Light" w:hAnsi="Univers Next W1G Light"/>
          <w:sz w:val="12"/>
          <w:szCs w:val="12"/>
        </w:rPr>
      </w:pPr>
    </w:p>
    <w:p w14:paraId="5A274578" w14:textId="77777777" w:rsidR="00B3631E" w:rsidRPr="0035443D" w:rsidRDefault="00B3631E" w:rsidP="00B3631E">
      <w:pPr>
        <w:spacing w:line="276" w:lineRule="auto"/>
        <w:rPr>
          <w:rFonts w:ascii="Univers Next W1G Light" w:hAnsi="Univers Next W1G Light"/>
          <w:szCs w:val="18"/>
        </w:rPr>
      </w:pPr>
      <w:r w:rsidRPr="0035443D">
        <w:rPr>
          <w:rFonts w:ascii="Univers Next W1G Light" w:hAnsi="Univers Next W1G Light"/>
          <w:szCs w:val="18"/>
        </w:rPr>
        <w:t>„</w:t>
      </w:r>
      <w:r w:rsidRPr="0035443D">
        <w:rPr>
          <w:szCs w:val="18"/>
        </w:rPr>
        <w:t>Staffelholzübergabe</w:t>
      </w:r>
      <w:r w:rsidRPr="0035443D">
        <w:rPr>
          <w:rFonts w:ascii="Univers Next W1G Light" w:hAnsi="Univers Next W1G Light"/>
          <w:szCs w:val="18"/>
        </w:rPr>
        <w:t>“</w:t>
      </w:r>
      <w:r w:rsidRPr="0035443D">
        <w:rPr>
          <w:szCs w:val="18"/>
        </w:rPr>
        <w:t xml:space="preserve"> bei </w:t>
      </w:r>
      <w:r w:rsidRPr="0035443D">
        <w:rPr>
          <w:rFonts w:ascii="Univers Next W1G Light" w:hAnsi="Univers Next W1G Light"/>
          <w:szCs w:val="18"/>
        </w:rPr>
        <w:t xml:space="preserve">Roto Frank Dachsystem-Technologie (Roto DST) geplant / Wolf Kappen übernimmt von Stephan Hettwer / Geschäftsführung setzt auf proaktive Kommunikation und Kundennähe / Kontinuität und Zuverlässigkeit gesichert </w:t>
      </w:r>
    </w:p>
    <w:p w14:paraId="6D57BE2A" w14:textId="77777777" w:rsidR="00B3631E" w:rsidRDefault="00B3631E" w:rsidP="00AD0D49">
      <w:pPr>
        <w:rPr>
          <w:rFonts w:ascii="Univers Next W1G Light" w:eastAsia="Univers Next W1G Light" w:hAnsi="Univers Next W1G Light" w:cs="Univers Next W1G Light"/>
          <w:b/>
          <w:bCs/>
          <w:sz w:val="24"/>
          <w:szCs w:val="24"/>
        </w:rPr>
      </w:pPr>
    </w:p>
    <w:p w14:paraId="77F4901B" w14:textId="514208C8" w:rsidR="00095FE1" w:rsidRDefault="00FA64AF" w:rsidP="00AD0D49">
      <w:pPr>
        <w:rPr>
          <w:rFonts w:ascii="Univers Next W1G Light" w:eastAsia="Univers Next W1G Light" w:hAnsi="Univers Next W1G Light" w:cs="Univers Next W1G Light"/>
          <w:b/>
          <w:bCs/>
          <w:sz w:val="24"/>
          <w:szCs w:val="24"/>
        </w:rPr>
      </w:pPr>
      <w:r w:rsidRPr="00FA64AF">
        <w:rPr>
          <w:rFonts w:ascii="Univers Next W1G Light" w:eastAsia="Univers Next W1G Light" w:hAnsi="Univers Next W1G Light" w:cs="Univers Next W1G Light"/>
          <w:b/>
          <w:bCs/>
          <w:sz w:val="24"/>
          <w:szCs w:val="24"/>
        </w:rPr>
        <w:t>Neuzugang bei der Roto Frank Dachsystem-Technologie</w:t>
      </w:r>
    </w:p>
    <w:p w14:paraId="016B46F4" w14:textId="77777777" w:rsidR="00FA64AF" w:rsidRPr="006B1612" w:rsidRDefault="00FA64AF" w:rsidP="00AD0D49">
      <w:pPr>
        <w:rPr>
          <w:rFonts w:ascii="Univers Next W1G Light" w:hAnsi="Univers Next W1G Light"/>
          <w:b/>
          <w:bCs/>
        </w:rPr>
      </w:pPr>
    </w:p>
    <w:p w14:paraId="5D516838" w14:textId="1496A98C" w:rsidR="00C26DA0" w:rsidRPr="00FA539F" w:rsidRDefault="16355891" w:rsidP="00C26DA0">
      <w:pPr>
        <w:spacing w:line="276" w:lineRule="auto"/>
        <w:rPr>
          <w:rFonts w:ascii="Univers Next W1G Light" w:hAnsi="Univers Next W1G Light"/>
        </w:rPr>
      </w:pPr>
      <w:r w:rsidRPr="00FD3E39">
        <w:rPr>
          <w:rFonts w:ascii="Univers Next W1G Light" w:hAnsi="Univers Next W1G Light"/>
          <w:b/>
          <w:bCs/>
        </w:rPr>
        <w:t>Bad Mergentheim</w:t>
      </w:r>
      <w:r w:rsidR="004F6875">
        <w:rPr>
          <w:rFonts w:ascii="Univers Next W1G Light" w:hAnsi="Univers Next W1G Light"/>
          <w:b/>
          <w:bCs/>
        </w:rPr>
        <w:t xml:space="preserve">. </w:t>
      </w:r>
      <w:r w:rsidR="00C26DA0" w:rsidRPr="00FA539F">
        <w:rPr>
          <w:rFonts w:ascii="Univers Next W1G Light" w:hAnsi="Univers Next W1G Light"/>
        </w:rPr>
        <w:t xml:space="preserve">„Wir gestalten in den Sommermonaten einen gut organisierten Übergang der Verantwortung und sichern damit </w:t>
      </w:r>
      <w:r w:rsidR="00D173DA">
        <w:rPr>
          <w:rFonts w:ascii="Univers Next W1G Light" w:hAnsi="Univers Next W1G Light"/>
        </w:rPr>
        <w:t xml:space="preserve">die </w:t>
      </w:r>
      <w:r w:rsidR="00C26DA0" w:rsidRPr="00FA539F">
        <w:rPr>
          <w:rFonts w:ascii="Univers Next W1G Light" w:hAnsi="Univers Next W1G Light"/>
        </w:rPr>
        <w:t>Kontinuität für unsere Kunden“, kommentiert Christoph Hugenberg, Vorsitzender der Geschäftsführung von Roto Frank Dachsystem-Technologie (Roto DST), den Eintritt von Wolf Kappen (48) ins Unternehmen. Kappen folgt als Commercial Director auf Stephan Hettwer. Dieser verlässt die Roto Gruppe auf eigenen Wunsch und arbeitet gemeinsam mit Hugenberg an einer geordneten Überleitung seiner Aufgaben. So sei sichergestellt, dass der Vertrieb der Roto DST ungestört, zuverlässig und nah am Kunden arbeiten könne. „Wir sind sehr sicher, dass Wolf Kappen ein idealer Nachfolger für Stephan Hettwer ist“, betont Hugenberg. Kappen werde ab Juni zunächst Kunden persönlich treffen. Hettwer begleitet ihn bis zu seinem Ausscheiden und unterstützt ihn bei der Einarbeitung in alle internen Prozesse.</w:t>
      </w:r>
    </w:p>
    <w:p w14:paraId="1718171F" w14:textId="77777777" w:rsidR="00C26DA0" w:rsidRPr="00FA539F" w:rsidRDefault="00C26DA0" w:rsidP="00C26DA0">
      <w:pPr>
        <w:rPr>
          <w:rFonts w:ascii="Univers Next W1G Light" w:hAnsi="Univers Next W1G Light"/>
        </w:rPr>
      </w:pPr>
    </w:p>
    <w:p w14:paraId="123BAD86" w14:textId="77777777" w:rsidR="00C26DA0" w:rsidRPr="00FA539F" w:rsidRDefault="00C26DA0" w:rsidP="00C26DA0">
      <w:pPr>
        <w:spacing w:line="276" w:lineRule="auto"/>
        <w:rPr>
          <w:rFonts w:ascii="Univers Next W1G Light" w:hAnsi="Univers Next W1G Light"/>
          <w:b/>
          <w:bCs/>
        </w:rPr>
      </w:pPr>
      <w:r w:rsidRPr="00FA539F">
        <w:rPr>
          <w:rFonts w:ascii="Univers Next W1G Light" w:hAnsi="Univers Next W1G Light"/>
          <w:b/>
          <w:bCs/>
        </w:rPr>
        <w:t>Vorbildliche Führungskultur</w:t>
      </w:r>
    </w:p>
    <w:p w14:paraId="167C9612" w14:textId="2A38AEBD" w:rsidR="00C26DA0" w:rsidRPr="00FA539F" w:rsidRDefault="00C26DA0" w:rsidP="00C26DA0">
      <w:pPr>
        <w:spacing w:line="276" w:lineRule="auto"/>
        <w:rPr>
          <w:rFonts w:ascii="Univers Next W1G Light" w:hAnsi="Univers Next W1G Light"/>
          <w:szCs w:val="18"/>
        </w:rPr>
      </w:pPr>
      <w:r w:rsidRPr="00FA539F">
        <w:rPr>
          <w:rFonts w:ascii="Univers Next W1G Light" w:hAnsi="Univers Next W1G Light"/>
          <w:szCs w:val="18"/>
        </w:rPr>
        <w:t xml:space="preserve">Hettwer erklärt, er habe sich „mit einem weinenden und einem lachenden Auge“ dafür entschieden, eine berufliche Veränderung anzustreben. „Nach so vielen Jahren in verantwortlichen Positionen bei Roto DST wuchs die Neugier auf grundlegend neue Aufgaben. Aber ich mache keinen Hehl daraus, dass mir meine Entscheidung schwergefallen ist, weil ich ein sehr freundschaftliches Umfeld verlasse. So habe ich schon vor Monaten das Gespräch mit Christoph Hugenberg gesucht und er zeigte Verständnis für meinen Wunsch nach Veränderung. Ich habe ihm für gute, unvoreingenommene Gespräche und schließlich für seine Unterstützung bei der Anbahnung einer guten Nachfolgeregelung zu danken. Ebenso gilt mein Dank allen Kolleginnen und Kollegen, mit denen ich die zurückliegende Jahre gemeinsam gestalten durfte. Ich habe viel Zeit in einem idealen Arbeitsumfeld verbracht und bin sicher, dass auch Wolf Kappen große Freude an seinen neuen Aufgaben finden wird. Die vielfältigen Erfahrungen bei Roto werden meinen weiteren Weg prägen – </w:t>
      </w:r>
      <w:r w:rsidR="0097292D">
        <w:rPr>
          <w:rFonts w:ascii="Univers Next W1G Light" w:hAnsi="Univers Next W1G Light"/>
          <w:szCs w:val="18"/>
        </w:rPr>
        <w:t xml:space="preserve">und </w:t>
      </w:r>
      <w:r w:rsidRPr="00FA539F">
        <w:rPr>
          <w:rFonts w:ascii="Univers Next W1G Light" w:hAnsi="Univers Next W1G Light"/>
          <w:szCs w:val="18"/>
        </w:rPr>
        <w:t xml:space="preserve">vor allem die Überzeugung, dass die hier gelebte Kundennähe und Führungskultur die Basis für eine nachhaltige Unternehmensentwicklung legt.“ </w:t>
      </w:r>
    </w:p>
    <w:p w14:paraId="4495E058" w14:textId="77777777" w:rsidR="00C26DA0" w:rsidRPr="00FA539F" w:rsidRDefault="00C26DA0" w:rsidP="00C26DA0">
      <w:pPr>
        <w:rPr>
          <w:rFonts w:ascii="Univers Next W1G Light" w:hAnsi="Univers Next W1G Light"/>
        </w:rPr>
      </w:pPr>
    </w:p>
    <w:p w14:paraId="44CC6576" w14:textId="77777777" w:rsidR="00C26DA0" w:rsidRPr="00FA539F" w:rsidRDefault="00C26DA0" w:rsidP="00C26DA0">
      <w:pPr>
        <w:rPr>
          <w:rFonts w:ascii="Univers Next W1G Light" w:hAnsi="Univers Next W1G Light"/>
        </w:rPr>
      </w:pPr>
      <w:r w:rsidRPr="00FA539F">
        <w:rPr>
          <w:rFonts w:ascii="Univers Next W1G Light" w:hAnsi="Univers Next W1G Light"/>
          <w:szCs w:val="18"/>
        </w:rPr>
        <w:t>Wolf Kappen war seit 2014, zuletzt als Geschäftsführer Marketing und Vertrieb, für die Marburger Tapetenfabrik J.B. Schäfer GmbH &amp; Co. KG tätig. Das Familienunternehmen ist eine der ältesten Tapetenfabriken Europas, deren Produkte in über 90 Länder exportiert werden. Die Arbeit in einer baunahen Branche mit einem starken Fachhandel und einer breiten Basis kompetenter Handwerksunternehmen sei Kappen daher vertraut, betont Hugenberg. „Wir freuen uns sehr auf seinen Eintritt und seine Beiträge zu einer zukunftsorientierten Weiterentwicklung der Roto DST.“</w:t>
      </w:r>
    </w:p>
    <w:p w14:paraId="331C6C8B" w14:textId="705D435F" w:rsidR="001109B7" w:rsidRDefault="001109B7" w:rsidP="00C26DA0">
      <w:pPr>
        <w:rPr>
          <w:rFonts w:ascii="Univers Next W1G Light" w:hAnsi="Univers Next W1G Light"/>
        </w:rPr>
      </w:pPr>
    </w:p>
    <w:p w14:paraId="1DDBE531" w14:textId="77777777" w:rsidR="001109B7" w:rsidRDefault="001109B7" w:rsidP="001109B7">
      <w:pPr>
        <w:rPr>
          <w:rFonts w:ascii="Univers Next W1G Light" w:hAnsi="Univers Next W1G Light"/>
        </w:rPr>
      </w:pPr>
    </w:p>
    <w:p w14:paraId="5A9E2DEF" w14:textId="671FD4C8" w:rsidR="00270E50" w:rsidRDefault="00270E50" w:rsidP="00653B77">
      <w:pPr>
        <w:spacing w:line="240" w:lineRule="auto"/>
        <w:rPr>
          <w:rFonts w:ascii="Univers Next W1G Light" w:hAnsi="Univers Next W1G Light"/>
        </w:rPr>
      </w:pPr>
    </w:p>
    <w:p w14:paraId="37EA265E" w14:textId="334D0883" w:rsidR="00270E50" w:rsidRDefault="00270E50" w:rsidP="00653B77">
      <w:pPr>
        <w:spacing w:line="240" w:lineRule="auto"/>
        <w:rPr>
          <w:rFonts w:ascii="Univers Next W1G Light" w:hAnsi="Univers Next W1G Light"/>
        </w:rPr>
      </w:pPr>
    </w:p>
    <w:p w14:paraId="086EE48B" w14:textId="41E9C27A" w:rsidR="00BC7F0C" w:rsidRPr="00FA539F" w:rsidRDefault="00210D00" w:rsidP="00BC7F0C">
      <w:pPr>
        <w:spacing w:line="240" w:lineRule="auto"/>
        <w:rPr>
          <w:rFonts w:ascii="Univers Next W1G Light" w:hAnsi="Univers Next W1G Light"/>
          <w:b/>
          <w:bCs/>
        </w:rPr>
      </w:pPr>
      <w:r>
        <w:rPr>
          <w:rFonts w:ascii="Univers Next W1G Light" w:hAnsi="Univers Next W1G Light"/>
          <w:b/>
          <w:bCs/>
          <w:noProof/>
        </w:rPr>
        <w:lastRenderedPageBreak/>
        <w:drawing>
          <wp:inline distT="0" distB="0" distL="0" distR="0" wp14:anchorId="61142EB5" wp14:editId="63B964C8">
            <wp:extent cx="2340000" cy="1560100"/>
            <wp:effectExtent l="0" t="0" r="3175" b="2540"/>
            <wp:docPr id="117259972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0000" cy="1560100"/>
                    </a:xfrm>
                    <a:prstGeom prst="rect">
                      <a:avLst/>
                    </a:prstGeom>
                    <a:noFill/>
                    <a:ln>
                      <a:noFill/>
                    </a:ln>
                  </pic:spPr>
                </pic:pic>
              </a:graphicData>
            </a:graphic>
          </wp:inline>
        </w:drawing>
      </w:r>
    </w:p>
    <w:p w14:paraId="2142687D" w14:textId="61F9F30A" w:rsidR="00BC7F0C" w:rsidRPr="00FA539F" w:rsidRDefault="00BC7F0C" w:rsidP="00BC7F0C">
      <w:pPr>
        <w:spacing w:line="276" w:lineRule="auto"/>
        <w:rPr>
          <w:rFonts w:ascii="Univers Next W1G Light" w:hAnsi="Univers Next W1G Light"/>
        </w:rPr>
      </w:pPr>
      <w:r w:rsidRPr="00FA539F">
        <w:rPr>
          <w:rFonts w:ascii="Univers Next W1G Light" w:hAnsi="Univers Next W1G Light"/>
        </w:rPr>
        <w:t>Stephan Hettwer (</w:t>
      </w:r>
      <w:r w:rsidRPr="00E7715A">
        <w:rPr>
          <w:rFonts w:ascii="Univers Next W1G Light" w:hAnsi="Univers Next W1G Light"/>
        </w:rPr>
        <w:t>links</w:t>
      </w:r>
      <w:r w:rsidRPr="00FA539F">
        <w:rPr>
          <w:rFonts w:ascii="Univers Next W1G Light" w:hAnsi="Univers Next W1G Light"/>
        </w:rPr>
        <w:t xml:space="preserve"> im Bild) verlässt zu Ende August auf eigenen Wunsch die Roto Frank Dachsystem-Technologie, für die er zuletzt als Commercial Director tätig war. Bis dahin unterstützt er die Einarbeitung seines Nachfolgers Wolf Kappen. Christoph Hugenberg</w:t>
      </w:r>
      <w:r w:rsidR="00E7715A">
        <w:rPr>
          <w:rFonts w:ascii="Univers Next W1G Light" w:hAnsi="Univers Next W1G Light"/>
        </w:rPr>
        <w:t xml:space="preserve"> (rechts im Bild)</w:t>
      </w:r>
      <w:r w:rsidRPr="00FA539F">
        <w:rPr>
          <w:rFonts w:ascii="Univers Next W1G Light" w:hAnsi="Univers Next W1G Light"/>
        </w:rPr>
        <w:t xml:space="preserve">, Vorsitzender der Geschäftsführung </w:t>
      </w:r>
      <w:r w:rsidR="005566F9">
        <w:rPr>
          <w:rFonts w:ascii="Univers Next W1G Light" w:hAnsi="Univers Next W1G Light"/>
        </w:rPr>
        <w:t xml:space="preserve">bei </w:t>
      </w:r>
      <w:r w:rsidRPr="00FA539F">
        <w:rPr>
          <w:rFonts w:ascii="Univers Next W1G Light" w:hAnsi="Univers Next W1G Light"/>
        </w:rPr>
        <w:t xml:space="preserve">Roto </w:t>
      </w:r>
      <w:r w:rsidR="005566F9">
        <w:rPr>
          <w:rFonts w:ascii="Univers Next W1G Light" w:hAnsi="Univers Next W1G Light"/>
        </w:rPr>
        <w:t>DST</w:t>
      </w:r>
      <w:r w:rsidRPr="00FA539F">
        <w:rPr>
          <w:rFonts w:ascii="Univers Next W1G Light" w:hAnsi="Univers Next W1G Light"/>
        </w:rPr>
        <w:t>, steuert die „Staffelholzübergabe“ im Dienst von Kontinuität und Transparenz. „Unsere Kunden werden Wolf Kappen bald persönlich treffen und kennenlernen.“</w:t>
      </w:r>
    </w:p>
    <w:p w14:paraId="0BAF3B89" w14:textId="77777777" w:rsidR="00BC7F0C" w:rsidRPr="00FA539F" w:rsidRDefault="00BC7F0C" w:rsidP="00BC7F0C">
      <w:pPr>
        <w:spacing w:line="240" w:lineRule="auto"/>
        <w:rPr>
          <w:rFonts w:ascii="Univers Next W1G Light" w:hAnsi="Univers Next W1G Light"/>
        </w:rPr>
      </w:pPr>
    </w:p>
    <w:p w14:paraId="5C8BAC1E" w14:textId="1C5AB7BD" w:rsidR="00BC7F0C" w:rsidRPr="00FA539F" w:rsidRDefault="00BC7F0C" w:rsidP="00BC7F0C">
      <w:pPr>
        <w:spacing w:line="240" w:lineRule="auto"/>
        <w:rPr>
          <w:rFonts w:ascii="Univers Next W1G Light" w:hAnsi="Univers Next W1G Light"/>
          <w:b/>
          <w:bCs/>
        </w:rPr>
      </w:pPr>
      <w:r w:rsidRPr="00FA539F">
        <w:rPr>
          <w:rFonts w:ascii="Univers Next W1G Light" w:hAnsi="Univers Next W1G Light"/>
          <w:b/>
          <w:bCs/>
        </w:rPr>
        <w:t>Foto:</w:t>
      </w:r>
      <w:r w:rsidRPr="00FA539F">
        <w:rPr>
          <w:rFonts w:ascii="Univers Next W1G Light" w:hAnsi="Univers Next W1G Light"/>
        </w:rPr>
        <w:t xml:space="preserve"> Roto Frank Dachsystem-Technologie</w:t>
      </w:r>
      <w:r w:rsidR="003E6CD4">
        <w:rPr>
          <w:rFonts w:ascii="Univers Next W1G Light" w:hAnsi="Univers Next W1G Light"/>
        </w:rPr>
        <w:t xml:space="preserve">            </w:t>
      </w:r>
      <w:r w:rsidR="00FA672F">
        <w:rPr>
          <w:rFonts w:ascii="Univers Next W1G Light" w:hAnsi="Univers Next W1G Light"/>
          <w:b/>
          <w:bCs/>
        </w:rPr>
        <w:t>001_Roto DST_</w:t>
      </w:r>
      <w:r w:rsidRPr="00FA539F">
        <w:rPr>
          <w:rFonts w:ascii="Univers Next W1G Light" w:hAnsi="Univers Next W1G Light"/>
          <w:b/>
          <w:bCs/>
        </w:rPr>
        <w:t>Hugenberg</w:t>
      </w:r>
      <w:r w:rsidR="00FA672F">
        <w:rPr>
          <w:rFonts w:ascii="Univers Next W1G Light" w:hAnsi="Univers Next W1G Light"/>
          <w:b/>
          <w:bCs/>
        </w:rPr>
        <w:t>-</w:t>
      </w:r>
      <w:r w:rsidRPr="00FA539F">
        <w:rPr>
          <w:rFonts w:ascii="Univers Next W1G Light" w:hAnsi="Univers Next W1G Light"/>
          <w:b/>
          <w:bCs/>
        </w:rPr>
        <w:t>Hettwer.jpg</w:t>
      </w:r>
    </w:p>
    <w:p w14:paraId="210F129C" w14:textId="77777777" w:rsidR="00BC7F0C" w:rsidRDefault="00BC7F0C" w:rsidP="00BC7F0C">
      <w:pPr>
        <w:spacing w:line="240" w:lineRule="auto"/>
        <w:rPr>
          <w:rFonts w:ascii="Univers Next W1G Light" w:hAnsi="Univers Next W1G Light"/>
          <w:b/>
          <w:bCs/>
        </w:rPr>
      </w:pPr>
    </w:p>
    <w:p w14:paraId="3889BBD8" w14:textId="77777777" w:rsidR="00ED155D" w:rsidRPr="00FA539F" w:rsidRDefault="00ED155D" w:rsidP="00BC7F0C">
      <w:pPr>
        <w:spacing w:line="240" w:lineRule="auto"/>
        <w:rPr>
          <w:rFonts w:ascii="Univers Next W1G Light" w:hAnsi="Univers Next W1G Light"/>
          <w:b/>
          <w:bCs/>
        </w:rPr>
      </w:pPr>
    </w:p>
    <w:p w14:paraId="5A499C0C" w14:textId="77777777" w:rsidR="00BC7F0C" w:rsidRPr="00FA539F" w:rsidRDefault="00BC7F0C" w:rsidP="00BC7F0C">
      <w:pPr>
        <w:spacing w:line="276" w:lineRule="auto"/>
        <w:rPr>
          <w:rFonts w:ascii="Univers Next W1G Light" w:hAnsi="Univers Next W1G Light"/>
        </w:rPr>
      </w:pPr>
      <w:r w:rsidRPr="00FA539F">
        <w:rPr>
          <w:rFonts w:ascii="Univers Next W1G Light" w:hAnsi="Univers Next W1G Light"/>
          <w:noProof/>
        </w:rPr>
        <w:drawing>
          <wp:inline distT="0" distB="0" distL="0" distR="0" wp14:anchorId="496FA600" wp14:editId="4B8E7B92">
            <wp:extent cx="2340000" cy="1477393"/>
            <wp:effectExtent l="0" t="0" r="3175" b="8890"/>
            <wp:docPr id="1" name="Grafik 1" descr="001_Roto DST_Christoph-Hugenbe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1_Roto DST_Christoph-Hugenber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477393"/>
                    </a:xfrm>
                    <a:prstGeom prst="rect">
                      <a:avLst/>
                    </a:prstGeom>
                    <a:noFill/>
                  </pic:spPr>
                </pic:pic>
              </a:graphicData>
            </a:graphic>
          </wp:inline>
        </w:drawing>
      </w:r>
    </w:p>
    <w:p w14:paraId="400A31C6" w14:textId="77777777" w:rsidR="00BC7F0C" w:rsidRPr="00FA539F" w:rsidRDefault="00BC7F0C" w:rsidP="00BC7F0C">
      <w:pPr>
        <w:spacing w:line="276" w:lineRule="auto"/>
        <w:rPr>
          <w:rFonts w:ascii="Univers Next W1G Light" w:hAnsi="Univers Next W1G Light"/>
        </w:rPr>
      </w:pPr>
      <w:r w:rsidRPr="00FA539F">
        <w:rPr>
          <w:rFonts w:ascii="Univers Next W1G Light" w:hAnsi="Univers Next W1G Light"/>
        </w:rPr>
        <w:t>Christoph Hugenberg, Vorsitzender der Geschäftsführung der Roto Frank Dachsystem-Technologie</w:t>
      </w:r>
    </w:p>
    <w:p w14:paraId="62243CAA" w14:textId="77777777" w:rsidR="00BC7F0C" w:rsidRPr="00FA539F" w:rsidRDefault="00BC7F0C" w:rsidP="00BC7F0C">
      <w:pPr>
        <w:spacing w:line="276" w:lineRule="auto"/>
        <w:rPr>
          <w:rFonts w:ascii="Univers Next W1G Light" w:hAnsi="Univers Next W1G Light"/>
          <w:b/>
          <w:bCs/>
        </w:rPr>
      </w:pPr>
    </w:p>
    <w:p w14:paraId="23382764" w14:textId="568ADDDE" w:rsidR="00BC7F0C" w:rsidRPr="00FA539F" w:rsidRDefault="00BC7F0C" w:rsidP="00BC7F0C">
      <w:pPr>
        <w:spacing w:line="276" w:lineRule="auto"/>
        <w:rPr>
          <w:rFonts w:ascii="Univers Next W1G Light" w:hAnsi="Univers Next W1G Light"/>
          <w:b/>
          <w:bCs/>
        </w:rPr>
      </w:pPr>
      <w:r w:rsidRPr="00FA539F">
        <w:rPr>
          <w:rFonts w:ascii="Univers Next W1G Light" w:hAnsi="Univers Next W1G Light"/>
          <w:b/>
          <w:bCs/>
        </w:rPr>
        <w:t>Foto:</w:t>
      </w:r>
      <w:r w:rsidRPr="00FA539F">
        <w:rPr>
          <w:rFonts w:ascii="Univers Next W1G Light" w:hAnsi="Univers Next W1G Light"/>
        </w:rPr>
        <w:t xml:space="preserve"> Roto Frank Dachsystem-Technologie</w:t>
      </w:r>
      <w:r w:rsidR="003E6CD4">
        <w:rPr>
          <w:rFonts w:ascii="Univers Next W1G Light" w:hAnsi="Univers Next W1G Light"/>
        </w:rPr>
        <w:t xml:space="preserve">            </w:t>
      </w:r>
      <w:r w:rsidR="00901394">
        <w:rPr>
          <w:rFonts w:ascii="Univers Next W1G Light" w:hAnsi="Univers Next W1G Light"/>
          <w:b/>
          <w:bCs/>
        </w:rPr>
        <w:t>002_Roto DST_</w:t>
      </w:r>
      <w:r w:rsidRPr="00FA539F">
        <w:rPr>
          <w:rFonts w:ascii="Univers Next W1G Light" w:hAnsi="Univers Next W1G Light"/>
          <w:b/>
          <w:bCs/>
        </w:rPr>
        <w:t>Christoph-Hugenberg.jpg</w:t>
      </w:r>
    </w:p>
    <w:p w14:paraId="3C4BF4CE" w14:textId="77777777" w:rsidR="00BC7F0C" w:rsidRDefault="00BC7F0C" w:rsidP="00BC7F0C">
      <w:pPr>
        <w:spacing w:line="240" w:lineRule="auto"/>
        <w:rPr>
          <w:rFonts w:ascii="Univers Next W1G Light" w:hAnsi="Univers Next W1G Light"/>
        </w:rPr>
      </w:pPr>
    </w:p>
    <w:p w14:paraId="46B2EE45" w14:textId="77777777" w:rsidR="00ED155D" w:rsidRPr="00FA539F" w:rsidRDefault="00ED155D" w:rsidP="00BC7F0C">
      <w:pPr>
        <w:spacing w:line="240" w:lineRule="auto"/>
        <w:rPr>
          <w:rFonts w:ascii="Univers Next W1G Light" w:hAnsi="Univers Next W1G Light"/>
        </w:rPr>
      </w:pPr>
    </w:p>
    <w:p w14:paraId="48FB55A2" w14:textId="77777777" w:rsidR="00BC7F0C" w:rsidRPr="00FA539F" w:rsidRDefault="00BC7F0C" w:rsidP="00BC7F0C">
      <w:pPr>
        <w:spacing w:line="240" w:lineRule="auto"/>
        <w:rPr>
          <w:rFonts w:ascii="Univers Next W1G Light" w:hAnsi="Univers Next W1G Light"/>
          <w:b/>
          <w:bCs/>
        </w:rPr>
      </w:pPr>
      <w:r w:rsidRPr="00FA539F">
        <w:rPr>
          <w:rFonts w:ascii="Univers Next W1G Light" w:hAnsi="Univers Next W1G Light"/>
          <w:b/>
          <w:bCs/>
          <w:noProof/>
        </w:rPr>
        <w:drawing>
          <wp:inline distT="0" distB="0" distL="0" distR="0" wp14:anchorId="471456FA" wp14:editId="3BBD2ECE">
            <wp:extent cx="2340000" cy="1477357"/>
            <wp:effectExtent l="0" t="0" r="3175" b="8890"/>
            <wp:docPr id="1176740034" name="Grafik 1" descr="Ein Bild, das Menschliches Gesicht, Person, Anzu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40034" name="Grafik 1" descr="Ein Bild, das Menschliches Gesicht, Person, Anzug, Man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0000" cy="1477357"/>
                    </a:xfrm>
                    <a:prstGeom prst="rect">
                      <a:avLst/>
                    </a:prstGeom>
                    <a:noFill/>
                    <a:ln>
                      <a:noFill/>
                    </a:ln>
                  </pic:spPr>
                </pic:pic>
              </a:graphicData>
            </a:graphic>
          </wp:inline>
        </w:drawing>
      </w:r>
    </w:p>
    <w:p w14:paraId="3ED427FC" w14:textId="77777777" w:rsidR="00BC7F0C" w:rsidRPr="00FA539F" w:rsidRDefault="00BC7F0C" w:rsidP="00BC7F0C">
      <w:pPr>
        <w:spacing w:line="276" w:lineRule="auto"/>
        <w:rPr>
          <w:rFonts w:ascii="Univers Next W1G Light" w:hAnsi="Univers Next W1G Light"/>
        </w:rPr>
      </w:pPr>
      <w:r w:rsidRPr="00FA539F">
        <w:rPr>
          <w:rFonts w:ascii="Univers Next W1G Light" w:hAnsi="Univers Next W1G Light"/>
        </w:rPr>
        <w:t>Stephan Hettwer, Commercial Director der Roto Frank Dachsystem-Technologie</w:t>
      </w:r>
    </w:p>
    <w:p w14:paraId="6C0EBFFE" w14:textId="77777777" w:rsidR="00BC7F0C" w:rsidRPr="00FA539F" w:rsidRDefault="00BC7F0C" w:rsidP="00BC7F0C">
      <w:pPr>
        <w:spacing w:line="276" w:lineRule="auto"/>
        <w:rPr>
          <w:rFonts w:ascii="Univers Next W1G Light" w:hAnsi="Univers Next W1G Light"/>
          <w:b/>
          <w:bCs/>
        </w:rPr>
      </w:pPr>
    </w:p>
    <w:p w14:paraId="0CE85E20" w14:textId="7842F4FB" w:rsidR="00BC7F0C" w:rsidRPr="00FA539F" w:rsidRDefault="00BC7F0C" w:rsidP="00BC7F0C">
      <w:pPr>
        <w:spacing w:line="276" w:lineRule="auto"/>
        <w:rPr>
          <w:rFonts w:ascii="Univers Next W1G Light" w:hAnsi="Univers Next W1G Light"/>
          <w:b/>
          <w:bCs/>
        </w:rPr>
      </w:pPr>
      <w:r w:rsidRPr="00FA539F">
        <w:rPr>
          <w:rFonts w:ascii="Univers Next W1G Light" w:hAnsi="Univers Next W1G Light"/>
          <w:b/>
          <w:bCs/>
        </w:rPr>
        <w:t>Foto:</w:t>
      </w:r>
      <w:r w:rsidRPr="00FA539F">
        <w:rPr>
          <w:rFonts w:ascii="Univers Next W1G Light" w:hAnsi="Univers Next W1G Light"/>
        </w:rPr>
        <w:t xml:space="preserve"> Roto Frank Dachsystem-Technologie</w:t>
      </w:r>
      <w:r w:rsidR="003E6CD4">
        <w:rPr>
          <w:rFonts w:ascii="Univers Next W1G Light" w:hAnsi="Univers Next W1G Light"/>
        </w:rPr>
        <w:t xml:space="preserve">            </w:t>
      </w:r>
      <w:r w:rsidR="00901394">
        <w:rPr>
          <w:rFonts w:ascii="Univers Next W1G Light" w:hAnsi="Univers Next W1G Light"/>
          <w:b/>
          <w:bCs/>
        </w:rPr>
        <w:t>003_Roto DST_</w:t>
      </w:r>
      <w:r w:rsidRPr="00FA539F">
        <w:rPr>
          <w:rFonts w:ascii="Univers Next W1G Light" w:hAnsi="Univers Next W1G Light"/>
          <w:b/>
          <w:bCs/>
        </w:rPr>
        <w:t>Stephan-Hettwer.jpg</w:t>
      </w:r>
    </w:p>
    <w:p w14:paraId="0913612E" w14:textId="0C49E98E" w:rsidR="00224BF4" w:rsidRPr="00847B90" w:rsidRDefault="00224BF4" w:rsidP="00224BF4">
      <w:pPr>
        <w:rPr>
          <w:rFonts w:ascii="Univers Next W1G Light" w:eastAsia="Univers Next W1G Light" w:hAnsi="Univers Next W1G Light" w:cs="Univers Next W1G Light"/>
          <w:b/>
          <w:bCs/>
        </w:rPr>
      </w:pPr>
      <w:r w:rsidRPr="00847B90">
        <w:rPr>
          <w:rFonts w:ascii="Univers Next W1G Light" w:eastAsia="Univers Next W1G Light" w:hAnsi="Univers Next W1G Light" w:cs="Univers Next W1G Light"/>
          <w:b/>
          <w:bCs/>
        </w:rPr>
        <w:lastRenderedPageBreak/>
        <w:t>Über Roto Frank Dachsystem-Technologie</w:t>
      </w:r>
    </w:p>
    <w:p w14:paraId="4783C54D" w14:textId="7B187489" w:rsidR="00224BF4" w:rsidRPr="00847B90" w:rsidRDefault="00224BF4" w:rsidP="00224BF4">
      <w:pPr>
        <w:rPr>
          <w:rFonts w:ascii="Univers Next W1G Light" w:hAnsi="Univers Next W1G Light"/>
          <w:b/>
          <w:bCs/>
        </w:rPr>
      </w:pPr>
      <w:r w:rsidRPr="00847B90">
        <w:rPr>
          <w:rFonts w:ascii="Univers Next W1G Light" w:hAnsi="Univers Next W1G Light"/>
        </w:rPr>
        <w:t xml:space="preserve">Roto Frank Dachsystem-Technologie (DST) ist eine von drei eigenständigen Divisionen innerhalb der Roto Gruppe. Das Unternehmen mit Sitz in Bad Mergentheim beschäftigt insgesamt rund 1.300 Mitarbeiter und gehört zu den führenden europäischen Dachfenster-Herstellern. Das Produktportfolio umfasst außerdem Flachdachfenster, Ausstattung, Dachausstiege und Bodentreppen. Renommierte Auszeichnungen unterstreichen die hohe Fertigungs-, Prozess- und Sortimentsqualität. So wurden zum Beispiel die Kunststofffenster RotoQ sowie Roto Designo R8 als Sieger in Vergleichstests des TÜV Rheinland ermittelt. Zur Roto Gruppe: Sie geht zurück auf die Gründung durch Wilhelm Frank im Jahre 1935, befindet sich auch heute noch zu 100 Prozent in Familienbesitz, erzielt mit weltweit mehr als 5.000 Mitarbeitern jährlich einen Umsatz von </w:t>
      </w:r>
      <w:r w:rsidR="00ED155D">
        <w:rPr>
          <w:rFonts w:ascii="Univers Next W1G Light" w:hAnsi="Univers Next W1G Light"/>
        </w:rPr>
        <w:t xml:space="preserve">knapp 900 </w:t>
      </w:r>
      <w:r w:rsidRPr="00847B90">
        <w:rPr>
          <w:rFonts w:ascii="Univers Next W1G Light" w:hAnsi="Univers Next W1G Light"/>
        </w:rPr>
        <w:t>Mio. Euro und hat ihren zentralen Standort in Leinfelden-Echterdingen bei Stuttgart. Dort ist der Sitz der Roto Frank Holding AG sowie der beiden übrigen Divisionen Roto Frank Fenster- und Türtechnologie (FTT) und Roto Frank Professional Service (RPS).</w:t>
      </w:r>
      <w:r w:rsidRPr="00847B90">
        <w:rPr>
          <w:rFonts w:ascii="Univers Next W1G Light" w:hAnsi="Univers Next W1G Light"/>
          <w:b/>
          <w:bCs/>
        </w:rPr>
        <w:t xml:space="preserve"> </w:t>
      </w:r>
    </w:p>
    <w:p w14:paraId="3FC7B4CE" w14:textId="77777777" w:rsidR="004D4589" w:rsidRDefault="004D4589" w:rsidP="00AC6D04">
      <w:pPr>
        <w:rPr>
          <w:rFonts w:ascii="Univers Next W1G Light" w:hAnsi="Univers Next W1G Light"/>
          <w:b/>
          <w:bCs/>
        </w:rPr>
      </w:pPr>
    </w:p>
    <w:p w14:paraId="7D3BAEBD" w14:textId="61FA41CC" w:rsidR="00224BF4" w:rsidRPr="00D07FEC" w:rsidRDefault="00224BF4" w:rsidP="00224BF4">
      <w:pPr>
        <w:rPr>
          <w:rFonts w:ascii="Univers Next W1G Light" w:hAnsi="Univers Next W1G Light"/>
          <w:b/>
          <w:bCs/>
        </w:rPr>
      </w:pPr>
      <w:r w:rsidRPr="00D07FEC">
        <w:rPr>
          <w:rFonts w:ascii="Univers Next W1G Light" w:hAnsi="Univers Next W1G Light"/>
          <w:b/>
          <w:bCs/>
        </w:rPr>
        <w:t>Pressekontakt</w:t>
      </w:r>
    </w:p>
    <w:p w14:paraId="75AB7A8C" w14:textId="77777777" w:rsidR="00224BF4" w:rsidRPr="00847B90" w:rsidRDefault="00224BF4" w:rsidP="00224BF4">
      <w:pPr>
        <w:rPr>
          <w:rFonts w:ascii="Univers Next W1G Light" w:hAnsi="Univers Next W1G Light"/>
        </w:rPr>
      </w:pPr>
      <w:r w:rsidRPr="00847B90">
        <w:rPr>
          <w:rFonts w:ascii="Univers Next W1G Light" w:hAnsi="Univers Next W1G Light"/>
        </w:rPr>
        <w:t>Roto Pressestelle</w:t>
      </w:r>
    </w:p>
    <w:p w14:paraId="4E8950A8" w14:textId="77777777" w:rsidR="00224BF4" w:rsidRPr="00847B90" w:rsidRDefault="00224BF4" w:rsidP="00224BF4">
      <w:pPr>
        <w:rPr>
          <w:rFonts w:ascii="Univers Next W1G Light" w:hAnsi="Univers Next W1G Light"/>
        </w:rPr>
      </w:pPr>
      <w:r w:rsidRPr="28A5BD3B">
        <w:rPr>
          <w:rFonts w:ascii="Univers Next W1G Light" w:hAnsi="Univers Next W1G Light"/>
        </w:rPr>
        <w:t xml:space="preserve">Telefon </w:t>
      </w:r>
      <w:r>
        <w:tab/>
      </w:r>
      <w:r w:rsidRPr="28A5BD3B">
        <w:rPr>
          <w:rFonts w:ascii="Univers Next W1G Light" w:hAnsi="Univers Next W1G Light"/>
        </w:rPr>
        <w:t>+49 7931 5490-475</w:t>
      </w:r>
    </w:p>
    <w:p w14:paraId="04E82A5B" w14:textId="77777777" w:rsidR="00224BF4" w:rsidRPr="00847B90" w:rsidRDefault="00224BF4" w:rsidP="00224BF4">
      <w:pPr>
        <w:rPr>
          <w:rFonts w:ascii="Univers Next W1G Light" w:hAnsi="Univers Next W1G Light"/>
        </w:rPr>
      </w:pPr>
      <w:r w:rsidRPr="28A5BD3B">
        <w:rPr>
          <w:rFonts w:ascii="Univers Next W1G Light" w:hAnsi="Univers Next W1G Light"/>
        </w:rPr>
        <w:t xml:space="preserve">Telefax </w:t>
      </w:r>
      <w:r>
        <w:tab/>
      </w:r>
      <w:r w:rsidRPr="28A5BD3B">
        <w:rPr>
          <w:rFonts w:ascii="Univers Next W1G Light" w:hAnsi="Univers Next W1G Light"/>
        </w:rPr>
        <w:t>+49 7931 5490-90 475</w:t>
      </w:r>
    </w:p>
    <w:p w14:paraId="59AD990F" w14:textId="77777777" w:rsidR="00224BF4" w:rsidRPr="00847B90" w:rsidRDefault="00224BF4" w:rsidP="00224BF4">
      <w:pPr>
        <w:rPr>
          <w:rFonts w:ascii="Univers Next W1G Light" w:hAnsi="Univers Next W1G Light"/>
        </w:rPr>
      </w:pPr>
      <w:hyperlink r:id="rId14" w:history="1">
        <w:r w:rsidRPr="00847B90">
          <w:rPr>
            <w:rStyle w:val="Hyperlink"/>
            <w:rFonts w:ascii="Univers Next W1G Light" w:hAnsi="Univers Next W1G Light"/>
          </w:rPr>
          <w:t>presse@rotofrank.com</w:t>
        </w:r>
      </w:hyperlink>
      <w:r w:rsidRPr="00847B90">
        <w:rPr>
          <w:rFonts w:ascii="Univers Next W1G Light" w:hAnsi="Univers Next W1G Light"/>
        </w:rPr>
        <w:t xml:space="preserve"> </w:t>
      </w:r>
    </w:p>
    <w:p w14:paraId="73D5B089" w14:textId="77777777" w:rsidR="00224BF4" w:rsidRPr="00847B90" w:rsidRDefault="00224BF4" w:rsidP="00224BF4">
      <w:pPr>
        <w:rPr>
          <w:rFonts w:ascii="Univers Next W1G Light" w:hAnsi="Univers Next W1G Light"/>
        </w:rPr>
      </w:pPr>
      <w:hyperlink r:id="rId15" w:history="1">
        <w:r w:rsidRPr="00847B90">
          <w:rPr>
            <w:rStyle w:val="Hyperlink"/>
            <w:rFonts w:ascii="Univers Next W1G Light" w:hAnsi="Univers Next W1G Light"/>
          </w:rPr>
          <w:t>www.roto-dachfenster.de</w:t>
        </w:r>
      </w:hyperlink>
      <w:r w:rsidRPr="00847B90">
        <w:rPr>
          <w:rFonts w:ascii="Univers Next W1G Light" w:hAnsi="Univers Next W1G Light"/>
        </w:rPr>
        <w:t xml:space="preserve"> </w:t>
      </w:r>
    </w:p>
    <w:sectPr w:rsidR="00224BF4" w:rsidRPr="00847B90" w:rsidSect="00E34B8C">
      <w:headerReference w:type="default" r:id="rId16"/>
      <w:footerReference w:type="default" r:id="rId17"/>
      <w:headerReference w:type="first" r:id="rId18"/>
      <w:footerReference w:type="first" r:id="rId19"/>
      <w:pgSz w:w="11907" w:h="16840" w:code="9"/>
      <w:pgMar w:top="4139" w:right="2693" w:bottom="851" w:left="1418" w:header="2279" w:footer="56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859D1" w14:textId="77777777" w:rsidR="006241CE" w:rsidRDefault="006241CE">
      <w:r>
        <w:separator/>
      </w:r>
    </w:p>
  </w:endnote>
  <w:endnote w:type="continuationSeparator" w:id="0">
    <w:p w14:paraId="59DAA239" w14:textId="77777777" w:rsidR="006241CE" w:rsidRDefault="006241CE">
      <w:r>
        <w:continuationSeparator/>
      </w:r>
    </w:p>
  </w:endnote>
  <w:endnote w:type="continuationNotice" w:id="1">
    <w:p w14:paraId="72335BD7" w14:textId="77777777" w:rsidR="006241CE" w:rsidRDefault="006241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panose1 w:val="020B0403030202020203"/>
    <w:charset w:val="00"/>
    <w:family w:val="swiss"/>
    <w:notTrueType/>
    <w:pitch w:val="variable"/>
    <w:sig w:usb0="0000028F" w:usb1="00000001" w:usb2="00000000" w:usb3="00000000" w:csb0="0000009F" w:csb1="00000000"/>
  </w:font>
  <w:font w:name="LTUnivers 430 BasicReg">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LTUnivers 330 BasicLight">
    <w:altName w:val="Calibri"/>
    <w:panose1 w:val="020B03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080C8" w14:textId="77777777" w:rsidR="00A16B13" w:rsidRDefault="004062C5">
    <w:pPr>
      <w:pStyle w:val="Fuzeile"/>
    </w:pPr>
    <w:r w:rsidRPr="00044646">
      <w:rPr>
        <w:rFonts w:ascii="LTUnivers 430 BasicReg" w:hAnsi="LTUnivers 430 BasicReg"/>
        <w:noProof/>
        <w:color w:val="2B579A"/>
        <w:sz w:val="14"/>
        <w:szCs w:val="14"/>
        <w:shd w:val="clear" w:color="auto" w:fill="E6E6E6"/>
      </w:rPr>
      <mc:AlternateContent>
        <mc:Choice Requires="wps">
          <w:drawing>
            <wp:anchor distT="0" distB="0" distL="114300" distR="114300" simplePos="0" relativeHeight="251658244" behindDoc="1" locked="0" layoutInCell="1" allowOverlap="0" wp14:anchorId="11613C7E" wp14:editId="5A5A7B53">
              <wp:simplePos x="0" y="0"/>
              <wp:positionH relativeFrom="page">
                <wp:posOffset>720090</wp:posOffset>
              </wp:positionH>
              <wp:positionV relativeFrom="page">
                <wp:posOffset>9996170</wp:posOffset>
              </wp:positionV>
              <wp:extent cx="6300000" cy="3600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5F0B3"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rPr>
                              <w:color w:val="2B579A"/>
                              <w:shd w:val="clear" w:color="auto" w:fill="E6E6E6"/>
                            </w:rPr>
                            <w:fldChar w:fldCharType="begin"/>
                          </w:r>
                          <w:r w:rsidRPr="00FB36DF">
                            <w:instrText>PAGE  \* Arabic  \* MERGEFORMAT</w:instrText>
                          </w:r>
                          <w:r w:rsidRPr="00FB36DF">
                            <w:rPr>
                              <w:color w:val="2B579A"/>
                              <w:shd w:val="clear" w:color="auto" w:fill="E6E6E6"/>
                            </w:rPr>
                            <w:fldChar w:fldCharType="separate"/>
                          </w:r>
                          <w:r w:rsidR="001D40E9">
                            <w:rPr>
                              <w:noProof/>
                            </w:rPr>
                            <w:t>1</w:t>
                          </w:r>
                          <w:r w:rsidRPr="00FB36DF">
                            <w:rPr>
                              <w:color w:val="2B579A"/>
                              <w:shd w:val="clear" w:color="auto" w:fill="E6E6E6"/>
                            </w:rPr>
                            <w:fldChar w:fldCharType="end"/>
                          </w:r>
                          <w:r w:rsidRPr="00FB36DF">
                            <w:t xml:space="preserve"> </w:t>
                          </w:r>
                          <w:r w:rsidR="001F33A9">
                            <w:t>von</w:t>
                          </w:r>
                          <w:r w:rsidRPr="00FB36DF">
                            <w:t xml:space="preserve"> </w:t>
                          </w:r>
                          <w:fldSimple w:instr="NUMPAGES  \* Arabic  \* MERGEFORMAT">
                            <w:r w:rsidR="001D40E9">
                              <w:rPr>
                                <w:noProof/>
                              </w:rPr>
                              <w:t>1</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13C7E" id="_x0000_t202" coordsize="21600,21600" o:spt="202" path="m,l,21600r21600,l21600,xe">
              <v:stroke joinstyle="miter"/>
              <v:path gradientshapeok="t" o:connecttype="rect"/>
            </v:shapetype>
            <v:shape id="Textfeld 3" o:spid="_x0000_s1026" type="#_x0000_t202" style="position:absolute;margin-left:56.7pt;margin-top:787.1pt;width:496.05pt;height:28.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6F5F0B3"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rPr>
                        <w:color w:val="2B579A"/>
                        <w:shd w:val="clear" w:color="auto" w:fill="E6E6E6"/>
                      </w:rPr>
                      <w:fldChar w:fldCharType="begin"/>
                    </w:r>
                    <w:r w:rsidRPr="00FB36DF">
                      <w:instrText>PAGE  \* Arabic  \* MERGEFORMAT</w:instrText>
                    </w:r>
                    <w:r w:rsidRPr="00FB36DF">
                      <w:rPr>
                        <w:color w:val="2B579A"/>
                        <w:shd w:val="clear" w:color="auto" w:fill="E6E6E6"/>
                      </w:rPr>
                      <w:fldChar w:fldCharType="separate"/>
                    </w:r>
                    <w:r w:rsidR="001D40E9">
                      <w:rPr>
                        <w:noProof/>
                      </w:rPr>
                      <w:t>1</w:t>
                    </w:r>
                    <w:r w:rsidRPr="00FB36DF">
                      <w:rPr>
                        <w:color w:val="2B579A"/>
                        <w:shd w:val="clear" w:color="auto" w:fill="E6E6E6"/>
                      </w:rPr>
                      <w:fldChar w:fldCharType="end"/>
                    </w:r>
                    <w:r w:rsidRPr="00FB36DF">
                      <w:t xml:space="preserve"> </w:t>
                    </w:r>
                    <w:r w:rsidR="001F33A9">
                      <w:t>von</w:t>
                    </w:r>
                    <w:r w:rsidRPr="00FB36DF">
                      <w:t xml:space="preserve"> </w:t>
                    </w:r>
                    <w:fldSimple w:instr="NUMPAGES  \* Arabic  \* MERGEFORMAT">
                      <w:r w:rsidR="001D40E9">
                        <w:rPr>
                          <w:noProof/>
                        </w:rPr>
                        <w:t>1</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03F82"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2FEA0" w14:textId="77777777" w:rsidR="006241CE" w:rsidRDefault="006241CE">
      <w:r>
        <w:separator/>
      </w:r>
    </w:p>
  </w:footnote>
  <w:footnote w:type="continuationSeparator" w:id="0">
    <w:p w14:paraId="09277C91" w14:textId="77777777" w:rsidR="006241CE" w:rsidRDefault="006241CE">
      <w:r>
        <w:continuationSeparator/>
      </w:r>
    </w:p>
  </w:footnote>
  <w:footnote w:type="continuationNotice" w:id="1">
    <w:p w14:paraId="704C3B1E" w14:textId="77777777" w:rsidR="006241CE" w:rsidRDefault="006241C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5F63A" w14:textId="77777777" w:rsidR="00066ABD" w:rsidRDefault="0067044D">
    <w:pPr>
      <w:pStyle w:val="FirmenangabenFusszeile"/>
      <w:tabs>
        <w:tab w:val="left" w:pos="708"/>
      </w:tabs>
      <w:ind w:left="28"/>
      <w:rPr>
        <w:sz w:val="24"/>
      </w:rPr>
    </w:pPr>
    <w:r w:rsidRPr="00D6138A">
      <w:rPr>
        <w:noProof/>
        <w:color w:val="2B579A"/>
        <w:sz w:val="24"/>
        <w:shd w:val="clear" w:color="auto" w:fill="E6E6E6"/>
      </w:rPr>
      <w:drawing>
        <wp:anchor distT="0" distB="0" distL="114300" distR="114300" simplePos="0" relativeHeight="251658242" behindDoc="0" locked="0" layoutInCell="1" allowOverlap="1" wp14:anchorId="35A261B0" wp14:editId="318A5BCE">
          <wp:simplePos x="0" y="0"/>
          <wp:positionH relativeFrom="page">
            <wp:posOffset>5498275</wp:posOffset>
          </wp:positionH>
          <wp:positionV relativeFrom="page">
            <wp:posOffset>534390</wp:posOffset>
          </wp:positionV>
          <wp:extent cx="1788539" cy="894269"/>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269"/>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color w:val="2B579A"/>
        <w:sz w:val="24"/>
        <w:shd w:val="clear" w:color="auto" w:fill="E6E6E6"/>
      </w:rPr>
      <w:drawing>
        <wp:anchor distT="0" distB="0" distL="114300" distR="114300" simplePos="0" relativeHeight="251658243" behindDoc="0" locked="0" layoutInCell="1" allowOverlap="1" wp14:anchorId="23F0B086" wp14:editId="63B0D17B">
          <wp:simplePos x="0" y="0"/>
          <wp:positionH relativeFrom="page">
            <wp:posOffset>899795</wp:posOffset>
          </wp:positionH>
          <wp:positionV relativeFrom="page">
            <wp:posOffset>1033145</wp:posOffset>
          </wp:positionV>
          <wp:extent cx="2026800" cy="230400"/>
          <wp:effectExtent l="0" t="0" r="0" b="0"/>
          <wp:wrapNone/>
          <wp:docPr id="18" name="Grafik 1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2793D761" w14:textId="77777777" w:rsidR="00A13A11" w:rsidRDefault="00A13A11" w:rsidP="00A13A11">
    <w:pPr>
      <w:pStyle w:val="Presseinfo"/>
    </w:pPr>
  </w:p>
  <w:p w14:paraId="6DBA6293" w14:textId="77777777" w:rsidR="00066ABD" w:rsidRDefault="00A13A11" w:rsidP="00A13A11">
    <w:pPr>
      <w:pStyle w:val="Presseinfo"/>
    </w:pPr>
    <w:r>
      <w:t>Presseinformation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0F27E" w14:textId="77777777" w:rsidR="00A13A11" w:rsidRDefault="00A13A11" w:rsidP="00A13A11">
    <w:pPr>
      <w:pStyle w:val="Presseinfo"/>
    </w:pPr>
  </w:p>
  <w:p w14:paraId="65E3C30F" w14:textId="77777777" w:rsidR="00A13A11" w:rsidRDefault="00A13A11" w:rsidP="00A13A11">
    <w:pPr>
      <w:pStyle w:val="Presseinfo"/>
    </w:pPr>
  </w:p>
  <w:p w14:paraId="6DBEF6E1" w14:textId="77777777" w:rsidR="004956A5" w:rsidRDefault="00A13A11" w:rsidP="00A13A11">
    <w:pPr>
      <w:pStyle w:val="Presseinfo"/>
    </w:pPr>
    <w:r>
      <w:t>Presseinformation</w:t>
    </w:r>
    <w:r w:rsidR="00D6138A" w:rsidRPr="00D6138A">
      <w:rPr>
        <w:noProof/>
        <w:color w:val="2B579A"/>
        <w:shd w:val="clear" w:color="auto" w:fill="E6E6E6"/>
      </w:rPr>
      <w:drawing>
        <wp:anchor distT="0" distB="0" distL="114300" distR="114300" simplePos="0" relativeHeight="251658241" behindDoc="0" locked="0" layoutInCell="1" allowOverlap="1" wp14:anchorId="5C39F8EA" wp14:editId="370F1A13">
          <wp:simplePos x="0" y="0"/>
          <wp:positionH relativeFrom="page">
            <wp:posOffset>899795</wp:posOffset>
          </wp:positionH>
          <wp:positionV relativeFrom="page">
            <wp:posOffset>1033145</wp:posOffset>
          </wp:positionV>
          <wp:extent cx="2026800" cy="230400"/>
          <wp:effectExtent l="0" t="0" r="0" b="0"/>
          <wp:wrapNone/>
          <wp:docPr id="19" name="Grafik 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color w:val="2B579A"/>
        <w:shd w:val="clear" w:color="auto" w:fill="E6E6E6"/>
      </w:rPr>
      <w:drawing>
        <wp:anchor distT="0" distB="0" distL="114300" distR="114300" simplePos="0" relativeHeight="251658240" behindDoc="0" locked="0" layoutInCell="1" allowOverlap="1" wp14:anchorId="59682869" wp14:editId="0BE3385D">
          <wp:simplePos x="0" y="0"/>
          <wp:positionH relativeFrom="page">
            <wp:posOffset>5493385</wp:posOffset>
          </wp:positionH>
          <wp:positionV relativeFrom="page">
            <wp:posOffset>537210</wp:posOffset>
          </wp:positionV>
          <wp:extent cx="1803400" cy="90297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3400" cy="90297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Nmm15HaFXi20uU" int2:id="8PPMEU8d">
      <int2:state int2:value="Rejected" int2:type="AugLoop_Text_Critique"/>
    </int2:textHash>
    <int2:textHash int2:hashCode="Ll+gStImRO6Pi+" int2:id="EaUzZ6LD">
      <int2:state int2:value="Rejected" int2:type="AugLoop_Text_Critique"/>
    </int2:textHash>
    <int2:textHash int2:hashCode="CnI1v0B1EnFUOo" int2:id="SH5toHiM">
      <int2:state int2:value="Rejected" int2:type="AugLoop_Text_Critique"/>
    </int2:textHash>
    <int2:textHash int2:hashCode="dcBTNzDK8feFYc" int2:id="ieq4SQ9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6" w15:restartNumberingAfterBreak="0">
    <w:nsid w:val="6A760BB4"/>
    <w:multiLevelType w:val="multilevel"/>
    <w:tmpl w:val="5388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762144679">
    <w:abstractNumId w:val="7"/>
  </w:num>
  <w:num w:numId="2" w16cid:durableId="379400007">
    <w:abstractNumId w:val="1"/>
  </w:num>
  <w:num w:numId="3" w16cid:durableId="567039451">
    <w:abstractNumId w:val="5"/>
  </w:num>
  <w:num w:numId="4" w16cid:durableId="1116757791">
    <w:abstractNumId w:val="4"/>
  </w:num>
  <w:num w:numId="5" w16cid:durableId="340395289">
    <w:abstractNumId w:val="2"/>
  </w:num>
  <w:num w:numId="6" w16cid:durableId="948003289">
    <w:abstractNumId w:val="0"/>
  </w:num>
  <w:num w:numId="7" w16cid:durableId="139731669">
    <w:abstractNumId w:val="3"/>
  </w:num>
  <w:num w:numId="8" w16cid:durableId="853492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00"/>
    <w:rsid w:val="00002602"/>
    <w:rsid w:val="0000462A"/>
    <w:rsid w:val="00004FB1"/>
    <w:rsid w:val="0000536F"/>
    <w:rsid w:val="00006654"/>
    <w:rsid w:val="00006793"/>
    <w:rsid w:val="00014A63"/>
    <w:rsid w:val="0001574F"/>
    <w:rsid w:val="00016B81"/>
    <w:rsid w:val="00016FD1"/>
    <w:rsid w:val="000172FB"/>
    <w:rsid w:val="000179DD"/>
    <w:rsid w:val="00020528"/>
    <w:rsid w:val="0002169D"/>
    <w:rsid w:val="00024656"/>
    <w:rsid w:val="0002568F"/>
    <w:rsid w:val="00027E5B"/>
    <w:rsid w:val="00030857"/>
    <w:rsid w:val="00031817"/>
    <w:rsid w:val="00035C46"/>
    <w:rsid w:val="00037850"/>
    <w:rsid w:val="00037918"/>
    <w:rsid w:val="00040F37"/>
    <w:rsid w:val="00042493"/>
    <w:rsid w:val="00044646"/>
    <w:rsid w:val="00044886"/>
    <w:rsid w:val="00044E27"/>
    <w:rsid w:val="00045624"/>
    <w:rsid w:val="0004590F"/>
    <w:rsid w:val="000472C4"/>
    <w:rsid w:val="0005052C"/>
    <w:rsid w:val="00050A49"/>
    <w:rsid w:val="000515DB"/>
    <w:rsid w:val="00052576"/>
    <w:rsid w:val="00053E27"/>
    <w:rsid w:val="000541F1"/>
    <w:rsid w:val="00056398"/>
    <w:rsid w:val="00060A38"/>
    <w:rsid w:val="00060B8B"/>
    <w:rsid w:val="0006189D"/>
    <w:rsid w:val="000618BF"/>
    <w:rsid w:val="00061970"/>
    <w:rsid w:val="000620F5"/>
    <w:rsid w:val="000625AB"/>
    <w:rsid w:val="00064595"/>
    <w:rsid w:val="000654FC"/>
    <w:rsid w:val="0006573D"/>
    <w:rsid w:val="000661D8"/>
    <w:rsid w:val="00066ABD"/>
    <w:rsid w:val="00066F06"/>
    <w:rsid w:val="00067671"/>
    <w:rsid w:val="00067CB1"/>
    <w:rsid w:val="000703F8"/>
    <w:rsid w:val="00070529"/>
    <w:rsid w:val="000727C6"/>
    <w:rsid w:val="000741E5"/>
    <w:rsid w:val="0007610A"/>
    <w:rsid w:val="00076375"/>
    <w:rsid w:val="0007740E"/>
    <w:rsid w:val="000779EF"/>
    <w:rsid w:val="00083177"/>
    <w:rsid w:val="000832E5"/>
    <w:rsid w:val="000863EC"/>
    <w:rsid w:val="00087D6A"/>
    <w:rsid w:val="00090584"/>
    <w:rsid w:val="00091A61"/>
    <w:rsid w:val="00092055"/>
    <w:rsid w:val="0009263F"/>
    <w:rsid w:val="00093DA8"/>
    <w:rsid w:val="000956BD"/>
    <w:rsid w:val="00095CAA"/>
    <w:rsid w:val="00095FE1"/>
    <w:rsid w:val="000963FE"/>
    <w:rsid w:val="000969A2"/>
    <w:rsid w:val="00097EC4"/>
    <w:rsid w:val="000A04AB"/>
    <w:rsid w:val="000A1548"/>
    <w:rsid w:val="000A23D9"/>
    <w:rsid w:val="000A3FD0"/>
    <w:rsid w:val="000A5716"/>
    <w:rsid w:val="000A598C"/>
    <w:rsid w:val="000A6709"/>
    <w:rsid w:val="000A7A54"/>
    <w:rsid w:val="000B16C9"/>
    <w:rsid w:val="000B1D7E"/>
    <w:rsid w:val="000B3F8E"/>
    <w:rsid w:val="000C041A"/>
    <w:rsid w:val="000C0531"/>
    <w:rsid w:val="000C152F"/>
    <w:rsid w:val="000C2223"/>
    <w:rsid w:val="000C324C"/>
    <w:rsid w:val="000C3619"/>
    <w:rsid w:val="000C402A"/>
    <w:rsid w:val="000C41EA"/>
    <w:rsid w:val="000C5554"/>
    <w:rsid w:val="000C5904"/>
    <w:rsid w:val="000D0F6D"/>
    <w:rsid w:val="000D136C"/>
    <w:rsid w:val="000D146C"/>
    <w:rsid w:val="000D274E"/>
    <w:rsid w:val="000D4C88"/>
    <w:rsid w:val="000D4EF5"/>
    <w:rsid w:val="000D5B51"/>
    <w:rsid w:val="000D7DF1"/>
    <w:rsid w:val="000E08ED"/>
    <w:rsid w:val="000E2B37"/>
    <w:rsid w:val="000E3252"/>
    <w:rsid w:val="000E3531"/>
    <w:rsid w:val="000E5FE0"/>
    <w:rsid w:val="000F4EFA"/>
    <w:rsid w:val="000F5B4D"/>
    <w:rsid w:val="000F6BF9"/>
    <w:rsid w:val="000F7960"/>
    <w:rsid w:val="00103120"/>
    <w:rsid w:val="00103921"/>
    <w:rsid w:val="00103955"/>
    <w:rsid w:val="00107781"/>
    <w:rsid w:val="001109B7"/>
    <w:rsid w:val="00110A78"/>
    <w:rsid w:val="00110B89"/>
    <w:rsid w:val="0011104C"/>
    <w:rsid w:val="00111E26"/>
    <w:rsid w:val="0011326B"/>
    <w:rsid w:val="0011554B"/>
    <w:rsid w:val="00121516"/>
    <w:rsid w:val="00122C29"/>
    <w:rsid w:val="00123941"/>
    <w:rsid w:val="00125F7F"/>
    <w:rsid w:val="00126816"/>
    <w:rsid w:val="001269F3"/>
    <w:rsid w:val="001273D0"/>
    <w:rsid w:val="00127614"/>
    <w:rsid w:val="001312BD"/>
    <w:rsid w:val="001312E7"/>
    <w:rsid w:val="00131614"/>
    <w:rsid w:val="00136247"/>
    <w:rsid w:val="00136AA9"/>
    <w:rsid w:val="00140574"/>
    <w:rsid w:val="001440F7"/>
    <w:rsid w:val="00144D7C"/>
    <w:rsid w:val="00144F29"/>
    <w:rsid w:val="0014749B"/>
    <w:rsid w:val="00150EBD"/>
    <w:rsid w:val="00151057"/>
    <w:rsid w:val="00151761"/>
    <w:rsid w:val="001524A0"/>
    <w:rsid w:val="00152562"/>
    <w:rsid w:val="0015710E"/>
    <w:rsid w:val="00162447"/>
    <w:rsid w:val="0016319A"/>
    <w:rsid w:val="0016320B"/>
    <w:rsid w:val="00167447"/>
    <w:rsid w:val="00167CF6"/>
    <w:rsid w:val="001704E2"/>
    <w:rsid w:val="00170857"/>
    <w:rsid w:val="0017205A"/>
    <w:rsid w:val="001777D0"/>
    <w:rsid w:val="0018091D"/>
    <w:rsid w:val="00181E17"/>
    <w:rsid w:val="00182469"/>
    <w:rsid w:val="001828D6"/>
    <w:rsid w:val="00182B03"/>
    <w:rsid w:val="00184288"/>
    <w:rsid w:val="00185681"/>
    <w:rsid w:val="001857EB"/>
    <w:rsid w:val="00185AF5"/>
    <w:rsid w:val="001878DC"/>
    <w:rsid w:val="00187EAF"/>
    <w:rsid w:val="00191A57"/>
    <w:rsid w:val="00193B2A"/>
    <w:rsid w:val="00193CB2"/>
    <w:rsid w:val="00193DA1"/>
    <w:rsid w:val="00194F94"/>
    <w:rsid w:val="001A552E"/>
    <w:rsid w:val="001B035C"/>
    <w:rsid w:val="001B09D6"/>
    <w:rsid w:val="001B2B89"/>
    <w:rsid w:val="001B3049"/>
    <w:rsid w:val="001B35FF"/>
    <w:rsid w:val="001B3A21"/>
    <w:rsid w:val="001B47CA"/>
    <w:rsid w:val="001B47D7"/>
    <w:rsid w:val="001B5F7C"/>
    <w:rsid w:val="001B6782"/>
    <w:rsid w:val="001B7E51"/>
    <w:rsid w:val="001C35C4"/>
    <w:rsid w:val="001C3C31"/>
    <w:rsid w:val="001C5FAC"/>
    <w:rsid w:val="001C6604"/>
    <w:rsid w:val="001C7F01"/>
    <w:rsid w:val="001D40E9"/>
    <w:rsid w:val="001E0679"/>
    <w:rsid w:val="001E1273"/>
    <w:rsid w:val="001E233E"/>
    <w:rsid w:val="001E44A4"/>
    <w:rsid w:val="001E4983"/>
    <w:rsid w:val="001E4BE2"/>
    <w:rsid w:val="001E50BD"/>
    <w:rsid w:val="001E54BB"/>
    <w:rsid w:val="001E59B4"/>
    <w:rsid w:val="001F05E9"/>
    <w:rsid w:val="001F1D85"/>
    <w:rsid w:val="001F2156"/>
    <w:rsid w:val="001F33A9"/>
    <w:rsid w:val="001F4084"/>
    <w:rsid w:val="001F4C37"/>
    <w:rsid w:val="001F5120"/>
    <w:rsid w:val="001F6D3E"/>
    <w:rsid w:val="001F7778"/>
    <w:rsid w:val="00200A67"/>
    <w:rsid w:val="0020104B"/>
    <w:rsid w:val="00204034"/>
    <w:rsid w:val="00204C81"/>
    <w:rsid w:val="00204DAD"/>
    <w:rsid w:val="00205370"/>
    <w:rsid w:val="002068E7"/>
    <w:rsid w:val="00207261"/>
    <w:rsid w:val="00210D00"/>
    <w:rsid w:val="00211806"/>
    <w:rsid w:val="002123FB"/>
    <w:rsid w:val="0021285F"/>
    <w:rsid w:val="002148A4"/>
    <w:rsid w:val="0021708B"/>
    <w:rsid w:val="00222A07"/>
    <w:rsid w:val="00222B89"/>
    <w:rsid w:val="002231A6"/>
    <w:rsid w:val="0022484B"/>
    <w:rsid w:val="00224BF4"/>
    <w:rsid w:val="00225481"/>
    <w:rsid w:val="00231C47"/>
    <w:rsid w:val="00231F37"/>
    <w:rsid w:val="00233911"/>
    <w:rsid w:val="00236566"/>
    <w:rsid w:val="002424E8"/>
    <w:rsid w:val="00244413"/>
    <w:rsid w:val="00252D8A"/>
    <w:rsid w:val="00254178"/>
    <w:rsid w:val="0025426D"/>
    <w:rsid w:val="0025640A"/>
    <w:rsid w:val="002570EF"/>
    <w:rsid w:val="00260827"/>
    <w:rsid w:val="00261555"/>
    <w:rsid w:val="002616D6"/>
    <w:rsid w:val="00262974"/>
    <w:rsid w:val="00262F7C"/>
    <w:rsid w:val="00263043"/>
    <w:rsid w:val="002659A5"/>
    <w:rsid w:val="00266AD0"/>
    <w:rsid w:val="002671E9"/>
    <w:rsid w:val="0027005E"/>
    <w:rsid w:val="00270E50"/>
    <w:rsid w:val="002725DB"/>
    <w:rsid w:val="00272FB3"/>
    <w:rsid w:val="00275759"/>
    <w:rsid w:val="00276696"/>
    <w:rsid w:val="00282BDD"/>
    <w:rsid w:val="0028304F"/>
    <w:rsid w:val="00283C50"/>
    <w:rsid w:val="00284CC9"/>
    <w:rsid w:val="00284F62"/>
    <w:rsid w:val="00285049"/>
    <w:rsid w:val="002865E8"/>
    <w:rsid w:val="00286D1F"/>
    <w:rsid w:val="00287700"/>
    <w:rsid w:val="00290345"/>
    <w:rsid w:val="00292328"/>
    <w:rsid w:val="00292549"/>
    <w:rsid w:val="002962E9"/>
    <w:rsid w:val="00296B79"/>
    <w:rsid w:val="00296D82"/>
    <w:rsid w:val="002970BF"/>
    <w:rsid w:val="0029720C"/>
    <w:rsid w:val="002A0727"/>
    <w:rsid w:val="002A134C"/>
    <w:rsid w:val="002A36F0"/>
    <w:rsid w:val="002A4509"/>
    <w:rsid w:val="002A5900"/>
    <w:rsid w:val="002B0C35"/>
    <w:rsid w:val="002B35C0"/>
    <w:rsid w:val="002B3E96"/>
    <w:rsid w:val="002B490F"/>
    <w:rsid w:val="002B7331"/>
    <w:rsid w:val="002C18E5"/>
    <w:rsid w:val="002C2A20"/>
    <w:rsid w:val="002C5269"/>
    <w:rsid w:val="002C61A0"/>
    <w:rsid w:val="002C7144"/>
    <w:rsid w:val="002D0E24"/>
    <w:rsid w:val="002D117D"/>
    <w:rsid w:val="002D4666"/>
    <w:rsid w:val="002D5431"/>
    <w:rsid w:val="002D6123"/>
    <w:rsid w:val="002D7309"/>
    <w:rsid w:val="002D7B71"/>
    <w:rsid w:val="002D7DEE"/>
    <w:rsid w:val="002E020B"/>
    <w:rsid w:val="002E0226"/>
    <w:rsid w:val="002E541A"/>
    <w:rsid w:val="002E5DD7"/>
    <w:rsid w:val="002E6448"/>
    <w:rsid w:val="002F0ECA"/>
    <w:rsid w:val="002F0F44"/>
    <w:rsid w:val="002F2DE2"/>
    <w:rsid w:val="002F484C"/>
    <w:rsid w:val="002F58AE"/>
    <w:rsid w:val="002F7461"/>
    <w:rsid w:val="00300FD4"/>
    <w:rsid w:val="00301206"/>
    <w:rsid w:val="00301513"/>
    <w:rsid w:val="00301BBF"/>
    <w:rsid w:val="00301CD6"/>
    <w:rsid w:val="00302500"/>
    <w:rsid w:val="003026A5"/>
    <w:rsid w:val="00304689"/>
    <w:rsid w:val="00304ADF"/>
    <w:rsid w:val="00305A39"/>
    <w:rsid w:val="00306813"/>
    <w:rsid w:val="00307965"/>
    <w:rsid w:val="00311A1C"/>
    <w:rsid w:val="003122E1"/>
    <w:rsid w:val="003148FA"/>
    <w:rsid w:val="0031651E"/>
    <w:rsid w:val="003166C1"/>
    <w:rsid w:val="0031689A"/>
    <w:rsid w:val="003172DD"/>
    <w:rsid w:val="00320355"/>
    <w:rsid w:val="00322E2B"/>
    <w:rsid w:val="0032349F"/>
    <w:rsid w:val="00325507"/>
    <w:rsid w:val="003257E0"/>
    <w:rsid w:val="003257F6"/>
    <w:rsid w:val="003267A9"/>
    <w:rsid w:val="00326C89"/>
    <w:rsid w:val="00326FAE"/>
    <w:rsid w:val="00326FF4"/>
    <w:rsid w:val="0033205B"/>
    <w:rsid w:val="003328C7"/>
    <w:rsid w:val="003328D5"/>
    <w:rsid w:val="003378B3"/>
    <w:rsid w:val="0034048F"/>
    <w:rsid w:val="00340E0F"/>
    <w:rsid w:val="003415DE"/>
    <w:rsid w:val="00341683"/>
    <w:rsid w:val="00341C5A"/>
    <w:rsid w:val="00342C8B"/>
    <w:rsid w:val="00353800"/>
    <w:rsid w:val="003538F6"/>
    <w:rsid w:val="0035443D"/>
    <w:rsid w:val="00354A5F"/>
    <w:rsid w:val="003568D1"/>
    <w:rsid w:val="00356F92"/>
    <w:rsid w:val="00357202"/>
    <w:rsid w:val="00360151"/>
    <w:rsid w:val="0036116B"/>
    <w:rsid w:val="00362ED9"/>
    <w:rsid w:val="00363E7D"/>
    <w:rsid w:val="00365492"/>
    <w:rsid w:val="00366B13"/>
    <w:rsid w:val="003675A3"/>
    <w:rsid w:val="0037055F"/>
    <w:rsid w:val="003739E8"/>
    <w:rsid w:val="0037477C"/>
    <w:rsid w:val="00375386"/>
    <w:rsid w:val="003753D7"/>
    <w:rsid w:val="00376018"/>
    <w:rsid w:val="0037621E"/>
    <w:rsid w:val="003767C3"/>
    <w:rsid w:val="00377239"/>
    <w:rsid w:val="00380E34"/>
    <w:rsid w:val="00381C09"/>
    <w:rsid w:val="00381E33"/>
    <w:rsid w:val="00384426"/>
    <w:rsid w:val="00384F3A"/>
    <w:rsid w:val="00385E72"/>
    <w:rsid w:val="0038658E"/>
    <w:rsid w:val="00394C45"/>
    <w:rsid w:val="00394F70"/>
    <w:rsid w:val="00395F74"/>
    <w:rsid w:val="00397E34"/>
    <w:rsid w:val="003A06F7"/>
    <w:rsid w:val="003A1ED7"/>
    <w:rsid w:val="003A2E6C"/>
    <w:rsid w:val="003A3864"/>
    <w:rsid w:val="003A3EE4"/>
    <w:rsid w:val="003A5741"/>
    <w:rsid w:val="003A5FB2"/>
    <w:rsid w:val="003A6E04"/>
    <w:rsid w:val="003B1843"/>
    <w:rsid w:val="003B1CF1"/>
    <w:rsid w:val="003B66F6"/>
    <w:rsid w:val="003C6901"/>
    <w:rsid w:val="003C6CBF"/>
    <w:rsid w:val="003C72A9"/>
    <w:rsid w:val="003D1825"/>
    <w:rsid w:val="003D296C"/>
    <w:rsid w:val="003D4579"/>
    <w:rsid w:val="003D504D"/>
    <w:rsid w:val="003D59BE"/>
    <w:rsid w:val="003D69D5"/>
    <w:rsid w:val="003D7AD9"/>
    <w:rsid w:val="003D7D1C"/>
    <w:rsid w:val="003E1054"/>
    <w:rsid w:val="003E21F6"/>
    <w:rsid w:val="003E4566"/>
    <w:rsid w:val="003E6CD4"/>
    <w:rsid w:val="003E6ED6"/>
    <w:rsid w:val="003E78A4"/>
    <w:rsid w:val="003E7E13"/>
    <w:rsid w:val="003E7EF5"/>
    <w:rsid w:val="003F01EA"/>
    <w:rsid w:val="003F2F42"/>
    <w:rsid w:val="003F34D7"/>
    <w:rsid w:val="003F7C9C"/>
    <w:rsid w:val="0040184A"/>
    <w:rsid w:val="00401D96"/>
    <w:rsid w:val="004036C6"/>
    <w:rsid w:val="00403C07"/>
    <w:rsid w:val="004040C7"/>
    <w:rsid w:val="004062C5"/>
    <w:rsid w:val="004074CF"/>
    <w:rsid w:val="00407993"/>
    <w:rsid w:val="00410B41"/>
    <w:rsid w:val="00410D03"/>
    <w:rsid w:val="00410EF4"/>
    <w:rsid w:val="004136DB"/>
    <w:rsid w:val="00415FE7"/>
    <w:rsid w:val="004161D1"/>
    <w:rsid w:val="004215B5"/>
    <w:rsid w:val="00421831"/>
    <w:rsid w:val="00422407"/>
    <w:rsid w:val="00422919"/>
    <w:rsid w:val="00422F8C"/>
    <w:rsid w:val="00424F78"/>
    <w:rsid w:val="00427105"/>
    <w:rsid w:val="004307B4"/>
    <w:rsid w:val="004309BC"/>
    <w:rsid w:val="00430BC5"/>
    <w:rsid w:val="004312A0"/>
    <w:rsid w:val="00431998"/>
    <w:rsid w:val="00431B51"/>
    <w:rsid w:val="00432813"/>
    <w:rsid w:val="0043351C"/>
    <w:rsid w:val="004342F7"/>
    <w:rsid w:val="00436AAA"/>
    <w:rsid w:val="00436B89"/>
    <w:rsid w:val="00440CA7"/>
    <w:rsid w:val="00441ED8"/>
    <w:rsid w:val="0044232E"/>
    <w:rsid w:val="0044265B"/>
    <w:rsid w:val="0044374E"/>
    <w:rsid w:val="00445ECB"/>
    <w:rsid w:val="0044607C"/>
    <w:rsid w:val="0045076F"/>
    <w:rsid w:val="00450A61"/>
    <w:rsid w:val="0045126D"/>
    <w:rsid w:val="004515EF"/>
    <w:rsid w:val="00452BED"/>
    <w:rsid w:val="00453808"/>
    <w:rsid w:val="00460346"/>
    <w:rsid w:val="0046063B"/>
    <w:rsid w:val="00464200"/>
    <w:rsid w:val="00464D5D"/>
    <w:rsid w:val="00464F68"/>
    <w:rsid w:val="00465005"/>
    <w:rsid w:val="0046567A"/>
    <w:rsid w:val="004673D4"/>
    <w:rsid w:val="004709E7"/>
    <w:rsid w:val="00470D0D"/>
    <w:rsid w:val="0047278E"/>
    <w:rsid w:val="00474CD1"/>
    <w:rsid w:val="00474E6E"/>
    <w:rsid w:val="00474F53"/>
    <w:rsid w:val="00475A66"/>
    <w:rsid w:val="00475DDF"/>
    <w:rsid w:val="004818AD"/>
    <w:rsid w:val="00490812"/>
    <w:rsid w:val="00493B35"/>
    <w:rsid w:val="004956A5"/>
    <w:rsid w:val="00495AB0"/>
    <w:rsid w:val="00495D57"/>
    <w:rsid w:val="004965A7"/>
    <w:rsid w:val="00496942"/>
    <w:rsid w:val="00496EE6"/>
    <w:rsid w:val="004A00A1"/>
    <w:rsid w:val="004A0980"/>
    <w:rsid w:val="004A103A"/>
    <w:rsid w:val="004A1EDA"/>
    <w:rsid w:val="004A2E8A"/>
    <w:rsid w:val="004A3021"/>
    <w:rsid w:val="004A56D8"/>
    <w:rsid w:val="004A7BB9"/>
    <w:rsid w:val="004B0D76"/>
    <w:rsid w:val="004B11EE"/>
    <w:rsid w:val="004B13E9"/>
    <w:rsid w:val="004B14B4"/>
    <w:rsid w:val="004B1EFB"/>
    <w:rsid w:val="004B2911"/>
    <w:rsid w:val="004B3D22"/>
    <w:rsid w:val="004B3F5B"/>
    <w:rsid w:val="004B4AB9"/>
    <w:rsid w:val="004B5279"/>
    <w:rsid w:val="004B5625"/>
    <w:rsid w:val="004B78C0"/>
    <w:rsid w:val="004B7998"/>
    <w:rsid w:val="004C3C95"/>
    <w:rsid w:val="004C4D5B"/>
    <w:rsid w:val="004C6E7A"/>
    <w:rsid w:val="004C7064"/>
    <w:rsid w:val="004D15AD"/>
    <w:rsid w:val="004D23BA"/>
    <w:rsid w:val="004D2C5F"/>
    <w:rsid w:val="004D41CA"/>
    <w:rsid w:val="004D4589"/>
    <w:rsid w:val="004D606E"/>
    <w:rsid w:val="004D6106"/>
    <w:rsid w:val="004D645A"/>
    <w:rsid w:val="004E1460"/>
    <w:rsid w:val="004E1679"/>
    <w:rsid w:val="004E2976"/>
    <w:rsid w:val="004E367C"/>
    <w:rsid w:val="004E3C09"/>
    <w:rsid w:val="004E4868"/>
    <w:rsid w:val="004E4F0C"/>
    <w:rsid w:val="004E4F40"/>
    <w:rsid w:val="004F02F8"/>
    <w:rsid w:val="004F3AF4"/>
    <w:rsid w:val="004F4D22"/>
    <w:rsid w:val="004F51A6"/>
    <w:rsid w:val="004F5442"/>
    <w:rsid w:val="004F5EC2"/>
    <w:rsid w:val="004F60C9"/>
    <w:rsid w:val="004F6875"/>
    <w:rsid w:val="004F7E96"/>
    <w:rsid w:val="0050120A"/>
    <w:rsid w:val="00504052"/>
    <w:rsid w:val="00504C29"/>
    <w:rsid w:val="00505501"/>
    <w:rsid w:val="0050666A"/>
    <w:rsid w:val="005079E4"/>
    <w:rsid w:val="005116E1"/>
    <w:rsid w:val="0051307F"/>
    <w:rsid w:val="005139BD"/>
    <w:rsid w:val="005139FD"/>
    <w:rsid w:val="00513D13"/>
    <w:rsid w:val="005162D9"/>
    <w:rsid w:val="0051694B"/>
    <w:rsid w:val="00517543"/>
    <w:rsid w:val="005178AD"/>
    <w:rsid w:val="00520126"/>
    <w:rsid w:val="00521B86"/>
    <w:rsid w:val="0052548E"/>
    <w:rsid w:val="005259AB"/>
    <w:rsid w:val="005268D2"/>
    <w:rsid w:val="005272DD"/>
    <w:rsid w:val="00531C49"/>
    <w:rsid w:val="00531FE9"/>
    <w:rsid w:val="005338AA"/>
    <w:rsid w:val="00533F18"/>
    <w:rsid w:val="00537CFA"/>
    <w:rsid w:val="00541519"/>
    <w:rsid w:val="005428C6"/>
    <w:rsid w:val="00542E93"/>
    <w:rsid w:val="00543567"/>
    <w:rsid w:val="00544437"/>
    <w:rsid w:val="00544C3B"/>
    <w:rsid w:val="0054689D"/>
    <w:rsid w:val="005479D3"/>
    <w:rsid w:val="00547A04"/>
    <w:rsid w:val="00551D2F"/>
    <w:rsid w:val="00551F16"/>
    <w:rsid w:val="00552373"/>
    <w:rsid w:val="005531D9"/>
    <w:rsid w:val="005566F9"/>
    <w:rsid w:val="005576E8"/>
    <w:rsid w:val="00557A31"/>
    <w:rsid w:val="005612AF"/>
    <w:rsid w:val="0056147C"/>
    <w:rsid w:val="00561FF6"/>
    <w:rsid w:val="005650DD"/>
    <w:rsid w:val="00566ADE"/>
    <w:rsid w:val="00566CB2"/>
    <w:rsid w:val="00566F4F"/>
    <w:rsid w:val="005675AC"/>
    <w:rsid w:val="00567971"/>
    <w:rsid w:val="00567C83"/>
    <w:rsid w:val="0057175B"/>
    <w:rsid w:val="005758FE"/>
    <w:rsid w:val="00576DB5"/>
    <w:rsid w:val="00576FB5"/>
    <w:rsid w:val="0057741E"/>
    <w:rsid w:val="00582B31"/>
    <w:rsid w:val="0058302B"/>
    <w:rsid w:val="005834D9"/>
    <w:rsid w:val="00584916"/>
    <w:rsid w:val="00584F47"/>
    <w:rsid w:val="00586133"/>
    <w:rsid w:val="00591144"/>
    <w:rsid w:val="00591196"/>
    <w:rsid w:val="00591523"/>
    <w:rsid w:val="00592F37"/>
    <w:rsid w:val="00593A3C"/>
    <w:rsid w:val="005A0ECD"/>
    <w:rsid w:val="005A164D"/>
    <w:rsid w:val="005A24F0"/>
    <w:rsid w:val="005A30D7"/>
    <w:rsid w:val="005A6680"/>
    <w:rsid w:val="005AD9AF"/>
    <w:rsid w:val="005B220C"/>
    <w:rsid w:val="005B2254"/>
    <w:rsid w:val="005B38F0"/>
    <w:rsid w:val="005C0210"/>
    <w:rsid w:val="005C080B"/>
    <w:rsid w:val="005C3EA5"/>
    <w:rsid w:val="005C4E8A"/>
    <w:rsid w:val="005C5DE7"/>
    <w:rsid w:val="005C624C"/>
    <w:rsid w:val="005D16C6"/>
    <w:rsid w:val="005D18B0"/>
    <w:rsid w:val="005D26C2"/>
    <w:rsid w:val="005D3B9F"/>
    <w:rsid w:val="005D5D67"/>
    <w:rsid w:val="005D5EAB"/>
    <w:rsid w:val="005E051C"/>
    <w:rsid w:val="005E0C22"/>
    <w:rsid w:val="005E3A7B"/>
    <w:rsid w:val="005E6432"/>
    <w:rsid w:val="005E7869"/>
    <w:rsid w:val="005E7DC8"/>
    <w:rsid w:val="005F0CDF"/>
    <w:rsid w:val="005F3731"/>
    <w:rsid w:val="005F3B78"/>
    <w:rsid w:val="005F568F"/>
    <w:rsid w:val="00601095"/>
    <w:rsid w:val="006029EE"/>
    <w:rsid w:val="00603DBA"/>
    <w:rsid w:val="00607319"/>
    <w:rsid w:val="006136C2"/>
    <w:rsid w:val="00613D5C"/>
    <w:rsid w:val="00613E77"/>
    <w:rsid w:val="00615A43"/>
    <w:rsid w:val="006201B7"/>
    <w:rsid w:val="006209C3"/>
    <w:rsid w:val="00620AE4"/>
    <w:rsid w:val="00621557"/>
    <w:rsid w:val="006223E5"/>
    <w:rsid w:val="006232CC"/>
    <w:rsid w:val="006241CE"/>
    <w:rsid w:val="00624B7F"/>
    <w:rsid w:val="006258A8"/>
    <w:rsid w:val="00626383"/>
    <w:rsid w:val="00626D78"/>
    <w:rsid w:val="006272AC"/>
    <w:rsid w:val="006301EA"/>
    <w:rsid w:val="0063059E"/>
    <w:rsid w:val="00631256"/>
    <w:rsid w:val="0063349A"/>
    <w:rsid w:val="00635D08"/>
    <w:rsid w:val="0064193E"/>
    <w:rsid w:val="00641CB6"/>
    <w:rsid w:val="006435AC"/>
    <w:rsid w:val="00643AAB"/>
    <w:rsid w:val="00645799"/>
    <w:rsid w:val="00645848"/>
    <w:rsid w:val="0065079C"/>
    <w:rsid w:val="00653B77"/>
    <w:rsid w:val="0065668A"/>
    <w:rsid w:val="0066012E"/>
    <w:rsid w:val="006629F8"/>
    <w:rsid w:val="00664170"/>
    <w:rsid w:val="00664A61"/>
    <w:rsid w:val="0066644A"/>
    <w:rsid w:val="00666875"/>
    <w:rsid w:val="006677CF"/>
    <w:rsid w:val="00667F23"/>
    <w:rsid w:val="0067044D"/>
    <w:rsid w:val="00674954"/>
    <w:rsid w:val="00674CE5"/>
    <w:rsid w:val="00675B1A"/>
    <w:rsid w:val="0067739F"/>
    <w:rsid w:val="00680EE0"/>
    <w:rsid w:val="00682BE2"/>
    <w:rsid w:val="00682D59"/>
    <w:rsid w:val="0068396C"/>
    <w:rsid w:val="0068423C"/>
    <w:rsid w:val="0068609E"/>
    <w:rsid w:val="00686280"/>
    <w:rsid w:val="00687510"/>
    <w:rsid w:val="00691388"/>
    <w:rsid w:val="006937BD"/>
    <w:rsid w:val="00694997"/>
    <w:rsid w:val="00694A08"/>
    <w:rsid w:val="00694F19"/>
    <w:rsid w:val="0069569B"/>
    <w:rsid w:val="006964CF"/>
    <w:rsid w:val="006A0960"/>
    <w:rsid w:val="006A0E88"/>
    <w:rsid w:val="006A20C5"/>
    <w:rsid w:val="006A25B8"/>
    <w:rsid w:val="006A3176"/>
    <w:rsid w:val="006A321B"/>
    <w:rsid w:val="006A39CD"/>
    <w:rsid w:val="006A4B6D"/>
    <w:rsid w:val="006A7114"/>
    <w:rsid w:val="006B1612"/>
    <w:rsid w:val="006B36FF"/>
    <w:rsid w:val="006B43B5"/>
    <w:rsid w:val="006B4D0C"/>
    <w:rsid w:val="006B6818"/>
    <w:rsid w:val="006B7C5A"/>
    <w:rsid w:val="006C28BC"/>
    <w:rsid w:val="006C3A71"/>
    <w:rsid w:val="006C5C4E"/>
    <w:rsid w:val="006C6326"/>
    <w:rsid w:val="006C6D26"/>
    <w:rsid w:val="006C73D8"/>
    <w:rsid w:val="006D00BB"/>
    <w:rsid w:val="006D0B36"/>
    <w:rsid w:val="006D13A5"/>
    <w:rsid w:val="006D2A59"/>
    <w:rsid w:val="006D3409"/>
    <w:rsid w:val="006D5602"/>
    <w:rsid w:val="006D693F"/>
    <w:rsid w:val="006D7976"/>
    <w:rsid w:val="006E0F32"/>
    <w:rsid w:val="006E2900"/>
    <w:rsid w:val="006E3036"/>
    <w:rsid w:val="006E6C66"/>
    <w:rsid w:val="006F1ECB"/>
    <w:rsid w:val="006F2A39"/>
    <w:rsid w:val="006F3EC5"/>
    <w:rsid w:val="006F591F"/>
    <w:rsid w:val="006F61B7"/>
    <w:rsid w:val="006F70CA"/>
    <w:rsid w:val="006F7269"/>
    <w:rsid w:val="006F7849"/>
    <w:rsid w:val="00701DB1"/>
    <w:rsid w:val="007063C4"/>
    <w:rsid w:val="007102AB"/>
    <w:rsid w:val="0071155C"/>
    <w:rsid w:val="00711D24"/>
    <w:rsid w:val="00712D9C"/>
    <w:rsid w:val="007137F6"/>
    <w:rsid w:val="0071507D"/>
    <w:rsid w:val="007171DD"/>
    <w:rsid w:val="00720212"/>
    <w:rsid w:val="00721DE0"/>
    <w:rsid w:val="007225B4"/>
    <w:rsid w:val="00722B21"/>
    <w:rsid w:val="00723EFA"/>
    <w:rsid w:val="00727652"/>
    <w:rsid w:val="00732935"/>
    <w:rsid w:val="007339C3"/>
    <w:rsid w:val="007360BA"/>
    <w:rsid w:val="00740413"/>
    <w:rsid w:val="007411F7"/>
    <w:rsid w:val="007426B5"/>
    <w:rsid w:val="007506AE"/>
    <w:rsid w:val="00750A26"/>
    <w:rsid w:val="0075168E"/>
    <w:rsid w:val="00753491"/>
    <w:rsid w:val="00754ACA"/>
    <w:rsid w:val="007554C3"/>
    <w:rsid w:val="00761F70"/>
    <w:rsid w:val="007632B5"/>
    <w:rsid w:val="00767786"/>
    <w:rsid w:val="00767CD3"/>
    <w:rsid w:val="00772109"/>
    <w:rsid w:val="00773205"/>
    <w:rsid w:val="0077403B"/>
    <w:rsid w:val="00777275"/>
    <w:rsid w:val="00781435"/>
    <w:rsid w:val="00781E48"/>
    <w:rsid w:val="00782808"/>
    <w:rsid w:val="007831B2"/>
    <w:rsid w:val="00783CE3"/>
    <w:rsid w:val="0078665D"/>
    <w:rsid w:val="007871C0"/>
    <w:rsid w:val="007871EF"/>
    <w:rsid w:val="0078744B"/>
    <w:rsid w:val="00787C5A"/>
    <w:rsid w:val="0079033D"/>
    <w:rsid w:val="00791A39"/>
    <w:rsid w:val="00793616"/>
    <w:rsid w:val="00796115"/>
    <w:rsid w:val="007A4829"/>
    <w:rsid w:val="007A66D0"/>
    <w:rsid w:val="007A6AD8"/>
    <w:rsid w:val="007B2323"/>
    <w:rsid w:val="007B3474"/>
    <w:rsid w:val="007B371C"/>
    <w:rsid w:val="007B46DA"/>
    <w:rsid w:val="007B6B60"/>
    <w:rsid w:val="007C1230"/>
    <w:rsid w:val="007C14CB"/>
    <w:rsid w:val="007C17AF"/>
    <w:rsid w:val="007C1868"/>
    <w:rsid w:val="007C1BE3"/>
    <w:rsid w:val="007C281A"/>
    <w:rsid w:val="007C536A"/>
    <w:rsid w:val="007C58F0"/>
    <w:rsid w:val="007C7A7F"/>
    <w:rsid w:val="007D1DAE"/>
    <w:rsid w:val="007D3766"/>
    <w:rsid w:val="007D44D0"/>
    <w:rsid w:val="007D4B07"/>
    <w:rsid w:val="007D52BA"/>
    <w:rsid w:val="007D6BEE"/>
    <w:rsid w:val="007D6D89"/>
    <w:rsid w:val="007E0578"/>
    <w:rsid w:val="007E0693"/>
    <w:rsid w:val="007E0F4D"/>
    <w:rsid w:val="007E1A9D"/>
    <w:rsid w:val="007F07EA"/>
    <w:rsid w:val="007F0B4E"/>
    <w:rsid w:val="007F407D"/>
    <w:rsid w:val="007F6DB7"/>
    <w:rsid w:val="007F73E7"/>
    <w:rsid w:val="007F7D9A"/>
    <w:rsid w:val="00800BF2"/>
    <w:rsid w:val="008032FB"/>
    <w:rsid w:val="00804555"/>
    <w:rsid w:val="00804765"/>
    <w:rsid w:val="008065B1"/>
    <w:rsid w:val="008116F5"/>
    <w:rsid w:val="00812E9B"/>
    <w:rsid w:val="00814282"/>
    <w:rsid w:val="008167ED"/>
    <w:rsid w:val="008204FD"/>
    <w:rsid w:val="008209D1"/>
    <w:rsid w:val="00821278"/>
    <w:rsid w:val="008215EC"/>
    <w:rsid w:val="008218BF"/>
    <w:rsid w:val="00823AB9"/>
    <w:rsid w:val="008241BE"/>
    <w:rsid w:val="0082495B"/>
    <w:rsid w:val="00826660"/>
    <w:rsid w:val="0082705F"/>
    <w:rsid w:val="00827939"/>
    <w:rsid w:val="00831934"/>
    <w:rsid w:val="00832F1E"/>
    <w:rsid w:val="00834E7D"/>
    <w:rsid w:val="0083638A"/>
    <w:rsid w:val="00836C5F"/>
    <w:rsid w:val="00836EDC"/>
    <w:rsid w:val="0083A44C"/>
    <w:rsid w:val="00840204"/>
    <w:rsid w:val="00840941"/>
    <w:rsid w:val="00842950"/>
    <w:rsid w:val="0084355E"/>
    <w:rsid w:val="008456C2"/>
    <w:rsid w:val="00846B68"/>
    <w:rsid w:val="008475B4"/>
    <w:rsid w:val="00847859"/>
    <w:rsid w:val="00847B90"/>
    <w:rsid w:val="008524A4"/>
    <w:rsid w:val="00854EDA"/>
    <w:rsid w:val="00855495"/>
    <w:rsid w:val="008602F3"/>
    <w:rsid w:val="00860A3B"/>
    <w:rsid w:val="00860CE7"/>
    <w:rsid w:val="0086165E"/>
    <w:rsid w:val="00861680"/>
    <w:rsid w:val="00861B65"/>
    <w:rsid w:val="008620E3"/>
    <w:rsid w:val="00865513"/>
    <w:rsid w:val="008670AD"/>
    <w:rsid w:val="008732CC"/>
    <w:rsid w:val="00873335"/>
    <w:rsid w:val="00875C94"/>
    <w:rsid w:val="00877A17"/>
    <w:rsid w:val="00880CF8"/>
    <w:rsid w:val="00881421"/>
    <w:rsid w:val="008815CC"/>
    <w:rsid w:val="00882EA0"/>
    <w:rsid w:val="00882FC4"/>
    <w:rsid w:val="008847B7"/>
    <w:rsid w:val="00884856"/>
    <w:rsid w:val="008852C9"/>
    <w:rsid w:val="00886116"/>
    <w:rsid w:val="00886D48"/>
    <w:rsid w:val="008871E6"/>
    <w:rsid w:val="008875D6"/>
    <w:rsid w:val="00891F21"/>
    <w:rsid w:val="00892440"/>
    <w:rsid w:val="00892D30"/>
    <w:rsid w:val="008A1123"/>
    <w:rsid w:val="008A4C6C"/>
    <w:rsid w:val="008B0829"/>
    <w:rsid w:val="008B2764"/>
    <w:rsid w:val="008B6353"/>
    <w:rsid w:val="008B636A"/>
    <w:rsid w:val="008B70BF"/>
    <w:rsid w:val="008B7388"/>
    <w:rsid w:val="008B7CB2"/>
    <w:rsid w:val="008C1B78"/>
    <w:rsid w:val="008C2C32"/>
    <w:rsid w:val="008C357B"/>
    <w:rsid w:val="008D0664"/>
    <w:rsid w:val="008D0974"/>
    <w:rsid w:val="008D0D32"/>
    <w:rsid w:val="008D3110"/>
    <w:rsid w:val="008D4918"/>
    <w:rsid w:val="008D5483"/>
    <w:rsid w:val="008D5C0E"/>
    <w:rsid w:val="008D694C"/>
    <w:rsid w:val="008D6A16"/>
    <w:rsid w:val="008E16FB"/>
    <w:rsid w:val="008E2092"/>
    <w:rsid w:val="008E2345"/>
    <w:rsid w:val="008E35B6"/>
    <w:rsid w:val="008E506E"/>
    <w:rsid w:val="008E5365"/>
    <w:rsid w:val="008E646F"/>
    <w:rsid w:val="008F0891"/>
    <w:rsid w:val="008F2980"/>
    <w:rsid w:val="008F30CB"/>
    <w:rsid w:val="008F5F86"/>
    <w:rsid w:val="00900195"/>
    <w:rsid w:val="0090094A"/>
    <w:rsid w:val="00901394"/>
    <w:rsid w:val="0090189D"/>
    <w:rsid w:val="009027FF"/>
    <w:rsid w:val="009037B4"/>
    <w:rsid w:val="00904D7A"/>
    <w:rsid w:val="00904FB9"/>
    <w:rsid w:val="0090566A"/>
    <w:rsid w:val="0090C333"/>
    <w:rsid w:val="00913A41"/>
    <w:rsid w:val="00914AB2"/>
    <w:rsid w:val="00915D23"/>
    <w:rsid w:val="00915D50"/>
    <w:rsid w:val="009172CE"/>
    <w:rsid w:val="0092031B"/>
    <w:rsid w:val="009210B3"/>
    <w:rsid w:val="00921701"/>
    <w:rsid w:val="00922A09"/>
    <w:rsid w:val="00924F10"/>
    <w:rsid w:val="00925A9D"/>
    <w:rsid w:val="0092668F"/>
    <w:rsid w:val="0092F1BE"/>
    <w:rsid w:val="00930481"/>
    <w:rsid w:val="00931711"/>
    <w:rsid w:val="00932184"/>
    <w:rsid w:val="0093239E"/>
    <w:rsid w:val="00934692"/>
    <w:rsid w:val="009379A4"/>
    <w:rsid w:val="009413C0"/>
    <w:rsid w:val="00941475"/>
    <w:rsid w:val="00941C56"/>
    <w:rsid w:val="009430DE"/>
    <w:rsid w:val="00947251"/>
    <w:rsid w:val="00947829"/>
    <w:rsid w:val="00950390"/>
    <w:rsid w:val="009503FE"/>
    <w:rsid w:val="0095121F"/>
    <w:rsid w:val="00951B6F"/>
    <w:rsid w:val="009534DB"/>
    <w:rsid w:val="00954840"/>
    <w:rsid w:val="00960438"/>
    <w:rsid w:val="009606AD"/>
    <w:rsid w:val="0096157A"/>
    <w:rsid w:val="009628A1"/>
    <w:rsid w:val="00962CF5"/>
    <w:rsid w:val="00962F50"/>
    <w:rsid w:val="009639B7"/>
    <w:rsid w:val="00963CE5"/>
    <w:rsid w:val="00965726"/>
    <w:rsid w:val="0097292D"/>
    <w:rsid w:val="00973841"/>
    <w:rsid w:val="009746B9"/>
    <w:rsid w:val="009762EF"/>
    <w:rsid w:val="00976DC5"/>
    <w:rsid w:val="009809C4"/>
    <w:rsid w:val="009838E8"/>
    <w:rsid w:val="00984729"/>
    <w:rsid w:val="009847BE"/>
    <w:rsid w:val="00985BE9"/>
    <w:rsid w:val="009863E8"/>
    <w:rsid w:val="00987252"/>
    <w:rsid w:val="00987AFE"/>
    <w:rsid w:val="00990443"/>
    <w:rsid w:val="00990DA7"/>
    <w:rsid w:val="00991A16"/>
    <w:rsid w:val="0099261E"/>
    <w:rsid w:val="00992CC1"/>
    <w:rsid w:val="009955CD"/>
    <w:rsid w:val="0099623A"/>
    <w:rsid w:val="0099699D"/>
    <w:rsid w:val="009A017F"/>
    <w:rsid w:val="009A15F7"/>
    <w:rsid w:val="009A1EA3"/>
    <w:rsid w:val="009A202E"/>
    <w:rsid w:val="009A2134"/>
    <w:rsid w:val="009A4A41"/>
    <w:rsid w:val="009A4B80"/>
    <w:rsid w:val="009A6711"/>
    <w:rsid w:val="009B158C"/>
    <w:rsid w:val="009B1C19"/>
    <w:rsid w:val="009B2B02"/>
    <w:rsid w:val="009B3227"/>
    <w:rsid w:val="009B4081"/>
    <w:rsid w:val="009B44E0"/>
    <w:rsid w:val="009B46C3"/>
    <w:rsid w:val="009B581D"/>
    <w:rsid w:val="009B6249"/>
    <w:rsid w:val="009C1231"/>
    <w:rsid w:val="009C2A9D"/>
    <w:rsid w:val="009C3344"/>
    <w:rsid w:val="009C3890"/>
    <w:rsid w:val="009C3BF8"/>
    <w:rsid w:val="009C4117"/>
    <w:rsid w:val="009C4CAC"/>
    <w:rsid w:val="009C65C2"/>
    <w:rsid w:val="009D315E"/>
    <w:rsid w:val="009D3601"/>
    <w:rsid w:val="009D4266"/>
    <w:rsid w:val="009D4998"/>
    <w:rsid w:val="009D644C"/>
    <w:rsid w:val="009D72A5"/>
    <w:rsid w:val="009D7A7C"/>
    <w:rsid w:val="009E0EE9"/>
    <w:rsid w:val="009E2B23"/>
    <w:rsid w:val="009E361E"/>
    <w:rsid w:val="009E4879"/>
    <w:rsid w:val="009E529B"/>
    <w:rsid w:val="009E5E99"/>
    <w:rsid w:val="009E703A"/>
    <w:rsid w:val="009E7894"/>
    <w:rsid w:val="009E7EDE"/>
    <w:rsid w:val="009F05CC"/>
    <w:rsid w:val="009F0629"/>
    <w:rsid w:val="009F3FCF"/>
    <w:rsid w:val="009F49C8"/>
    <w:rsid w:val="009F5D9C"/>
    <w:rsid w:val="009F763C"/>
    <w:rsid w:val="00A014BC"/>
    <w:rsid w:val="00A01583"/>
    <w:rsid w:val="00A05549"/>
    <w:rsid w:val="00A05779"/>
    <w:rsid w:val="00A06817"/>
    <w:rsid w:val="00A06A29"/>
    <w:rsid w:val="00A10F60"/>
    <w:rsid w:val="00A11541"/>
    <w:rsid w:val="00A13A11"/>
    <w:rsid w:val="00A14726"/>
    <w:rsid w:val="00A14B93"/>
    <w:rsid w:val="00A16B13"/>
    <w:rsid w:val="00A1785A"/>
    <w:rsid w:val="00A20546"/>
    <w:rsid w:val="00A239BC"/>
    <w:rsid w:val="00A24B30"/>
    <w:rsid w:val="00A24C30"/>
    <w:rsid w:val="00A25C8A"/>
    <w:rsid w:val="00A2776A"/>
    <w:rsid w:val="00A30434"/>
    <w:rsid w:val="00A34546"/>
    <w:rsid w:val="00A34F9A"/>
    <w:rsid w:val="00A353D0"/>
    <w:rsid w:val="00A36D4E"/>
    <w:rsid w:val="00A400D4"/>
    <w:rsid w:val="00A40225"/>
    <w:rsid w:val="00A43DE4"/>
    <w:rsid w:val="00A43EF5"/>
    <w:rsid w:val="00A44083"/>
    <w:rsid w:val="00A44A63"/>
    <w:rsid w:val="00A462E7"/>
    <w:rsid w:val="00A47D11"/>
    <w:rsid w:val="00A50860"/>
    <w:rsid w:val="00A508DD"/>
    <w:rsid w:val="00A50FEA"/>
    <w:rsid w:val="00A5262D"/>
    <w:rsid w:val="00A545A4"/>
    <w:rsid w:val="00A557AD"/>
    <w:rsid w:val="00A56F3C"/>
    <w:rsid w:val="00A56F56"/>
    <w:rsid w:val="00A571D1"/>
    <w:rsid w:val="00A579A0"/>
    <w:rsid w:val="00A618CB"/>
    <w:rsid w:val="00A62C52"/>
    <w:rsid w:val="00A64233"/>
    <w:rsid w:val="00A64E3F"/>
    <w:rsid w:val="00A65E87"/>
    <w:rsid w:val="00A670BF"/>
    <w:rsid w:val="00A7237A"/>
    <w:rsid w:val="00A73839"/>
    <w:rsid w:val="00A74DBA"/>
    <w:rsid w:val="00A75085"/>
    <w:rsid w:val="00A7565B"/>
    <w:rsid w:val="00A762A5"/>
    <w:rsid w:val="00A80269"/>
    <w:rsid w:val="00A8273B"/>
    <w:rsid w:val="00A87014"/>
    <w:rsid w:val="00A87A50"/>
    <w:rsid w:val="00A913E1"/>
    <w:rsid w:val="00A91BBA"/>
    <w:rsid w:val="00A925AE"/>
    <w:rsid w:val="00A949C8"/>
    <w:rsid w:val="00A95251"/>
    <w:rsid w:val="00A953D2"/>
    <w:rsid w:val="00A95867"/>
    <w:rsid w:val="00AA0CDA"/>
    <w:rsid w:val="00AA49FE"/>
    <w:rsid w:val="00AA6EAE"/>
    <w:rsid w:val="00AB01B1"/>
    <w:rsid w:val="00AB0510"/>
    <w:rsid w:val="00AB58F6"/>
    <w:rsid w:val="00AB6334"/>
    <w:rsid w:val="00AC09CA"/>
    <w:rsid w:val="00AC0ED1"/>
    <w:rsid w:val="00AC348F"/>
    <w:rsid w:val="00AC447B"/>
    <w:rsid w:val="00AC5844"/>
    <w:rsid w:val="00AC5D66"/>
    <w:rsid w:val="00AC600B"/>
    <w:rsid w:val="00AC601F"/>
    <w:rsid w:val="00AC6C55"/>
    <w:rsid w:val="00AC6D04"/>
    <w:rsid w:val="00AC7A99"/>
    <w:rsid w:val="00AD0BD4"/>
    <w:rsid w:val="00AD0D49"/>
    <w:rsid w:val="00AD30BE"/>
    <w:rsid w:val="00AD391F"/>
    <w:rsid w:val="00AD4157"/>
    <w:rsid w:val="00AD5000"/>
    <w:rsid w:val="00AD56B8"/>
    <w:rsid w:val="00AD5C1B"/>
    <w:rsid w:val="00AD6826"/>
    <w:rsid w:val="00AE00FA"/>
    <w:rsid w:val="00AE21EA"/>
    <w:rsid w:val="00AE291A"/>
    <w:rsid w:val="00AE4C31"/>
    <w:rsid w:val="00AE5CFD"/>
    <w:rsid w:val="00AE6282"/>
    <w:rsid w:val="00AF0D5A"/>
    <w:rsid w:val="00AF156D"/>
    <w:rsid w:val="00AF203F"/>
    <w:rsid w:val="00AF254A"/>
    <w:rsid w:val="00AF2592"/>
    <w:rsid w:val="00AF26A1"/>
    <w:rsid w:val="00AF5FAC"/>
    <w:rsid w:val="00AF65EB"/>
    <w:rsid w:val="00B00426"/>
    <w:rsid w:val="00B03CC9"/>
    <w:rsid w:val="00B05D02"/>
    <w:rsid w:val="00B07EA1"/>
    <w:rsid w:val="00B131CC"/>
    <w:rsid w:val="00B14B39"/>
    <w:rsid w:val="00B152E6"/>
    <w:rsid w:val="00B15DE6"/>
    <w:rsid w:val="00B17D36"/>
    <w:rsid w:val="00B21F0E"/>
    <w:rsid w:val="00B22BA3"/>
    <w:rsid w:val="00B246CD"/>
    <w:rsid w:val="00B24F78"/>
    <w:rsid w:val="00B271E0"/>
    <w:rsid w:val="00B300B1"/>
    <w:rsid w:val="00B3066A"/>
    <w:rsid w:val="00B3631E"/>
    <w:rsid w:val="00B371C3"/>
    <w:rsid w:val="00B43036"/>
    <w:rsid w:val="00B43630"/>
    <w:rsid w:val="00B43EDB"/>
    <w:rsid w:val="00B442AC"/>
    <w:rsid w:val="00B45B4D"/>
    <w:rsid w:val="00B47297"/>
    <w:rsid w:val="00B509F1"/>
    <w:rsid w:val="00B50DBC"/>
    <w:rsid w:val="00B518C5"/>
    <w:rsid w:val="00B51C5B"/>
    <w:rsid w:val="00B531A2"/>
    <w:rsid w:val="00B546BA"/>
    <w:rsid w:val="00B553A6"/>
    <w:rsid w:val="00B5622D"/>
    <w:rsid w:val="00B565F1"/>
    <w:rsid w:val="00B56BD9"/>
    <w:rsid w:val="00B57EF2"/>
    <w:rsid w:val="00B63716"/>
    <w:rsid w:val="00B648BA"/>
    <w:rsid w:val="00B65EF9"/>
    <w:rsid w:val="00B6616A"/>
    <w:rsid w:val="00B66242"/>
    <w:rsid w:val="00B673A1"/>
    <w:rsid w:val="00B676BC"/>
    <w:rsid w:val="00B7285D"/>
    <w:rsid w:val="00B73C97"/>
    <w:rsid w:val="00B74D1F"/>
    <w:rsid w:val="00B80A5F"/>
    <w:rsid w:val="00B80EFD"/>
    <w:rsid w:val="00B813ED"/>
    <w:rsid w:val="00B816CB"/>
    <w:rsid w:val="00B83157"/>
    <w:rsid w:val="00B83D0E"/>
    <w:rsid w:val="00B841C2"/>
    <w:rsid w:val="00B84502"/>
    <w:rsid w:val="00B85C3D"/>
    <w:rsid w:val="00B85EB1"/>
    <w:rsid w:val="00B872C7"/>
    <w:rsid w:val="00B87CF4"/>
    <w:rsid w:val="00B901E0"/>
    <w:rsid w:val="00B91FE2"/>
    <w:rsid w:val="00B92017"/>
    <w:rsid w:val="00B92F99"/>
    <w:rsid w:val="00B97D63"/>
    <w:rsid w:val="00BA2940"/>
    <w:rsid w:val="00BA3CA3"/>
    <w:rsid w:val="00BA4883"/>
    <w:rsid w:val="00BA5136"/>
    <w:rsid w:val="00BA58A8"/>
    <w:rsid w:val="00BA7183"/>
    <w:rsid w:val="00BB29F6"/>
    <w:rsid w:val="00BB77CC"/>
    <w:rsid w:val="00BB7850"/>
    <w:rsid w:val="00BC1BC8"/>
    <w:rsid w:val="00BC4516"/>
    <w:rsid w:val="00BC79E9"/>
    <w:rsid w:val="00BC7F0C"/>
    <w:rsid w:val="00BD21B2"/>
    <w:rsid w:val="00BD4156"/>
    <w:rsid w:val="00BD5975"/>
    <w:rsid w:val="00BD5B3B"/>
    <w:rsid w:val="00BD5BE6"/>
    <w:rsid w:val="00BD7DAB"/>
    <w:rsid w:val="00BE27B2"/>
    <w:rsid w:val="00BE45F5"/>
    <w:rsid w:val="00BE4908"/>
    <w:rsid w:val="00BE7701"/>
    <w:rsid w:val="00BE7AE7"/>
    <w:rsid w:val="00BF189A"/>
    <w:rsid w:val="00BF26EF"/>
    <w:rsid w:val="00BF42DD"/>
    <w:rsid w:val="00BF5123"/>
    <w:rsid w:val="00BF61A3"/>
    <w:rsid w:val="00BF6B4D"/>
    <w:rsid w:val="00BF7D8B"/>
    <w:rsid w:val="00C00C66"/>
    <w:rsid w:val="00C024E5"/>
    <w:rsid w:val="00C0286C"/>
    <w:rsid w:val="00C04C14"/>
    <w:rsid w:val="00C04CE3"/>
    <w:rsid w:val="00C04DF3"/>
    <w:rsid w:val="00C05453"/>
    <w:rsid w:val="00C1017D"/>
    <w:rsid w:val="00C11C3D"/>
    <w:rsid w:val="00C1226A"/>
    <w:rsid w:val="00C15A9D"/>
    <w:rsid w:val="00C15E6A"/>
    <w:rsid w:val="00C15EB7"/>
    <w:rsid w:val="00C160F3"/>
    <w:rsid w:val="00C161FD"/>
    <w:rsid w:val="00C16A8B"/>
    <w:rsid w:val="00C17B7F"/>
    <w:rsid w:val="00C2146D"/>
    <w:rsid w:val="00C22DBE"/>
    <w:rsid w:val="00C2477A"/>
    <w:rsid w:val="00C24A15"/>
    <w:rsid w:val="00C251BF"/>
    <w:rsid w:val="00C2548D"/>
    <w:rsid w:val="00C257BF"/>
    <w:rsid w:val="00C26DA0"/>
    <w:rsid w:val="00C325FF"/>
    <w:rsid w:val="00C32780"/>
    <w:rsid w:val="00C32BF7"/>
    <w:rsid w:val="00C32F83"/>
    <w:rsid w:val="00C348C7"/>
    <w:rsid w:val="00C352E0"/>
    <w:rsid w:val="00C35C75"/>
    <w:rsid w:val="00C400D2"/>
    <w:rsid w:val="00C43E01"/>
    <w:rsid w:val="00C43FFA"/>
    <w:rsid w:val="00C446BC"/>
    <w:rsid w:val="00C45C4D"/>
    <w:rsid w:val="00C50C85"/>
    <w:rsid w:val="00C5337F"/>
    <w:rsid w:val="00C534CE"/>
    <w:rsid w:val="00C547F2"/>
    <w:rsid w:val="00C57767"/>
    <w:rsid w:val="00C61F8B"/>
    <w:rsid w:val="00C62900"/>
    <w:rsid w:val="00C634A2"/>
    <w:rsid w:val="00C63B21"/>
    <w:rsid w:val="00C64CDD"/>
    <w:rsid w:val="00C64E91"/>
    <w:rsid w:val="00C65203"/>
    <w:rsid w:val="00C6557B"/>
    <w:rsid w:val="00C708B1"/>
    <w:rsid w:val="00C70B71"/>
    <w:rsid w:val="00C70E62"/>
    <w:rsid w:val="00C70F41"/>
    <w:rsid w:val="00C72C97"/>
    <w:rsid w:val="00C72E64"/>
    <w:rsid w:val="00C731A6"/>
    <w:rsid w:val="00C74473"/>
    <w:rsid w:val="00C76C35"/>
    <w:rsid w:val="00C7757F"/>
    <w:rsid w:val="00C80A94"/>
    <w:rsid w:val="00C8127A"/>
    <w:rsid w:val="00C81962"/>
    <w:rsid w:val="00C83A19"/>
    <w:rsid w:val="00C83AC3"/>
    <w:rsid w:val="00C83AD1"/>
    <w:rsid w:val="00C85F0E"/>
    <w:rsid w:val="00C862A8"/>
    <w:rsid w:val="00C869C9"/>
    <w:rsid w:val="00C87094"/>
    <w:rsid w:val="00C873C4"/>
    <w:rsid w:val="00C8780E"/>
    <w:rsid w:val="00C91639"/>
    <w:rsid w:val="00C9352D"/>
    <w:rsid w:val="00C939B1"/>
    <w:rsid w:val="00C94333"/>
    <w:rsid w:val="00C94AC4"/>
    <w:rsid w:val="00C94FDB"/>
    <w:rsid w:val="00C953E8"/>
    <w:rsid w:val="00C97A57"/>
    <w:rsid w:val="00CA03BD"/>
    <w:rsid w:val="00CA0A6E"/>
    <w:rsid w:val="00CA1210"/>
    <w:rsid w:val="00CA1762"/>
    <w:rsid w:val="00CA3E6C"/>
    <w:rsid w:val="00CA4BBE"/>
    <w:rsid w:val="00CA4E4D"/>
    <w:rsid w:val="00CA53A9"/>
    <w:rsid w:val="00CA5A97"/>
    <w:rsid w:val="00CA7E19"/>
    <w:rsid w:val="00CB3A6B"/>
    <w:rsid w:val="00CB7324"/>
    <w:rsid w:val="00CC0B12"/>
    <w:rsid w:val="00CC0D19"/>
    <w:rsid w:val="00CC1E94"/>
    <w:rsid w:val="00CC3AD8"/>
    <w:rsid w:val="00CC3D68"/>
    <w:rsid w:val="00CC4661"/>
    <w:rsid w:val="00CC776B"/>
    <w:rsid w:val="00CC796D"/>
    <w:rsid w:val="00CD2A90"/>
    <w:rsid w:val="00CD4381"/>
    <w:rsid w:val="00CD4F1D"/>
    <w:rsid w:val="00CD5F2F"/>
    <w:rsid w:val="00CD7304"/>
    <w:rsid w:val="00CE0A5D"/>
    <w:rsid w:val="00CE1DBA"/>
    <w:rsid w:val="00CE2D0C"/>
    <w:rsid w:val="00CE58CE"/>
    <w:rsid w:val="00CE658B"/>
    <w:rsid w:val="00CE6E42"/>
    <w:rsid w:val="00CE7F81"/>
    <w:rsid w:val="00CF28CD"/>
    <w:rsid w:val="00CF4302"/>
    <w:rsid w:val="00CF6314"/>
    <w:rsid w:val="00CF7421"/>
    <w:rsid w:val="00CF772B"/>
    <w:rsid w:val="00D001EB"/>
    <w:rsid w:val="00D01A57"/>
    <w:rsid w:val="00D0461A"/>
    <w:rsid w:val="00D04B52"/>
    <w:rsid w:val="00D05323"/>
    <w:rsid w:val="00D07A54"/>
    <w:rsid w:val="00D07FEC"/>
    <w:rsid w:val="00D10155"/>
    <w:rsid w:val="00D1028F"/>
    <w:rsid w:val="00D14293"/>
    <w:rsid w:val="00D148DD"/>
    <w:rsid w:val="00D1535C"/>
    <w:rsid w:val="00D16845"/>
    <w:rsid w:val="00D173DA"/>
    <w:rsid w:val="00D17643"/>
    <w:rsid w:val="00D22009"/>
    <w:rsid w:val="00D220F0"/>
    <w:rsid w:val="00D22C77"/>
    <w:rsid w:val="00D240A7"/>
    <w:rsid w:val="00D2589A"/>
    <w:rsid w:val="00D26928"/>
    <w:rsid w:val="00D27753"/>
    <w:rsid w:val="00D32A61"/>
    <w:rsid w:val="00D335D1"/>
    <w:rsid w:val="00D37518"/>
    <w:rsid w:val="00D37B46"/>
    <w:rsid w:val="00D40318"/>
    <w:rsid w:val="00D436BD"/>
    <w:rsid w:val="00D44970"/>
    <w:rsid w:val="00D46272"/>
    <w:rsid w:val="00D4792E"/>
    <w:rsid w:val="00D5001E"/>
    <w:rsid w:val="00D50308"/>
    <w:rsid w:val="00D5123E"/>
    <w:rsid w:val="00D518CC"/>
    <w:rsid w:val="00D5339F"/>
    <w:rsid w:val="00D5563C"/>
    <w:rsid w:val="00D56040"/>
    <w:rsid w:val="00D60118"/>
    <w:rsid w:val="00D60293"/>
    <w:rsid w:val="00D608EF"/>
    <w:rsid w:val="00D60DA2"/>
    <w:rsid w:val="00D6138A"/>
    <w:rsid w:val="00D62C88"/>
    <w:rsid w:val="00D635D7"/>
    <w:rsid w:val="00D63DE4"/>
    <w:rsid w:val="00D642EA"/>
    <w:rsid w:val="00D6769B"/>
    <w:rsid w:val="00D67E9E"/>
    <w:rsid w:val="00D73B77"/>
    <w:rsid w:val="00D744C3"/>
    <w:rsid w:val="00D76AB7"/>
    <w:rsid w:val="00D81B15"/>
    <w:rsid w:val="00D8681A"/>
    <w:rsid w:val="00D876D1"/>
    <w:rsid w:val="00D91AF3"/>
    <w:rsid w:val="00D9295E"/>
    <w:rsid w:val="00D94238"/>
    <w:rsid w:val="00D9488F"/>
    <w:rsid w:val="00D95CE3"/>
    <w:rsid w:val="00D96177"/>
    <w:rsid w:val="00D965C9"/>
    <w:rsid w:val="00D97DAA"/>
    <w:rsid w:val="00DA1B42"/>
    <w:rsid w:val="00DB2C8A"/>
    <w:rsid w:val="00DB3126"/>
    <w:rsid w:val="00DB3BB2"/>
    <w:rsid w:val="00DB4236"/>
    <w:rsid w:val="00DC0644"/>
    <w:rsid w:val="00DC0B38"/>
    <w:rsid w:val="00DC19F0"/>
    <w:rsid w:val="00DC3610"/>
    <w:rsid w:val="00DC4AFD"/>
    <w:rsid w:val="00DC50E9"/>
    <w:rsid w:val="00DD08DC"/>
    <w:rsid w:val="00DD0C46"/>
    <w:rsid w:val="00DD46B0"/>
    <w:rsid w:val="00DD4D6E"/>
    <w:rsid w:val="00DD5236"/>
    <w:rsid w:val="00DD52CA"/>
    <w:rsid w:val="00DD78DB"/>
    <w:rsid w:val="00DE14CD"/>
    <w:rsid w:val="00DE2CF8"/>
    <w:rsid w:val="00DE3328"/>
    <w:rsid w:val="00DE3F10"/>
    <w:rsid w:val="00DE5632"/>
    <w:rsid w:val="00DF00F2"/>
    <w:rsid w:val="00DF0839"/>
    <w:rsid w:val="00E00E75"/>
    <w:rsid w:val="00E03713"/>
    <w:rsid w:val="00E03F4B"/>
    <w:rsid w:val="00E06368"/>
    <w:rsid w:val="00E068F8"/>
    <w:rsid w:val="00E0752E"/>
    <w:rsid w:val="00E1105B"/>
    <w:rsid w:val="00E11216"/>
    <w:rsid w:val="00E1335B"/>
    <w:rsid w:val="00E143E3"/>
    <w:rsid w:val="00E14651"/>
    <w:rsid w:val="00E148A3"/>
    <w:rsid w:val="00E17B2E"/>
    <w:rsid w:val="00E23EB3"/>
    <w:rsid w:val="00E271A1"/>
    <w:rsid w:val="00E3254F"/>
    <w:rsid w:val="00E32F9E"/>
    <w:rsid w:val="00E33406"/>
    <w:rsid w:val="00E34B8C"/>
    <w:rsid w:val="00E34DD7"/>
    <w:rsid w:val="00E34FE2"/>
    <w:rsid w:val="00E35AC4"/>
    <w:rsid w:val="00E36FDB"/>
    <w:rsid w:val="00E37503"/>
    <w:rsid w:val="00E40A94"/>
    <w:rsid w:val="00E4417A"/>
    <w:rsid w:val="00E44CA9"/>
    <w:rsid w:val="00E45131"/>
    <w:rsid w:val="00E46681"/>
    <w:rsid w:val="00E46B77"/>
    <w:rsid w:val="00E47D13"/>
    <w:rsid w:val="00E510C1"/>
    <w:rsid w:val="00E518A3"/>
    <w:rsid w:val="00E53046"/>
    <w:rsid w:val="00E53B6E"/>
    <w:rsid w:val="00E5429B"/>
    <w:rsid w:val="00E5520C"/>
    <w:rsid w:val="00E55A8B"/>
    <w:rsid w:val="00E57075"/>
    <w:rsid w:val="00E57DD8"/>
    <w:rsid w:val="00E607BE"/>
    <w:rsid w:val="00E60C6A"/>
    <w:rsid w:val="00E66C49"/>
    <w:rsid w:val="00E70D32"/>
    <w:rsid w:val="00E73766"/>
    <w:rsid w:val="00E74462"/>
    <w:rsid w:val="00E7715A"/>
    <w:rsid w:val="00E807AF"/>
    <w:rsid w:val="00E86325"/>
    <w:rsid w:val="00E866E2"/>
    <w:rsid w:val="00E870FF"/>
    <w:rsid w:val="00E8781E"/>
    <w:rsid w:val="00E87F98"/>
    <w:rsid w:val="00E905F0"/>
    <w:rsid w:val="00E921EE"/>
    <w:rsid w:val="00E925AC"/>
    <w:rsid w:val="00E93E10"/>
    <w:rsid w:val="00E954E4"/>
    <w:rsid w:val="00E95C08"/>
    <w:rsid w:val="00EA1568"/>
    <w:rsid w:val="00EA1620"/>
    <w:rsid w:val="00EA232F"/>
    <w:rsid w:val="00EA2EE2"/>
    <w:rsid w:val="00EA35CD"/>
    <w:rsid w:val="00EA40F6"/>
    <w:rsid w:val="00EA4AE8"/>
    <w:rsid w:val="00EA6E88"/>
    <w:rsid w:val="00EA79B3"/>
    <w:rsid w:val="00EB06D5"/>
    <w:rsid w:val="00EB1F2C"/>
    <w:rsid w:val="00EB2741"/>
    <w:rsid w:val="00EB2AA1"/>
    <w:rsid w:val="00EB344D"/>
    <w:rsid w:val="00EB4137"/>
    <w:rsid w:val="00EB57A3"/>
    <w:rsid w:val="00EB58C7"/>
    <w:rsid w:val="00EC04B7"/>
    <w:rsid w:val="00EC4448"/>
    <w:rsid w:val="00EC585F"/>
    <w:rsid w:val="00EC63AF"/>
    <w:rsid w:val="00EC7704"/>
    <w:rsid w:val="00EC7C59"/>
    <w:rsid w:val="00ED155D"/>
    <w:rsid w:val="00ED2229"/>
    <w:rsid w:val="00ED2B52"/>
    <w:rsid w:val="00ED3376"/>
    <w:rsid w:val="00ED68C0"/>
    <w:rsid w:val="00ED7399"/>
    <w:rsid w:val="00EE107F"/>
    <w:rsid w:val="00EE1C1A"/>
    <w:rsid w:val="00EE25EF"/>
    <w:rsid w:val="00EE51B6"/>
    <w:rsid w:val="00EE6FC3"/>
    <w:rsid w:val="00EF3976"/>
    <w:rsid w:val="00EF4519"/>
    <w:rsid w:val="00EF58C7"/>
    <w:rsid w:val="00EF6268"/>
    <w:rsid w:val="00EF65A7"/>
    <w:rsid w:val="00F0211B"/>
    <w:rsid w:val="00F0288F"/>
    <w:rsid w:val="00F048F5"/>
    <w:rsid w:val="00F055B0"/>
    <w:rsid w:val="00F0656E"/>
    <w:rsid w:val="00F067A4"/>
    <w:rsid w:val="00F06DCF"/>
    <w:rsid w:val="00F073FB"/>
    <w:rsid w:val="00F126E1"/>
    <w:rsid w:val="00F14398"/>
    <w:rsid w:val="00F147C2"/>
    <w:rsid w:val="00F14935"/>
    <w:rsid w:val="00F220DD"/>
    <w:rsid w:val="00F22181"/>
    <w:rsid w:val="00F223E1"/>
    <w:rsid w:val="00F22998"/>
    <w:rsid w:val="00F22C61"/>
    <w:rsid w:val="00F2411B"/>
    <w:rsid w:val="00F24DA0"/>
    <w:rsid w:val="00F26C6A"/>
    <w:rsid w:val="00F278A4"/>
    <w:rsid w:val="00F31048"/>
    <w:rsid w:val="00F317B7"/>
    <w:rsid w:val="00F33740"/>
    <w:rsid w:val="00F33C45"/>
    <w:rsid w:val="00F37C71"/>
    <w:rsid w:val="00F43E71"/>
    <w:rsid w:val="00F43ED7"/>
    <w:rsid w:val="00F45F6D"/>
    <w:rsid w:val="00F472FC"/>
    <w:rsid w:val="00F47DAC"/>
    <w:rsid w:val="00F5079D"/>
    <w:rsid w:val="00F516F6"/>
    <w:rsid w:val="00F51963"/>
    <w:rsid w:val="00F530BE"/>
    <w:rsid w:val="00F545E3"/>
    <w:rsid w:val="00F55207"/>
    <w:rsid w:val="00F57C89"/>
    <w:rsid w:val="00F614A2"/>
    <w:rsid w:val="00F6183B"/>
    <w:rsid w:val="00F61A45"/>
    <w:rsid w:val="00F62053"/>
    <w:rsid w:val="00F629E9"/>
    <w:rsid w:val="00F62DAC"/>
    <w:rsid w:val="00F62F08"/>
    <w:rsid w:val="00F65E77"/>
    <w:rsid w:val="00F6740A"/>
    <w:rsid w:val="00F71D86"/>
    <w:rsid w:val="00F728DC"/>
    <w:rsid w:val="00F72BF3"/>
    <w:rsid w:val="00F75029"/>
    <w:rsid w:val="00F81764"/>
    <w:rsid w:val="00F8275E"/>
    <w:rsid w:val="00F82A5C"/>
    <w:rsid w:val="00F86150"/>
    <w:rsid w:val="00F87106"/>
    <w:rsid w:val="00F87C62"/>
    <w:rsid w:val="00F90CA9"/>
    <w:rsid w:val="00F91E7B"/>
    <w:rsid w:val="00F92878"/>
    <w:rsid w:val="00F9605A"/>
    <w:rsid w:val="00F96A40"/>
    <w:rsid w:val="00F96B32"/>
    <w:rsid w:val="00FA0027"/>
    <w:rsid w:val="00FA0818"/>
    <w:rsid w:val="00FA253B"/>
    <w:rsid w:val="00FA4171"/>
    <w:rsid w:val="00FA4D29"/>
    <w:rsid w:val="00FA5018"/>
    <w:rsid w:val="00FA60B7"/>
    <w:rsid w:val="00FA64AF"/>
    <w:rsid w:val="00FA672F"/>
    <w:rsid w:val="00FA6925"/>
    <w:rsid w:val="00FA6EBF"/>
    <w:rsid w:val="00FA7261"/>
    <w:rsid w:val="00FB083A"/>
    <w:rsid w:val="00FB15FD"/>
    <w:rsid w:val="00FB212F"/>
    <w:rsid w:val="00FB2C44"/>
    <w:rsid w:val="00FB3C9C"/>
    <w:rsid w:val="00FB3E0A"/>
    <w:rsid w:val="00FB46BC"/>
    <w:rsid w:val="00FC6EE7"/>
    <w:rsid w:val="00FD0A81"/>
    <w:rsid w:val="00FD0B02"/>
    <w:rsid w:val="00FD0DEC"/>
    <w:rsid w:val="00FD1309"/>
    <w:rsid w:val="00FD3D1A"/>
    <w:rsid w:val="00FD3E39"/>
    <w:rsid w:val="00FD7FFA"/>
    <w:rsid w:val="00FE0F66"/>
    <w:rsid w:val="00FE14C1"/>
    <w:rsid w:val="00FE3833"/>
    <w:rsid w:val="00FE493C"/>
    <w:rsid w:val="00FE56A3"/>
    <w:rsid w:val="00FE67FB"/>
    <w:rsid w:val="00FE7625"/>
    <w:rsid w:val="00FE7C4F"/>
    <w:rsid w:val="00FF0A8F"/>
    <w:rsid w:val="00FF0C31"/>
    <w:rsid w:val="00FF2E18"/>
    <w:rsid w:val="00FF3F65"/>
    <w:rsid w:val="00FF4F21"/>
    <w:rsid w:val="00FF5398"/>
    <w:rsid w:val="00FF60AF"/>
    <w:rsid w:val="00FF6322"/>
    <w:rsid w:val="00FF6FB2"/>
    <w:rsid w:val="010F636B"/>
    <w:rsid w:val="012C9811"/>
    <w:rsid w:val="01EFE128"/>
    <w:rsid w:val="02259ECB"/>
    <w:rsid w:val="031257CC"/>
    <w:rsid w:val="041DAD11"/>
    <w:rsid w:val="04401195"/>
    <w:rsid w:val="04849475"/>
    <w:rsid w:val="04944EA1"/>
    <w:rsid w:val="04BD9D97"/>
    <w:rsid w:val="052E4AD2"/>
    <w:rsid w:val="05B753DC"/>
    <w:rsid w:val="076DFE57"/>
    <w:rsid w:val="079A34C9"/>
    <w:rsid w:val="07F0FBDB"/>
    <w:rsid w:val="083F9F59"/>
    <w:rsid w:val="085BC1D8"/>
    <w:rsid w:val="09308D70"/>
    <w:rsid w:val="0936F2DA"/>
    <w:rsid w:val="0AE62AA5"/>
    <w:rsid w:val="0B8DBC43"/>
    <w:rsid w:val="0BDEC3DA"/>
    <w:rsid w:val="0C4B5A20"/>
    <w:rsid w:val="0C654927"/>
    <w:rsid w:val="0C9C6A1C"/>
    <w:rsid w:val="0CAF00A1"/>
    <w:rsid w:val="0CF1D24E"/>
    <w:rsid w:val="0D2041EF"/>
    <w:rsid w:val="0E04BE42"/>
    <w:rsid w:val="0E0C9090"/>
    <w:rsid w:val="0E2E5792"/>
    <w:rsid w:val="0F1B1D18"/>
    <w:rsid w:val="0F6536C7"/>
    <w:rsid w:val="0F8C26CE"/>
    <w:rsid w:val="1006F285"/>
    <w:rsid w:val="10C67109"/>
    <w:rsid w:val="10DD353F"/>
    <w:rsid w:val="10F6B982"/>
    <w:rsid w:val="1182F842"/>
    <w:rsid w:val="124D5971"/>
    <w:rsid w:val="124E991F"/>
    <w:rsid w:val="130BABA0"/>
    <w:rsid w:val="13E5823F"/>
    <w:rsid w:val="144A248C"/>
    <w:rsid w:val="14B2221B"/>
    <w:rsid w:val="14DA63A8"/>
    <w:rsid w:val="14FBD9B6"/>
    <w:rsid w:val="14FCE433"/>
    <w:rsid w:val="150C8F37"/>
    <w:rsid w:val="15F7EECC"/>
    <w:rsid w:val="16355891"/>
    <w:rsid w:val="16538A49"/>
    <w:rsid w:val="169EEF1D"/>
    <w:rsid w:val="16D8D840"/>
    <w:rsid w:val="176C8E68"/>
    <w:rsid w:val="17BD4877"/>
    <w:rsid w:val="1834B4CD"/>
    <w:rsid w:val="18374B40"/>
    <w:rsid w:val="18B22497"/>
    <w:rsid w:val="18BD5977"/>
    <w:rsid w:val="1A424DCE"/>
    <w:rsid w:val="1A9090AB"/>
    <w:rsid w:val="1ADF3412"/>
    <w:rsid w:val="1B90D48E"/>
    <w:rsid w:val="1B919A91"/>
    <w:rsid w:val="1B9AF55C"/>
    <w:rsid w:val="1C7B0473"/>
    <w:rsid w:val="1D30ACD3"/>
    <w:rsid w:val="1DBAB757"/>
    <w:rsid w:val="1F28F8DD"/>
    <w:rsid w:val="1F4D1EE1"/>
    <w:rsid w:val="1F6A80B4"/>
    <w:rsid w:val="1F845B9B"/>
    <w:rsid w:val="1FE00BD7"/>
    <w:rsid w:val="2090E85C"/>
    <w:rsid w:val="21104BAC"/>
    <w:rsid w:val="213BE7AE"/>
    <w:rsid w:val="21500D80"/>
    <w:rsid w:val="21BD18BF"/>
    <w:rsid w:val="21F47A20"/>
    <w:rsid w:val="229EDD93"/>
    <w:rsid w:val="22C00184"/>
    <w:rsid w:val="22DC7CEC"/>
    <w:rsid w:val="230A0888"/>
    <w:rsid w:val="236EA22D"/>
    <w:rsid w:val="242F51A7"/>
    <w:rsid w:val="24712236"/>
    <w:rsid w:val="24B96FFB"/>
    <w:rsid w:val="24DE1CF5"/>
    <w:rsid w:val="24FCA5EB"/>
    <w:rsid w:val="25F2899B"/>
    <w:rsid w:val="25F7A246"/>
    <w:rsid w:val="26A83488"/>
    <w:rsid w:val="26DF4BE9"/>
    <w:rsid w:val="27221584"/>
    <w:rsid w:val="272B08CF"/>
    <w:rsid w:val="2766F269"/>
    <w:rsid w:val="283015BA"/>
    <w:rsid w:val="2866544A"/>
    <w:rsid w:val="28A5BD3B"/>
    <w:rsid w:val="28A77FD6"/>
    <w:rsid w:val="28AF07DA"/>
    <w:rsid w:val="28F6A778"/>
    <w:rsid w:val="298A772C"/>
    <w:rsid w:val="29B18424"/>
    <w:rsid w:val="29C2A5A6"/>
    <w:rsid w:val="29DA06A1"/>
    <w:rsid w:val="2A6BAB84"/>
    <w:rsid w:val="2ACA967C"/>
    <w:rsid w:val="2B476B8C"/>
    <w:rsid w:val="2B9194CC"/>
    <w:rsid w:val="2CAC5C06"/>
    <w:rsid w:val="2D832001"/>
    <w:rsid w:val="2DB14911"/>
    <w:rsid w:val="2E11D54C"/>
    <w:rsid w:val="2FC45443"/>
    <w:rsid w:val="306D05D2"/>
    <w:rsid w:val="311F4C7F"/>
    <w:rsid w:val="3174E731"/>
    <w:rsid w:val="31A0D97B"/>
    <w:rsid w:val="327C9AD8"/>
    <w:rsid w:val="329FB9C4"/>
    <w:rsid w:val="32C2AB58"/>
    <w:rsid w:val="32FB0E70"/>
    <w:rsid w:val="33AB0964"/>
    <w:rsid w:val="33D5699C"/>
    <w:rsid w:val="340E64DB"/>
    <w:rsid w:val="34585065"/>
    <w:rsid w:val="34954E5C"/>
    <w:rsid w:val="3496DED1"/>
    <w:rsid w:val="34A688E6"/>
    <w:rsid w:val="353B236D"/>
    <w:rsid w:val="358A6B53"/>
    <w:rsid w:val="35D5679A"/>
    <w:rsid w:val="35DB7642"/>
    <w:rsid w:val="36A862B6"/>
    <w:rsid w:val="3737ACFC"/>
    <w:rsid w:val="37867CF9"/>
    <w:rsid w:val="37F94872"/>
    <w:rsid w:val="3821CDC6"/>
    <w:rsid w:val="38246435"/>
    <w:rsid w:val="383FADBF"/>
    <w:rsid w:val="38AE757A"/>
    <w:rsid w:val="38C18A2A"/>
    <w:rsid w:val="38D077B7"/>
    <w:rsid w:val="38E1CBF0"/>
    <w:rsid w:val="396A4FF4"/>
    <w:rsid w:val="39C09983"/>
    <w:rsid w:val="3A35A9DA"/>
    <w:rsid w:val="3B062055"/>
    <w:rsid w:val="3B8E54F5"/>
    <w:rsid w:val="3CA1F0B6"/>
    <w:rsid w:val="3CA9A799"/>
    <w:rsid w:val="3D044242"/>
    <w:rsid w:val="3D57A22A"/>
    <w:rsid w:val="3D821EC0"/>
    <w:rsid w:val="3DB642C3"/>
    <w:rsid w:val="3DD16919"/>
    <w:rsid w:val="3DD7F5FB"/>
    <w:rsid w:val="3ECDE876"/>
    <w:rsid w:val="3F091FB8"/>
    <w:rsid w:val="3F7419A7"/>
    <w:rsid w:val="3F90159E"/>
    <w:rsid w:val="3F90519C"/>
    <w:rsid w:val="3FA21514"/>
    <w:rsid w:val="3FD67D70"/>
    <w:rsid w:val="403833F5"/>
    <w:rsid w:val="404C2F08"/>
    <w:rsid w:val="406F6C4B"/>
    <w:rsid w:val="408A2A41"/>
    <w:rsid w:val="40D12A94"/>
    <w:rsid w:val="413F3DE0"/>
    <w:rsid w:val="415E118E"/>
    <w:rsid w:val="42174932"/>
    <w:rsid w:val="4372C6CC"/>
    <w:rsid w:val="444C0E6E"/>
    <w:rsid w:val="4494DBB3"/>
    <w:rsid w:val="4495B250"/>
    <w:rsid w:val="452645C0"/>
    <w:rsid w:val="453D7671"/>
    <w:rsid w:val="45A3C6D6"/>
    <w:rsid w:val="45B1A8B6"/>
    <w:rsid w:val="45B83A80"/>
    <w:rsid w:val="45FF5722"/>
    <w:rsid w:val="4661FB59"/>
    <w:rsid w:val="46A08E08"/>
    <w:rsid w:val="46FE0783"/>
    <w:rsid w:val="478B7E92"/>
    <w:rsid w:val="47B5CA3B"/>
    <w:rsid w:val="47E4A35D"/>
    <w:rsid w:val="482EFFCE"/>
    <w:rsid w:val="4864E570"/>
    <w:rsid w:val="4936F7E4"/>
    <w:rsid w:val="49999C1B"/>
    <w:rsid w:val="4A35A845"/>
    <w:rsid w:val="4AF14C95"/>
    <w:rsid w:val="4B0C2DCE"/>
    <w:rsid w:val="4B856E2A"/>
    <w:rsid w:val="4BD3E663"/>
    <w:rsid w:val="4C100712"/>
    <w:rsid w:val="4CC44278"/>
    <w:rsid w:val="4D0694B4"/>
    <w:rsid w:val="4DC60FFD"/>
    <w:rsid w:val="4E53E4E1"/>
    <w:rsid w:val="4E85CA4D"/>
    <w:rsid w:val="4E8867D6"/>
    <w:rsid w:val="4ED0E0E0"/>
    <w:rsid w:val="4EE1A214"/>
    <w:rsid w:val="4F3FA7D9"/>
    <w:rsid w:val="5036E012"/>
    <w:rsid w:val="507C459A"/>
    <w:rsid w:val="50DEB3A0"/>
    <w:rsid w:val="50F2EF00"/>
    <w:rsid w:val="51DFB554"/>
    <w:rsid w:val="53607213"/>
    <w:rsid w:val="53781D04"/>
    <w:rsid w:val="541C0E25"/>
    <w:rsid w:val="542D5CD8"/>
    <w:rsid w:val="547CA0DD"/>
    <w:rsid w:val="54C251F1"/>
    <w:rsid w:val="54DED57E"/>
    <w:rsid w:val="5594112A"/>
    <w:rsid w:val="55E8B0D4"/>
    <w:rsid w:val="55F8B0EF"/>
    <w:rsid w:val="56540341"/>
    <w:rsid w:val="567F0A1D"/>
    <w:rsid w:val="56A0ED9C"/>
    <w:rsid w:val="56A4057E"/>
    <w:rsid w:val="572DB1D6"/>
    <w:rsid w:val="576E147A"/>
    <w:rsid w:val="5848F5B0"/>
    <w:rsid w:val="589EE671"/>
    <w:rsid w:val="58D561BD"/>
    <w:rsid w:val="590B9E42"/>
    <w:rsid w:val="59A3BEA1"/>
    <w:rsid w:val="5A6DE605"/>
    <w:rsid w:val="5A71321E"/>
    <w:rsid w:val="5AC41037"/>
    <w:rsid w:val="5B0B6F11"/>
    <w:rsid w:val="5B25C184"/>
    <w:rsid w:val="5B7776A1"/>
    <w:rsid w:val="5C0D027F"/>
    <w:rsid w:val="5C0EE06A"/>
    <w:rsid w:val="5C322768"/>
    <w:rsid w:val="5C8AC318"/>
    <w:rsid w:val="5D07EB02"/>
    <w:rsid w:val="5D134702"/>
    <w:rsid w:val="5D13D0D8"/>
    <w:rsid w:val="5D345978"/>
    <w:rsid w:val="5D5C407B"/>
    <w:rsid w:val="5DA8D2E0"/>
    <w:rsid w:val="5DB0C066"/>
    <w:rsid w:val="5DCDF7C9"/>
    <w:rsid w:val="5DDAFDB4"/>
    <w:rsid w:val="5EF743BB"/>
    <w:rsid w:val="5F44A341"/>
    <w:rsid w:val="5F4C90C7"/>
    <w:rsid w:val="604AE7C4"/>
    <w:rsid w:val="6096F7C8"/>
    <w:rsid w:val="61739C0C"/>
    <w:rsid w:val="61CA3C5B"/>
    <w:rsid w:val="625C36F4"/>
    <w:rsid w:val="62AB284E"/>
    <w:rsid w:val="62B00632"/>
    <w:rsid w:val="62C7EF54"/>
    <w:rsid w:val="632B93ED"/>
    <w:rsid w:val="63399942"/>
    <w:rsid w:val="63AC1FFA"/>
    <w:rsid w:val="642001EA"/>
    <w:rsid w:val="64A5CFDB"/>
    <w:rsid w:val="64DF3E5C"/>
    <w:rsid w:val="650A265F"/>
    <w:rsid w:val="6526CF41"/>
    <w:rsid w:val="65B6B363"/>
    <w:rsid w:val="65BBD24B"/>
    <w:rsid w:val="65ED2079"/>
    <w:rsid w:val="66C216CE"/>
    <w:rsid w:val="672C31E7"/>
    <w:rsid w:val="67722B41"/>
    <w:rsid w:val="68379893"/>
    <w:rsid w:val="685DE72F"/>
    <w:rsid w:val="686FF460"/>
    <w:rsid w:val="688D8C90"/>
    <w:rsid w:val="69D1CFB5"/>
    <w:rsid w:val="69F45849"/>
    <w:rsid w:val="69F9B790"/>
    <w:rsid w:val="6A1B5F93"/>
    <w:rsid w:val="6A96AA2B"/>
    <w:rsid w:val="6AEC3FBA"/>
    <w:rsid w:val="6B076D91"/>
    <w:rsid w:val="6B0EB3AB"/>
    <w:rsid w:val="6B22072D"/>
    <w:rsid w:val="6BAA590E"/>
    <w:rsid w:val="6BB257E7"/>
    <w:rsid w:val="6BB63769"/>
    <w:rsid w:val="6BD94FF0"/>
    <w:rsid w:val="6D76DEA1"/>
    <w:rsid w:val="6E2A39B9"/>
    <w:rsid w:val="6E9A9D1B"/>
    <w:rsid w:val="6ECBE1FA"/>
    <w:rsid w:val="6ED1D0FA"/>
    <w:rsid w:val="6F86000B"/>
    <w:rsid w:val="702FA7D7"/>
    <w:rsid w:val="7058E20A"/>
    <w:rsid w:val="70861C3F"/>
    <w:rsid w:val="709BE0BB"/>
    <w:rsid w:val="720C9DA9"/>
    <w:rsid w:val="721CCDCD"/>
    <w:rsid w:val="7243B615"/>
    <w:rsid w:val="725EF9FF"/>
    <w:rsid w:val="728B1DA7"/>
    <w:rsid w:val="7293A429"/>
    <w:rsid w:val="72B4C950"/>
    <w:rsid w:val="72E5DD74"/>
    <w:rsid w:val="72FA1FB9"/>
    <w:rsid w:val="73862AC0"/>
    <w:rsid w:val="73D3817D"/>
    <w:rsid w:val="74236838"/>
    <w:rsid w:val="759938D5"/>
    <w:rsid w:val="762B622A"/>
    <w:rsid w:val="76579560"/>
    <w:rsid w:val="76664627"/>
    <w:rsid w:val="76872A9C"/>
    <w:rsid w:val="76963E3B"/>
    <w:rsid w:val="76D83A98"/>
    <w:rsid w:val="77762535"/>
    <w:rsid w:val="77A30090"/>
    <w:rsid w:val="7865986F"/>
    <w:rsid w:val="78F1C65F"/>
    <w:rsid w:val="794C73D8"/>
    <w:rsid w:val="7A122932"/>
    <w:rsid w:val="7A4A22CE"/>
    <w:rsid w:val="7B8CA9BA"/>
    <w:rsid w:val="7B9E527D"/>
    <w:rsid w:val="7BBC6C2D"/>
    <w:rsid w:val="7BC31171"/>
    <w:rsid w:val="7C03DA38"/>
    <w:rsid w:val="7CE0391B"/>
    <w:rsid w:val="7CFF29FB"/>
    <w:rsid w:val="7D72CDA7"/>
    <w:rsid w:val="7D7A63C3"/>
    <w:rsid w:val="7E26D5F0"/>
    <w:rsid w:val="7E3BDD4E"/>
    <w:rsid w:val="7E5D1FA3"/>
    <w:rsid w:val="7EBCF34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7C65F"/>
  <w15:docId w15:val="{9DFDD96B-742E-4A5B-AD93-588AA043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3205B"/>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rPr>
      <w:lang w:val="en-US"/>
    </w:r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rsid w:val="004062C5"/>
    <w:rPr>
      <w:rFonts w:ascii="LTUnivers 330 BasicLight" w:hAnsi="LTUnivers 330 BasicLight"/>
      <w:b/>
      <w:bCs/>
      <w:i w:val="0"/>
    </w:rPr>
  </w:style>
  <w:style w:type="character" w:styleId="NichtaufgelsteErwhnung">
    <w:name w:val="Unresolved Mention"/>
    <w:basedOn w:val="Absatz-Standardschriftart"/>
    <w:uiPriority w:val="99"/>
    <w:semiHidden/>
    <w:unhideWhenUsed/>
    <w:rsid w:val="002A5900"/>
    <w:rPr>
      <w:color w:val="605E5C"/>
      <w:shd w:val="clear" w:color="auto" w:fill="E1DFDD"/>
    </w:rPr>
  </w:style>
  <w:style w:type="paragraph" w:styleId="berarbeitung">
    <w:name w:val="Revision"/>
    <w:hidden/>
    <w:uiPriority w:val="99"/>
    <w:semiHidden/>
    <w:rsid w:val="00A91BBA"/>
    <w:rPr>
      <w:rFonts w:asciiTheme="minorHAnsi" w:hAnsiTheme="minorHAnsi"/>
      <w:sz w:val="18"/>
    </w:rPr>
  </w:style>
  <w:style w:type="character" w:styleId="Kommentarzeichen">
    <w:name w:val="annotation reference"/>
    <w:basedOn w:val="Absatz-Standardschriftart"/>
    <w:semiHidden/>
    <w:unhideWhenUsed/>
    <w:rsid w:val="005D5D67"/>
    <w:rPr>
      <w:sz w:val="16"/>
      <w:szCs w:val="16"/>
    </w:rPr>
  </w:style>
  <w:style w:type="paragraph" w:styleId="Kommentartext">
    <w:name w:val="annotation text"/>
    <w:basedOn w:val="Standard"/>
    <w:link w:val="KommentartextZchn"/>
    <w:unhideWhenUsed/>
    <w:rsid w:val="005D5D67"/>
    <w:pPr>
      <w:spacing w:line="240" w:lineRule="auto"/>
    </w:pPr>
    <w:rPr>
      <w:sz w:val="20"/>
    </w:rPr>
  </w:style>
  <w:style w:type="character" w:customStyle="1" w:styleId="KommentartextZchn">
    <w:name w:val="Kommentartext Zchn"/>
    <w:basedOn w:val="Absatz-Standardschriftart"/>
    <w:link w:val="Kommentartext"/>
    <w:rsid w:val="005D5D67"/>
    <w:rPr>
      <w:rFonts w:asciiTheme="minorHAnsi" w:hAnsiTheme="minorHAnsi"/>
    </w:rPr>
  </w:style>
  <w:style w:type="paragraph" w:styleId="Kommentarthema">
    <w:name w:val="annotation subject"/>
    <w:basedOn w:val="Kommentartext"/>
    <w:next w:val="Kommentartext"/>
    <w:link w:val="KommentarthemaZchn"/>
    <w:semiHidden/>
    <w:unhideWhenUsed/>
    <w:rsid w:val="005D5D67"/>
    <w:rPr>
      <w:b/>
      <w:bCs/>
    </w:rPr>
  </w:style>
  <w:style w:type="character" w:customStyle="1" w:styleId="KommentarthemaZchn">
    <w:name w:val="Kommentarthema Zchn"/>
    <w:basedOn w:val="KommentartextZchn"/>
    <w:link w:val="Kommentarthema"/>
    <w:semiHidden/>
    <w:rsid w:val="005D5D67"/>
    <w:rPr>
      <w:rFonts w:asciiTheme="minorHAnsi" w:hAnsiTheme="minorHAnsi"/>
      <w:b/>
      <w:bCs/>
    </w:rPr>
  </w:style>
  <w:style w:type="paragraph" w:styleId="StandardWeb">
    <w:name w:val="Normal (Web)"/>
    <w:basedOn w:val="Standard"/>
    <w:uiPriority w:val="99"/>
    <w:semiHidden/>
    <w:unhideWhenUsed/>
    <w:rsid w:val="00D876D1"/>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41C56"/>
    <w:rPr>
      <w:rFonts w:ascii="Segoe UI" w:hAnsi="Segoe UI" w:cs="Segoe UI" w:hint="default"/>
      <w:sz w:val="18"/>
      <w:szCs w:val="18"/>
    </w:rPr>
  </w:style>
  <w:style w:type="paragraph" w:customStyle="1" w:styleId="pf0">
    <w:name w:val="pf0"/>
    <w:basedOn w:val="Standard"/>
    <w:rsid w:val="009762EF"/>
    <w:pPr>
      <w:spacing w:before="100" w:beforeAutospacing="1" w:after="100" w:afterAutospacing="1" w:line="240" w:lineRule="auto"/>
    </w:pPr>
    <w:rPr>
      <w:rFonts w:ascii="Times New Roman" w:hAnsi="Times New Roman"/>
      <w:sz w:val="24"/>
      <w:szCs w:val="24"/>
    </w:rPr>
  </w:style>
  <w:style w:type="paragraph" w:styleId="Listenabsatz">
    <w:name w:val="List Paragraph"/>
    <w:basedOn w:val="Standard"/>
    <w:uiPriority w:val="34"/>
    <w:qFormat/>
    <w:rsid w:val="00F516F6"/>
    <w:pPr>
      <w:spacing w:before="100" w:beforeAutospacing="1" w:after="100" w:afterAutospacing="1" w:line="240" w:lineRule="auto"/>
    </w:pPr>
    <w:rPr>
      <w:rFonts w:ascii="Times New Roman" w:hAnsi="Times New Roman"/>
      <w:sz w:val="24"/>
      <w:szCs w:val="24"/>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735388">
      <w:bodyDiv w:val="1"/>
      <w:marLeft w:val="0"/>
      <w:marRight w:val="0"/>
      <w:marTop w:val="0"/>
      <w:marBottom w:val="0"/>
      <w:divBdr>
        <w:top w:val="none" w:sz="0" w:space="0" w:color="auto"/>
        <w:left w:val="none" w:sz="0" w:space="0" w:color="auto"/>
        <w:bottom w:val="none" w:sz="0" w:space="0" w:color="auto"/>
        <w:right w:val="none" w:sz="0" w:space="0" w:color="auto"/>
      </w:divBdr>
    </w:div>
    <w:div w:id="384646102">
      <w:bodyDiv w:val="1"/>
      <w:marLeft w:val="0"/>
      <w:marRight w:val="0"/>
      <w:marTop w:val="0"/>
      <w:marBottom w:val="0"/>
      <w:divBdr>
        <w:top w:val="none" w:sz="0" w:space="0" w:color="auto"/>
        <w:left w:val="none" w:sz="0" w:space="0" w:color="auto"/>
        <w:bottom w:val="none" w:sz="0" w:space="0" w:color="auto"/>
        <w:right w:val="none" w:sz="0" w:space="0" w:color="auto"/>
      </w:divBdr>
    </w:div>
    <w:div w:id="641467197">
      <w:bodyDiv w:val="1"/>
      <w:marLeft w:val="0"/>
      <w:marRight w:val="0"/>
      <w:marTop w:val="0"/>
      <w:marBottom w:val="0"/>
      <w:divBdr>
        <w:top w:val="none" w:sz="0" w:space="0" w:color="auto"/>
        <w:left w:val="none" w:sz="0" w:space="0" w:color="auto"/>
        <w:bottom w:val="none" w:sz="0" w:space="0" w:color="auto"/>
        <w:right w:val="none" w:sz="0" w:space="0" w:color="auto"/>
      </w:divBdr>
    </w:div>
    <w:div w:id="1051803275">
      <w:bodyDiv w:val="1"/>
      <w:marLeft w:val="0"/>
      <w:marRight w:val="0"/>
      <w:marTop w:val="0"/>
      <w:marBottom w:val="0"/>
      <w:divBdr>
        <w:top w:val="none" w:sz="0" w:space="0" w:color="auto"/>
        <w:left w:val="none" w:sz="0" w:space="0" w:color="auto"/>
        <w:bottom w:val="none" w:sz="0" w:space="0" w:color="auto"/>
        <w:right w:val="none" w:sz="0" w:space="0" w:color="auto"/>
      </w:divBdr>
    </w:div>
    <w:div w:id="149922946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oto-dachfenster.d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e@rotofrank.com" TargetMode="Externa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stanze\AppData\Local\Microsoft\Windows\INetCache\Content.Outlook\KADA0JV3\Presseinfo%20(002).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EB1B9721F96A5429CBA2DF98D680D11" ma:contentTypeVersion="18" ma:contentTypeDescription="Ein neues Dokument erstellen." ma:contentTypeScope="" ma:versionID="e5ec02f4c071d6a6422e2041f2122aa4">
  <xsd:schema xmlns:xsd="http://www.w3.org/2001/XMLSchema" xmlns:xs="http://www.w3.org/2001/XMLSchema" xmlns:p="http://schemas.microsoft.com/office/2006/metadata/properties" xmlns:ns2="32936408-a506-4b40-b191-9da2bdcd8ae5" xmlns:ns3="133b6fcf-914f-406c-88fb-d2c0b80015ad" targetNamespace="http://schemas.microsoft.com/office/2006/metadata/properties" ma:root="true" ma:fieldsID="3c26171c882e7e95d0cac59bfb957600" ns2:_="" ns3:_="">
    <xsd:import namespace="32936408-a506-4b40-b191-9da2bdcd8ae5"/>
    <xsd:import namespace="133b6fcf-914f-406c-88fb-d2c0b80015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36408-a506-4b40-b191-9da2bdcd8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a4dec220-8b5a-44d1-83a5-ad265b7ca5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3b6fcf-914f-406c-88fb-d2c0b80015a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2e4950-a54a-48f6-8719-8621a859f15f}" ma:internalName="TaxCatchAll" ma:showField="CatchAllData" ma:web="133b6fcf-914f-406c-88fb-d2c0b80015a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936408-a506-4b40-b191-9da2bdcd8ae5">
      <Terms xmlns="http://schemas.microsoft.com/office/infopath/2007/PartnerControls"/>
    </lcf76f155ced4ddcb4097134ff3c332f>
    <TaxCatchAll xmlns="133b6fcf-914f-406c-88fb-d2c0b80015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3DC0B-AE82-42A4-B446-3FCDE49489DC}">
  <ds:schemaRefs>
    <ds:schemaRef ds:uri="http://schemas.openxmlformats.org/officeDocument/2006/bibliography"/>
  </ds:schemaRefs>
</ds:datastoreItem>
</file>

<file path=customXml/itemProps2.xml><?xml version="1.0" encoding="utf-8"?>
<ds:datastoreItem xmlns:ds="http://schemas.openxmlformats.org/officeDocument/2006/customXml" ds:itemID="{92814A2F-FFB3-46F6-9F72-AFE7997B7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36408-a506-4b40-b191-9da2bdcd8ae5"/>
    <ds:schemaRef ds:uri="133b6fcf-914f-406c-88fb-d2c0b8001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E4BB1-0B77-4752-8DE0-E0014E279A18}">
  <ds:schemaRefs>
    <ds:schemaRef ds:uri="http://schemas.microsoft.com/office/2006/metadata/properties"/>
    <ds:schemaRef ds:uri="http://schemas.microsoft.com/office/infopath/2007/PartnerControls"/>
    <ds:schemaRef ds:uri="32936408-a506-4b40-b191-9da2bdcd8ae5"/>
    <ds:schemaRef ds:uri="133b6fcf-914f-406c-88fb-d2c0b80015ad"/>
  </ds:schemaRefs>
</ds:datastoreItem>
</file>

<file path=customXml/itemProps4.xml><?xml version="1.0" encoding="utf-8"?>
<ds:datastoreItem xmlns:ds="http://schemas.openxmlformats.org/officeDocument/2006/customXml" ds:itemID="{4DB87933-484E-4022-9415-AE080A130E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Presseinfo (002).dotx</Template>
  <TotalTime>0</TotalTime>
  <Pages>3</Pages>
  <Words>719</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Roto</Company>
  <LinksUpToDate>false</LinksUpToDate>
  <CharactersWithSpaces>5244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Konstanze Kulus</dc:creator>
  <cp:keywords/>
  <dc:description/>
  <cp:lastModifiedBy>Konstanze Kulus</cp:lastModifiedBy>
  <cp:revision>4</cp:revision>
  <cp:lastPrinted>2025-05-13T09:02:00Z</cp:lastPrinted>
  <dcterms:created xsi:type="dcterms:W3CDTF">2025-05-13T09:01:00Z</dcterms:created>
  <dcterms:modified xsi:type="dcterms:W3CDTF">2025-05-13T09:02:00Z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0x0101004EB1B9721F96A5429CBA2DF98D680D11</vt:lpwstr>
  </property>
  <property fmtid="{D5CDD505-2E9C-101B-9397-08002B2CF9AE}" pid="3" name="MediaServiceImageTags">
    <vt:lpwstr/>
  </property>
  <property fmtid="{D5CDD505-2E9C-101B-9397-08002B2CF9AE}" pid="4" name="_dlc_DocIdItemGuid">
    <vt:lpwstr>a3662e69-8d95-4d63-8e59-0c29f03f799e</vt:lpwstr>
  </property>
</Properties>
</file>