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D4EEE" w14:textId="4F282D7B" w:rsidR="00664170" w:rsidRPr="00847B90" w:rsidRDefault="00D001EB" w:rsidP="004E4F0C">
      <w:pPr>
        <w:spacing w:line="280" w:lineRule="atLeast"/>
        <w:jc w:val="both"/>
        <w:rPr>
          <w:rFonts w:ascii="Univers Next W1G Light" w:eastAsia="Univers Next W1G Light" w:hAnsi="Univers Next W1G Light" w:cs="Univers Next W1G Light"/>
        </w:rPr>
      </w:pPr>
      <w:bookmarkStart w:id="0" w:name="_Hlk192492990"/>
      <w:bookmarkEnd w:id="0"/>
      <w:r w:rsidRPr="00847B90">
        <w:rPr>
          <w:rFonts w:ascii="Univers Next W1G Light" w:hAnsi="Univers Next W1G Light"/>
          <w:b/>
          <w:bCs/>
        </w:rPr>
        <w:t>Datum</w:t>
      </w:r>
      <w:r w:rsidRPr="004E2976">
        <w:rPr>
          <w:rFonts w:ascii="Univers Next W1G Light" w:hAnsi="Univers Next W1G Light"/>
          <w:b/>
          <w:bCs/>
        </w:rPr>
        <w:t>:</w:t>
      </w:r>
      <w:r w:rsidRPr="004E2976">
        <w:rPr>
          <w:rFonts w:ascii="Univers Next W1G Light" w:hAnsi="Univers Next W1G Light"/>
        </w:rPr>
        <w:t xml:space="preserve"> </w:t>
      </w:r>
      <w:r w:rsidR="002E7B69">
        <w:rPr>
          <w:rFonts w:ascii="Univers Next W1G Light" w:hAnsi="Univers Next W1G Light"/>
        </w:rPr>
        <w:t>1</w:t>
      </w:r>
      <w:r w:rsidR="00166819">
        <w:rPr>
          <w:rFonts w:ascii="Univers Next W1G Light" w:hAnsi="Univers Next W1G Light"/>
        </w:rPr>
        <w:t>6</w:t>
      </w:r>
      <w:r w:rsidR="007C536A" w:rsidRPr="004E2976">
        <w:rPr>
          <w:rFonts w:ascii="Univers Next W1G Light" w:hAnsi="Univers Next W1G Light"/>
        </w:rPr>
        <w:t xml:space="preserve">. </w:t>
      </w:r>
      <w:r w:rsidR="00E36FDB" w:rsidRPr="004E2976">
        <w:rPr>
          <w:rFonts w:ascii="Univers Next W1G Light" w:hAnsi="Univers Next W1G Light"/>
        </w:rPr>
        <w:t>Mai</w:t>
      </w:r>
      <w:r w:rsidR="00C97A57" w:rsidRPr="004E2976">
        <w:rPr>
          <w:rFonts w:ascii="Univers Next W1G Light" w:hAnsi="Univers Next W1G Light"/>
        </w:rPr>
        <w:t xml:space="preserve"> </w:t>
      </w:r>
      <w:r w:rsidRPr="004E2976">
        <w:rPr>
          <w:rFonts w:ascii="Univers Next W1G Light" w:eastAsia="Univers Next W1G Light" w:hAnsi="Univers Next W1G Light" w:cs="Univers Next W1G Light"/>
        </w:rPr>
        <w:t>202</w:t>
      </w:r>
      <w:r w:rsidR="008D3110" w:rsidRPr="004E2976">
        <w:rPr>
          <w:rFonts w:ascii="Univers Next W1G Light" w:eastAsia="Univers Next W1G Light" w:hAnsi="Univers Next W1G Light" w:cs="Univers Next W1G Light"/>
        </w:rPr>
        <w:t>5</w:t>
      </w:r>
    </w:p>
    <w:p w14:paraId="26C0CBB5" w14:textId="77777777" w:rsidR="00FB083A" w:rsidRDefault="00FB083A" w:rsidP="00AD0D49">
      <w:pPr>
        <w:rPr>
          <w:rFonts w:ascii="Univers Next W1G Light" w:hAnsi="Univers Next W1G Light"/>
          <w:sz w:val="12"/>
          <w:szCs w:val="12"/>
        </w:rPr>
      </w:pPr>
    </w:p>
    <w:p w14:paraId="26942DD8" w14:textId="595D475D" w:rsidR="00410EF4" w:rsidRDefault="00095FE1" w:rsidP="00AD0D49">
      <w:pPr>
        <w:rPr>
          <w:rFonts w:ascii="Univers Next W1G Light" w:eastAsia="Univers Next W1G Light" w:hAnsi="Univers Next W1G Light" w:cs="Univers Next W1G Light"/>
          <w:b/>
          <w:bCs/>
          <w:sz w:val="24"/>
          <w:szCs w:val="24"/>
        </w:rPr>
      </w:pPr>
      <w:r w:rsidRPr="00095FE1">
        <w:rPr>
          <w:rFonts w:ascii="Univers Next W1G Light" w:eastAsia="Univers Next W1G Light" w:hAnsi="Univers Next W1G Light" w:cs="Univers Next W1G Light"/>
          <w:b/>
          <w:bCs/>
          <w:sz w:val="24"/>
          <w:szCs w:val="24"/>
        </w:rPr>
        <w:t xml:space="preserve">Roto Frank Dachsystem-Technologie und </w:t>
      </w:r>
      <w:r w:rsidR="004161D1" w:rsidRPr="004161D1">
        <w:rPr>
          <w:rFonts w:ascii="Univers Next W1G Light" w:eastAsia="Univers Next W1G Light" w:hAnsi="Univers Next W1G Light" w:cs="Univers Next W1G Light"/>
          <w:b/>
          <w:bCs/>
          <w:sz w:val="24"/>
          <w:szCs w:val="24"/>
        </w:rPr>
        <w:t>Adolf Würth GmbH &amp; Co. KG</w:t>
      </w:r>
      <w:r w:rsidR="004161D1">
        <w:rPr>
          <w:rFonts w:ascii="Univers Next W1G Light" w:eastAsia="Univers Next W1G Light" w:hAnsi="Univers Next W1G Light" w:cs="Univers Next W1G Light"/>
          <w:b/>
          <w:bCs/>
          <w:sz w:val="24"/>
          <w:szCs w:val="24"/>
        </w:rPr>
        <w:t xml:space="preserve"> </w:t>
      </w:r>
      <w:r w:rsidR="00560F34">
        <w:rPr>
          <w:rFonts w:ascii="Univers Next W1G Light" w:eastAsia="Univers Next W1G Light" w:hAnsi="Univers Next W1G Light" w:cs="Univers Next W1G Light"/>
          <w:b/>
          <w:bCs/>
          <w:sz w:val="24"/>
          <w:szCs w:val="24"/>
        </w:rPr>
        <w:t xml:space="preserve">beschließen Zusammenarbeit </w:t>
      </w:r>
      <w:r>
        <w:rPr>
          <w:rFonts w:ascii="Univers Next W1G Light" w:eastAsia="Univers Next W1G Light" w:hAnsi="Univers Next W1G Light" w:cs="Univers Next W1G Light"/>
          <w:b/>
          <w:bCs/>
          <w:sz w:val="24"/>
          <w:szCs w:val="24"/>
        </w:rPr>
        <w:t>–</w:t>
      </w:r>
      <w:r w:rsidR="00533F18">
        <w:rPr>
          <w:rFonts w:ascii="Univers Next W1G Light" w:eastAsia="Univers Next W1G Light" w:hAnsi="Univers Next W1G Light" w:cs="Univers Next W1G Light"/>
          <w:b/>
          <w:bCs/>
          <w:sz w:val="24"/>
          <w:szCs w:val="24"/>
        </w:rPr>
        <w:t xml:space="preserve"> </w:t>
      </w:r>
      <w:r w:rsidR="008A4C6C">
        <w:rPr>
          <w:rFonts w:ascii="Univers Next W1G Light" w:eastAsia="Univers Next W1G Light" w:hAnsi="Univers Next W1G Light" w:cs="Univers Next W1G Light"/>
          <w:b/>
          <w:bCs/>
          <w:sz w:val="24"/>
          <w:szCs w:val="24"/>
        </w:rPr>
        <w:t xml:space="preserve">Kundennutzen </w:t>
      </w:r>
      <w:r>
        <w:rPr>
          <w:rFonts w:ascii="Univers Next W1G Light" w:eastAsia="Univers Next W1G Light" w:hAnsi="Univers Next W1G Light" w:cs="Univers Next W1G Light"/>
          <w:b/>
          <w:bCs/>
          <w:sz w:val="24"/>
          <w:szCs w:val="24"/>
        </w:rPr>
        <w:t xml:space="preserve">im Fokus  </w:t>
      </w:r>
    </w:p>
    <w:p w14:paraId="77F4901B" w14:textId="77777777" w:rsidR="00095FE1" w:rsidRPr="006B1612" w:rsidRDefault="00095FE1" w:rsidP="00AD0D49">
      <w:pPr>
        <w:rPr>
          <w:rFonts w:ascii="Univers Next W1G Light" w:hAnsi="Univers Next W1G Light"/>
          <w:b/>
          <w:bCs/>
        </w:rPr>
      </w:pPr>
    </w:p>
    <w:p w14:paraId="086EE9B9" w14:textId="02ACAD69" w:rsidR="00D07FEC" w:rsidRDefault="16355891" w:rsidP="00AD0D49">
      <w:pPr>
        <w:rPr>
          <w:rFonts w:ascii="Univers Next W1G Light" w:hAnsi="Univers Next W1G Light"/>
        </w:rPr>
      </w:pPr>
      <w:r w:rsidRPr="00FD3E39">
        <w:rPr>
          <w:rFonts w:ascii="Univers Next W1G Light" w:hAnsi="Univers Next W1G Light"/>
          <w:b/>
          <w:bCs/>
        </w:rPr>
        <w:t>Bad Mergentheim</w:t>
      </w:r>
      <w:r w:rsidR="004F6875">
        <w:rPr>
          <w:rFonts w:ascii="Univers Next W1G Light" w:hAnsi="Univers Next W1G Light"/>
          <w:b/>
          <w:bCs/>
        </w:rPr>
        <w:t xml:space="preserve">. </w:t>
      </w:r>
      <w:r w:rsidR="00A06A29" w:rsidRPr="00A06A29">
        <w:rPr>
          <w:rFonts w:ascii="Univers Next W1G Light" w:hAnsi="Univers Next W1G Light"/>
        </w:rPr>
        <w:t xml:space="preserve">Der </w:t>
      </w:r>
      <w:r w:rsidR="004709E7">
        <w:rPr>
          <w:rFonts w:ascii="Univers Next W1G Light" w:hAnsi="Univers Next W1G Light"/>
        </w:rPr>
        <w:t>Hersteller von Dachfenster</w:t>
      </w:r>
      <w:r w:rsidR="008F2980">
        <w:rPr>
          <w:rFonts w:ascii="Univers Next W1G Light" w:hAnsi="Univers Next W1G Light"/>
        </w:rPr>
        <w:t>-L</w:t>
      </w:r>
      <w:r w:rsidR="004709E7">
        <w:rPr>
          <w:rFonts w:ascii="Univers Next W1G Light" w:hAnsi="Univers Next W1G Light"/>
        </w:rPr>
        <w:t>ösungen</w:t>
      </w:r>
      <w:r w:rsidR="00A06A29" w:rsidRPr="00A06A29">
        <w:rPr>
          <w:rFonts w:ascii="Univers Next W1G Light" w:hAnsi="Univers Next W1G Light"/>
        </w:rPr>
        <w:t xml:space="preserve"> Roto und </w:t>
      </w:r>
      <w:r w:rsidR="00C13887" w:rsidRPr="00D658D9">
        <w:rPr>
          <w:rFonts w:ascii="Univers Next W1G Light" w:hAnsi="Univers Next W1G Light"/>
        </w:rPr>
        <w:t>die Adolf Würth GmbH &amp; Co. KG sind eine Vertriebskooperation eingegangen. Diese</w:t>
      </w:r>
      <w:r w:rsidR="00E33406">
        <w:rPr>
          <w:rFonts w:ascii="Univers Next W1G Light" w:hAnsi="Univers Next W1G Light"/>
        </w:rPr>
        <w:t xml:space="preserve"> </w:t>
      </w:r>
      <w:r w:rsidR="008F2980">
        <w:rPr>
          <w:rFonts w:ascii="Univers Next W1G Light" w:hAnsi="Univers Next W1G Light"/>
        </w:rPr>
        <w:t xml:space="preserve">bietet </w:t>
      </w:r>
      <w:r w:rsidR="00301206">
        <w:rPr>
          <w:rFonts w:ascii="Univers Next W1G Light" w:hAnsi="Univers Next W1G Light"/>
        </w:rPr>
        <w:t xml:space="preserve">Profis aus dem Handwerk </w:t>
      </w:r>
      <w:r w:rsidR="00E33406">
        <w:rPr>
          <w:rFonts w:ascii="Univers Next W1G Light" w:hAnsi="Univers Next W1G Light"/>
        </w:rPr>
        <w:t xml:space="preserve">mit </w:t>
      </w:r>
      <w:r w:rsidR="00DD52CA">
        <w:rPr>
          <w:rFonts w:ascii="Univers Next W1G Light" w:hAnsi="Univers Next W1G Light"/>
        </w:rPr>
        <w:t>dem</w:t>
      </w:r>
      <w:r w:rsidR="00E33406">
        <w:rPr>
          <w:rFonts w:ascii="Univers Next W1G Light" w:hAnsi="Univers Next W1G Light"/>
        </w:rPr>
        <w:t xml:space="preserve"> </w:t>
      </w:r>
      <w:r w:rsidR="00E33406" w:rsidRPr="00B816CB">
        <w:rPr>
          <w:rFonts w:ascii="Univers Next W1G Light" w:hAnsi="Univers Next W1G Light"/>
        </w:rPr>
        <w:t>„</w:t>
      </w:r>
      <w:r w:rsidR="00E33406" w:rsidRPr="001109B7">
        <w:rPr>
          <w:rFonts w:ascii="Univers Next W1G Light" w:hAnsi="Univers Next W1G Light"/>
        </w:rPr>
        <w:t xml:space="preserve">Würth </w:t>
      </w:r>
      <w:proofErr w:type="spellStart"/>
      <w:r w:rsidR="00E33406" w:rsidRPr="001109B7">
        <w:rPr>
          <w:rFonts w:ascii="Univers Next W1G Light" w:hAnsi="Univers Next W1G Light"/>
        </w:rPr>
        <w:t>by</w:t>
      </w:r>
      <w:proofErr w:type="spellEnd"/>
      <w:r w:rsidR="00E33406" w:rsidRPr="001109B7">
        <w:rPr>
          <w:rFonts w:ascii="Univers Next W1G Light" w:hAnsi="Univers Next W1G Light"/>
        </w:rPr>
        <w:t xml:space="preserve"> Roto</w:t>
      </w:r>
      <w:r w:rsidR="00E33406" w:rsidRPr="00B816CB">
        <w:rPr>
          <w:rFonts w:ascii="Univers Next W1G Light" w:hAnsi="Univers Next W1G Light"/>
        </w:rPr>
        <w:t>“</w:t>
      </w:r>
      <w:r w:rsidR="00E33406" w:rsidRPr="001109B7">
        <w:rPr>
          <w:rFonts w:ascii="Univers Next W1G Light" w:hAnsi="Univers Next W1G Light"/>
        </w:rPr>
        <w:t xml:space="preserve"> Dachfenster</w:t>
      </w:r>
      <w:r w:rsidR="00E33406" w:rsidRPr="00A06A29">
        <w:rPr>
          <w:rFonts w:ascii="Univers Next W1G Light" w:hAnsi="Univers Next W1G Light"/>
        </w:rPr>
        <w:t xml:space="preserve"> </w:t>
      </w:r>
      <w:r w:rsidR="00A34F9A">
        <w:rPr>
          <w:rFonts w:ascii="Univers Next W1G Light" w:hAnsi="Univers Next W1G Light"/>
        </w:rPr>
        <w:t>weitere</w:t>
      </w:r>
      <w:r w:rsidR="008F2980">
        <w:rPr>
          <w:rFonts w:ascii="Univers Next W1G Light" w:hAnsi="Univers Next W1G Light"/>
        </w:rPr>
        <w:t xml:space="preserve"> Wachstumschancen </w:t>
      </w:r>
      <w:r w:rsidR="007D1EC6">
        <w:rPr>
          <w:rFonts w:ascii="Univers Next W1G Light" w:hAnsi="Univers Next W1G Light"/>
        </w:rPr>
        <w:t>in der Sanierung und im Neubau</w:t>
      </w:r>
      <w:r w:rsidR="00A34F9A">
        <w:rPr>
          <w:rFonts w:ascii="Univers Next W1G Light" w:hAnsi="Univers Next W1G Light"/>
        </w:rPr>
        <w:t xml:space="preserve"> und </w:t>
      </w:r>
      <w:r w:rsidR="008F2980">
        <w:rPr>
          <w:rFonts w:ascii="Univers Next W1G Light" w:hAnsi="Univers Next W1G Light"/>
        </w:rPr>
        <w:t>unterstützt sie</w:t>
      </w:r>
      <w:r w:rsidR="00A34F9A">
        <w:rPr>
          <w:rFonts w:ascii="Univers Next W1G Light" w:hAnsi="Univers Next W1G Light"/>
        </w:rPr>
        <w:t xml:space="preserve"> </w:t>
      </w:r>
      <w:r w:rsidR="00E33406">
        <w:rPr>
          <w:rFonts w:ascii="Univers Next W1G Light" w:hAnsi="Univers Next W1G Light"/>
        </w:rPr>
        <w:t xml:space="preserve">durch flächendeckende Betreuung </w:t>
      </w:r>
      <w:r w:rsidR="006E3036">
        <w:rPr>
          <w:rFonts w:ascii="Univers Next W1G Light" w:hAnsi="Univers Next W1G Light"/>
        </w:rPr>
        <w:t xml:space="preserve">noch besser </w:t>
      </w:r>
      <w:r w:rsidR="00CE0A5D">
        <w:rPr>
          <w:rFonts w:ascii="Univers Next W1G Light" w:hAnsi="Univers Next W1G Light"/>
        </w:rPr>
        <w:t>bei der Arbeit</w:t>
      </w:r>
      <w:r w:rsidR="002F0F44">
        <w:rPr>
          <w:rFonts w:ascii="Univers Next W1G Light" w:hAnsi="Univers Next W1G Light"/>
        </w:rPr>
        <w:t xml:space="preserve">. </w:t>
      </w:r>
      <w:r w:rsidR="00A06A29" w:rsidRPr="00A06A29">
        <w:rPr>
          <w:rFonts w:ascii="Univers Next W1G Light" w:hAnsi="Univers Next W1G Light"/>
        </w:rPr>
        <w:t xml:space="preserve">Dabei </w:t>
      </w:r>
      <w:r w:rsidR="00AF26A1">
        <w:rPr>
          <w:rFonts w:ascii="Univers Next W1G Light" w:hAnsi="Univers Next W1G Light"/>
        </w:rPr>
        <w:t>bleibt Roto dem</w:t>
      </w:r>
      <w:r w:rsidR="00A06A29" w:rsidRPr="00A06A29">
        <w:rPr>
          <w:rFonts w:ascii="Univers Next W1G Light" w:hAnsi="Univers Next W1G Light"/>
        </w:rPr>
        <w:t xml:space="preserve"> dreistufige</w:t>
      </w:r>
      <w:r w:rsidR="00AF26A1">
        <w:rPr>
          <w:rFonts w:ascii="Univers Next W1G Light" w:hAnsi="Univers Next W1G Light"/>
        </w:rPr>
        <w:t>n</w:t>
      </w:r>
      <w:r w:rsidR="00A06A29" w:rsidRPr="00A06A29">
        <w:rPr>
          <w:rFonts w:ascii="Univers Next W1G Light" w:hAnsi="Univers Next W1G Light"/>
        </w:rPr>
        <w:t xml:space="preserve"> Vertriebsweg unverändert </w:t>
      </w:r>
      <w:r w:rsidR="00AF26A1">
        <w:rPr>
          <w:rFonts w:ascii="Univers Next W1G Light" w:hAnsi="Univers Next W1G Light"/>
        </w:rPr>
        <w:t>treu</w:t>
      </w:r>
      <w:r w:rsidR="00A06A29" w:rsidRPr="00A06A29">
        <w:rPr>
          <w:rFonts w:ascii="Univers Next W1G Light" w:hAnsi="Univers Next W1G Light"/>
        </w:rPr>
        <w:t>.</w:t>
      </w:r>
      <w:r w:rsidR="00275759" w:rsidRPr="00275759">
        <w:rPr>
          <w:rFonts w:ascii="Univers Next W1G Light" w:hAnsi="Univers Next W1G Light"/>
        </w:rPr>
        <w:t xml:space="preserve"> </w:t>
      </w:r>
    </w:p>
    <w:p w14:paraId="70031931" w14:textId="0F944C56" w:rsidR="00B80EFD" w:rsidRDefault="00B80EFD" w:rsidP="00AD0D49">
      <w:pPr>
        <w:rPr>
          <w:rFonts w:ascii="Univers Next W1G Light" w:hAnsi="Univers Next W1G Light"/>
        </w:rPr>
      </w:pPr>
    </w:p>
    <w:p w14:paraId="0DF38CFD" w14:textId="77777777" w:rsidR="00F073FB" w:rsidRPr="001109B7" w:rsidRDefault="00F073FB" w:rsidP="00F073FB">
      <w:pPr>
        <w:rPr>
          <w:rFonts w:ascii="Univers Next W1G Light" w:hAnsi="Univers Next W1G Light"/>
          <w:b/>
          <w:bCs/>
        </w:rPr>
      </w:pPr>
      <w:r w:rsidRPr="001109B7">
        <w:rPr>
          <w:rFonts w:ascii="Univers Next W1G Light" w:hAnsi="Univers Next W1G Light"/>
          <w:b/>
          <w:bCs/>
        </w:rPr>
        <w:t xml:space="preserve">„Würth </w:t>
      </w:r>
      <w:proofErr w:type="spellStart"/>
      <w:r w:rsidRPr="001109B7">
        <w:rPr>
          <w:rFonts w:ascii="Univers Next W1G Light" w:hAnsi="Univers Next W1G Light"/>
          <w:b/>
          <w:bCs/>
        </w:rPr>
        <w:t>by</w:t>
      </w:r>
      <w:proofErr w:type="spellEnd"/>
      <w:r w:rsidRPr="001109B7">
        <w:rPr>
          <w:rFonts w:ascii="Univers Next W1G Light" w:hAnsi="Univers Next W1G Light"/>
          <w:b/>
          <w:bCs/>
        </w:rPr>
        <w:t xml:space="preserve"> Roto“ Dachfenster </w:t>
      </w:r>
    </w:p>
    <w:p w14:paraId="53746D2C" w14:textId="44492151" w:rsidR="00F073FB" w:rsidRDefault="009340B3" w:rsidP="00F073FB">
      <w:pPr>
        <w:rPr>
          <w:rFonts w:ascii="Univers Next W1G Light" w:hAnsi="Univers Next W1G Light"/>
        </w:rPr>
      </w:pPr>
      <w:r>
        <w:rPr>
          <w:rFonts w:ascii="Univers Next W1G Light" w:hAnsi="Univers Next W1G Light"/>
        </w:rPr>
        <w:t xml:space="preserve">Das </w:t>
      </w:r>
      <w:r w:rsidRPr="00B816CB">
        <w:rPr>
          <w:rFonts w:ascii="Univers Next W1G Light" w:hAnsi="Univers Next W1G Light"/>
        </w:rPr>
        <w:t>„</w:t>
      </w:r>
      <w:r w:rsidRPr="008C2ED0">
        <w:rPr>
          <w:rFonts w:ascii="Univers Next W1G Light" w:hAnsi="Univers Next W1G Light"/>
        </w:rPr>
        <w:t xml:space="preserve">Würth </w:t>
      </w:r>
      <w:proofErr w:type="spellStart"/>
      <w:r w:rsidRPr="008C2ED0">
        <w:rPr>
          <w:rFonts w:ascii="Univers Next W1G Light" w:hAnsi="Univers Next W1G Light"/>
        </w:rPr>
        <w:t>by</w:t>
      </w:r>
      <w:proofErr w:type="spellEnd"/>
      <w:r w:rsidRPr="008C2ED0">
        <w:rPr>
          <w:rFonts w:ascii="Univers Next W1G Light" w:hAnsi="Univers Next W1G Light"/>
        </w:rPr>
        <w:t xml:space="preserve"> Roto</w:t>
      </w:r>
      <w:r w:rsidRPr="00B816CB">
        <w:rPr>
          <w:rFonts w:ascii="Univers Next W1G Light" w:hAnsi="Univers Next W1G Light"/>
        </w:rPr>
        <w:t>“</w:t>
      </w:r>
      <w:r w:rsidRPr="008C2ED0">
        <w:rPr>
          <w:rFonts w:ascii="Univers Next W1G Light" w:hAnsi="Univers Next W1G Light"/>
        </w:rPr>
        <w:t xml:space="preserve"> Dachfenster </w:t>
      </w:r>
      <w:r>
        <w:rPr>
          <w:rFonts w:ascii="Univers Next W1G Light" w:hAnsi="Univers Next W1G Light"/>
        </w:rPr>
        <w:t>ist a</w:t>
      </w:r>
      <w:r w:rsidR="008C2ED0" w:rsidRPr="008C2ED0">
        <w:rPr>
          <w:rFonts w:ascii="Univers Next W1G Light" w:hAnsi="Univers Next W1G Light"/>
        </w:rPr>
        <w:t>ufbauend auf der bekannt</w:t>
      </w:r>
      <w:r w:rsidR="00F35252">
        <w:rPr>
          <w:rFonts w:ascii="Univers Next W1G Light" w:hAnsi="Univers Next W1G Light"/>
        </w:rPr>
        <w:t>en</w:t>
      </w:r>
      <w:r w:rsidR="008C2ED0" w:rsidRPr="008C2ED0">
        <w:rPr>
          <w:rFonts w:ascii="Univers Next W1G Light" w:hAnsi="Univers Next W1G Light"/>
        </w:rPr>
        <w:t xml:space="preserve"> Produktserie </w:t>
      </w:r>
      <w:proofErr w:type="spellStart"/>
      <w:r w:rsidR="008C2ED0" w:rsidRPr="008C2ED0">
        <w:rPr>
          <w:rFonts w:ascii="Univers Next W1G Light" w:hAnsi="Univers Next W1G Light"/>
        </w:rPr>
        <w:t>RotoQ</w:t>
      </w:r>
      <w:proofErr w:type="spellEnd"/>
      <w:r w:rsidR="008C2ED0" w:rsidRPr="008C2ED0">
        <w:rPr>
          <w:rFonts w:ascii="Univers Next W1G Light" w:hAnsi="Univers Next W1G Light"/>
        </w:rPr>
        <w:t xml:space="preserve"> entstanden</w:t>
      </w:r>
      <w:r>
        <w:rPr>
          <w:rFonts w:ascii="Univers Next W1G Light" w:hAnsi="Univers Next W1G Light"/>
        </w:rPr>
        <w:t xml:space="preserve">. Es ermöglicht </w:t>
      </w:r>
      <w:r w:rsidR="00470D0D">
        <w:rPr>
          <w:rFonts w:ascii="Univers Next W1G Light" w:hAnsi="Univers Next W1G Light"/>
        </w:rPr>
        <w:t xml:space="preserve">Profis </w:t>
      </w:r>
      <w:r>
        <w:rPr>
          <w:rFonts w:ascii="Univers Next W1G Light" w:hAnsi="Univers Next W1G Light"/>
        </w:rPr>
        <w:t>den</w:t>
      </w:r>
      <w:r w:rsidR="00C15EB7">
        <w:rPr>
          <w:rFonts w:ascii="Univers Next W1G Light" w:hAnsi="Univers Next W1G Light"/>
        </w:rPr>
        <w:t xml:space="preserve"> </w:t>
      </w:r>
      <w:r w:rsidR="00A949C8">
        <w:rPr>
          <w:rFonts w:ascii="Univers Next W1G Light" w:hAnsi="Univers Next W1G Light"/>
        </w:rPr>
        <w:t>sc</w:t>
      </w:r>
      <w:r w:rsidR="00F71D86" w:rsidRPr="001109B7">
        <w:rPr>
          <w:rFonts w:ascii="Univers Next W1G Light" w:hAnsi="Univers Next W1G Light"/>
        </w:rPr>
        <w:t>hnellen</w:t>
      </w:r>
      <w:r w:rsidR="008F2980">
        <w:rPr>
          <w:rFonts w:ascii="Univers Next W1G Light" w:hAnsi="Univers Next W1G Light"/>
        </w:rPr>
        <w:t xml:space="preserve">, </w:t>
      </w:r>
      <w:r w:rsidR="00F71D86" w:rsidRPr="001109B7">
        <w:rPr>
          <w:rFonts w:ascii="Univers Next W1G Light" w:hAnsi="Univers Next W1G Light"/>
        </w:rPr>
        <w:t xml:space="preserve">sicheren </w:t>
      </w:r>
      <w:r w:rsidR="004709E7">
        <w:rPr>
          <w:rFonts w:ascii="Univers Next W1G Light" w:hAnsi="Univers Next W1G Light"/>
        </w:rPr>
        <w:t xml:space="preserve">und äußerst montagefreundlichen </w:t>
      </w:r>
      <w:r w:rsidR="00F71D86" w:rsidRPr="001109B7">
        <w:rPr>
          <w:rFonts w:ascii="Univers Next W1G Light" w:hAnsi="Univers Next W1G Light"/>
        </w:rPr>
        <w:t>1:1-Austausch in die Jahre gekommener Dachfenster andere</w:t>
      </w:r>
      <w:r w:rsidR="00611CC7">
        <w:rPr>
          <w:rFonts w:ascii="Univers Next W1G Light" w:hAnsi="Univers Next W1G Light"/>
        </w:rPr>
        <w:t>r</w:t>
      </w:r>
      <w:r w:rsidR="00F71D86" w:rsidRPr="001109B7">
        <w:rPr>
          <w:rFonts w:ascii="Univers Next W1G Light" w:hAnsi="Univers Next W1G Light"/>
        </w:rPr>
        <w:t xml:space="preserve"> Hersteller</w:t>
      </w:r>
      <w:r w:rsidR="00A949C8">
        <w:rPr>
          <w:rFonts w:ascii="Univers Next W1G Light" w:hAnsi="Univers Next W1G Light"/>
        </w:rPr>
        <w:t xml:space="preserve">. </w:t>
      </w:r>
      <w:r w:rsidR="003257F6">
        <w:rPr>
          <w:rFonts w:ascii="Univers Next W1G Light" w:hAnsi="Univers Next W1G Light"/>
        </w:rPr>
        <w:t xml:space="preserve">Dafür </w:t>
      </w:r>
      <w:proofErr w:type="gramStart"/>
      <w:r w:rsidR="003257F6">
        <w:rPr>
          <w:rFonts w:ascii="Univers Next W1G Light" w:hAnsi="Univers Next W1G Light"/>
        </w:rPr>
        <w:t>sorgen</w:t>
      </w:r>
      <w:proofErr w:type="gramEnd"/>
      <w:r w:rsidR="003257F6">
        <w:rPr>
          <w:rFonts w:ascii="Univers Next W1G Light" w:hAnsi="Univers Next W1G Light"/>
        </w:rPr>
        <w:t xml:space="preserve"> unter anderem ein hoher Vormontage</w:t>
      </w:r>
      <w:r w:rsidR="00E271A1">
        <w:rPr>
          <w:rFonts w:ascii="Univers Next W1G Light" w:hAnsi="Univers Next W1G Light"/>
        </w:rPr>
        <w:t>-G</w:t>
      </w:r>
      <w:r w:rsidR="003257F6">
        <w:rPr>
          <w:rFonts w:ascii="Univers Next W1G Light" w:hAnsi="Univers Next W1G Light"/>
        </w:rPr>
        <w:t xml:space="preserve">rad </w:t>
      </w:r>
      <w:r w:rsidR="005F3731">
        <w:rPr>
          <w:rFonts w:ascii="Univers Next W1G Light" w:hAnsi="Univers Next W1G Light"/>
        </w:rPr>
        <w:t>ab Werk</w:t>
      </w:r>
      <w:r w:rsidR="005F3731" w:rsidRPr="001109B7">
        <w:rPr>
          <w:rFonts w:ascii="Univers Next W1G Light" w:hAnsi="Univers Next W1G Light"/>
        </w:rPr>
        <w:t xml:space="preserve"> </w:t>
      </w:r>
      <w:r w:rsidR="005F3731">
        <w:rPr>
          <w:rFonts w:ascii="Univers Next W1G Light" w:hAnsi="Univers Next W1G Light"/>
        </w:rPr>
        <w:t xml:space="preserve">von </w:t>
      </w:r>
      <w:r w:rsidR="008F2980">
        <w:rPr>
          <w:rFonts w:ascii="Univers Next W1G Light" w:hAnsi="Univers Next W1G Light"/>
        </w:rPr>
        <w:t>zum Beispiel de</w:t>
      </w:r>
      <w:r w:rsidR="005F3731">
        <w:rPr>
          <w:rFonts w:ascii="Univers Next W1G Light" w:hAnsi="Univers Next W1G Light"/>
        </w:rPr>
        <w:t>n</w:t>
      </w:r>
      <w:r w:rsidR="008F2980">
        <w:rPr>
          <w:rFonts w:ascii="Univers Next W1G Light" w:hAnsi="Univers Next W1G Light"/>
        </w:rPr>
        <w:t xml:space="preserve"> Einbauwinkel</w:t>
      </w:r>
      <w:r w:rsidR="005F3731">
        <w:rPr>
          <w:rFonts w:ascii="Univers Next W1G Light" w:hAnsi="Univers Next W1G Light"/>
        </w:rPr>
        <w:t>n</w:t>
      </w:r>
      <w:r w:rsidR="008F2980">
        <w:rPr>
          <w:rFonts w:ascii="Univers Next W1G Light" w:hAnsi="Univers Next W1G Light"/>
        </w:rPr>
        <w:t xml:space="preserve"> </w:t>
      </w:r>
      <w:r w:rsidR="00255C47">
        <w:rPr>
          <w:rFonts w:ascii="Univers Next W1G Light" w:hAnsi="Univers Next W1G Light"/>
        </w:rPr>
        <w:t>sowie</w:t>
      </w:r>
      <w:r w:rsidR="003257F6">
        <w:rPr>
          <w:rFonts w:ascii="Univers Next W1G Light" w:hAnsi="Univers Next W1G Light"/>
        </w:rPr>
        <w:t xml:space="preserve"> die schraubenlose Anbindung der Abdeckbleche per Klick-System. </w:t>
      </w:r>
      <w:r w:rsidR="00611CC7">
        <w:rPr>
          <w:rFonts w:ascii="Univers Next W1G Light" w:hAnsi="Univers Next W1G Light"/>
        </w:rPr>
        <w:t xml:space="preserve">Das intelligente Montage-Konzept </w:t>
      </w:r>
      <w:r w:rsidR="00757DA3">
        <w:rPr>
          <w:rFonts w:ascii="Univers Next W1G Light" w:hAnsi="Univers Next W1G Light"/>
        </w:rPr>
        <w:t>gewährleistet</w:t>
      </w:r>
      <w:r w:rsidR="00611CC7">
        <w:rPr>
          <w:rFonts w:ascii="Univers Next W1G Light" w:hAnsi="Univers Next W1G Light"/>
        </w:rPr>
        <w:t xml:space="preserve"> darüber hinaus auch im Neubau und bei der Dachsanierung klare, sichere und saubere Arbeitsschritte sowie hohe Flexibilität in jeder Einbausituation. </w:t>
      </w:r>
      <w:r w:rsidR="003257F6">
        <w:rPr>
          <w:rFonts w:ascii="Univers Next W1G Light" w:hAnsi="Univers Next W1G Light"/>
        </w:rPr>
        <w:t>Die Lösung</w:t>
      </w:r>
      <w:r w:rsidR="00C15EB7">
        <w:rPr>
          <w:rFonts w:ascii="Univers Next W1G Light" w:hAnsi="Univers Next W1G Light"/>
        </w:rPr>
        <w:t xml:space="preserve"> </w:t>
      </w:r>
      <w:r w:rsidR="00193B2A">
        <w:rPr>
          <w:rFonts w:ascii="Univers Next W1G Light" w:hAnsi="Univers Next W1G Light"/>
        </w:rPr>
        <w:t xml:space="preserve">basiert </w:t>
      </w:r>
      <w:r w:rsidR="00193B2A" w:rsidRPr="001109B7">
        <w:rPr>
          <w:rFonts w:ascii="Univers Next W1G Light" w:hAnsi="Univers Next W1G Light"/>
        </w:rPr>
        <w:t xml:space="preserve">auf dem </w:t>
      </w:r>
      <w:proofErr w:type="spellStart"/>
      <w:r w:rsidR="00193B2A" w:rsidRPr="001109B7">
        <w:rPr>
          <w:rFonts w:ascii="Univers Next W1G Light" w:hAnsi="Univers Next W1G Light"/>
        </w:rPr>
        <w:t>RotoQ</w:t>
      </w:r>
      <w:proofErr w:type="spellEnd"/>
      <w:r w:rsidR="00193B2A" w:rsidRPr="001109B7">
        <w:rPr>
          <w:rFonts w:ascii="Univers Next W1G Light" w:hAnsi="Univers Next W1G Light"/>
        </w:rPr>
        <w:t xml:space="preserve"> Schwingfenster, </w:t>
      </w:r>
      <w:proofErr w:type="gramStart"/>
      <w:r w:rsidR="00193B2A" w:rsidRPr="001109B7">
        <w:rPr>
          <w:rFonts w:ascii="Univers Next W1G Light" w:hAnsi="Univers Next W1G Light"/>
        </w:rPr>
        <w:t>das</w:t>
      </w:r>
      <w:proofErr w:type="gramEnd"/>
      <w:r w:rsidR="00193B2A" w:rsidRPr="001109B7">
        <w:rPr>
          <w:rFonts w:ascii="Univers Next W1G Light" w:hAnsi="Univers Next W1G Light"/>
        </w:rPr>
        <w:t xml:space="preserve"> bei einem Vergleichstest des TÜV Rheinland bereits im Jahr 2017 mit Bestnoten zum Testsieger gekürt worden war. </w:t>
      </w:r>
    </w:p>
    <w:p w14:paraId="78960CB8" w14:textId="77777777" w:rsidR="00F71D86" w:rsidRPr="001109B7" w:rsidRDefault="00F71D86" w:rsidP="00F073FB">
      <w:pPr>
        <w:rPr>
          <w:rFonts w:ascii="Univers Next W1G Light" w:hAnsi="Univers Next W1G Light"/>
        </w:rPr>
      </w:pPr>
    </w:p>
    <w:p w14:paraId="22D3F379" w14:textId="2E7089BB" w:rsidR="00067671" w:rsidRDefault="001109B7" w:rsidP="001F1D85">
      <w:pPr>
        <w:rPr>
          <w:rFonts w:ascii="Univers Next W1G Light" w:hAnsi="Univers Next W1G Light"/>
          <w:b/>
          <w:bCs/>
        </w:rPr>
      </w:pPr>
      <w:r>
        <w:rPr>
          <w:rFonts w:ascii="Univers Next W1G Light" w:hAnsi="Univers Next W1G Light"/>
          <w:b/>
          <w:bCs/>
        </w:rPr>
        <w:t>Professionelle Dreistufigkeit für gemeinsames Wachstum</w:t>
      </w:r>
    </w:p>
    <w:p w14:paraId="775FD933" w14:textId="32BC1520" w:rsidR="001109B7" w:rsidRPr="001109B7" w:rsidRDefault="001109B7" w:rsidP="001109B7">
      <w:pPr>
        <w:rPr>
          <w:rFonts w:ascii="Univers Next W1G Light" w:hAnsi="Univers Next W1G Light"/>
        </w:rPr>
      </w:pPr>
      <w:r w:rsidRPr="00B816CB">
        <w:rPr>
          <w:rFonts w:ascii="Univers Next W1G Light" w:hAnsi="Univers Next W1G Light"/>
        </w:rPr>
        <w:t>„</w:t>
      </w:r>
      <w:r w:rsidR="00DD52CA">
        <w:rPr>
          <w:rFonts w:ascii="Univers Next W1G Light" w:hAnsi="Univers Next W1G Light"/>
        </w:rPr>
        <w:t>Im Rahmen unserer Wachstumsstrategie stärken wir konsequent den professionellen dreistufigen Vertriebsweg</w:t>
      </w:r>
      <w:r w:rsidR="00796115">
        <w:rPr>
          <w:rFonts w:ascii="Univers Next W1G Light" w:hAnsi="Univers Next W1G Light"/>
        </w:rPr>
        <w:t xml:space="preserve"> </w:t>
      </w:r>
      <w:r w:rsidRPr="001109B7">
        <w:rPr>
          <w:rFonts w:ascii="Univers Next W1G Light" w:hAnsi="Univers Next W1G Light"/>
        </w:rPr>
        <w:t xml:space="preserve">– vom Hersteller zum Handel, vom Handel </w:t>
      </w:r>
      <w:r w:rsidR="00470D0D">
        <w:rPr>
          <w:rFonts w:ascii="Univers Next W1G Light" w:hAnsi="Univers Next W1G Light"/>
        </w:rPr>
        <w:t xml:space="preserve">zum Handwerk und vom Handwerk </w:t>
      </w:r>
      <w:r w:rsidRPr="001109B7">
        <w:rPr>
          <w:rFonts w:ascii="Univers Next W1G Light" w:hAnsi="Univers Next W1G Light"/>
        </w:rPr>
        <w:t>zu</w:t>
      </w:r>
      <w:r w:rsidR="00930481">
        <w:rPr>
          <w:rFonts w:ascii="Univers Next W1G Light" w:hAnsi="Univers Next W1G Light"/>
        </w:rPr>
        <w:t>m</w:t>
      </w:r>
      <w:r w:rsidRPr="001109B7">
        <w:rPr>
          <w:rFonts w:ascii="Univers Next W1G Light" w:hAnsi="Univers Next W1G Light"/>
        </w:rPr>
        <w:t xml:space="preserve"> Endkunden</w:t>
      </w:r>
      <w:r w:rsidRPr="00B816CB">
        <w:rPr>
          <w:rFonts w:ascii="Univers Next W1G Light" w:hAnsi="Univers Next W1G Light"/>
        </w:rPr>
        <w:t>“</w:t>
      </w:r>
      <w:r w:rsidRPr="001109B7">
        <w:rPr>
          <w:rFonts w:ascii="Univers Next W1G Light" w:hAnsi="Univers Next W1G Light"/>
        </w:rPr>
        <w:t xml:space="preserve">, erklärt Stephan Hettwer, Commercial </w:t>
      </w:r>
      <w:proofErr w:type="spellStart"/>
      <w:r w:rsidRPr="001109B7">
        <w:rPr>
          <w:rFonts w:ascii="Univers Next W1G Light" w:hAnsi="Univers Next W1G Light"/>
        </w:rPr>
        <w:t>Director</w:t>
      </w:r>
      <w:proofErr w:type="spellEnd"/>
      <w:r w:rsidRPr="001109B7">
        <w:rPr>
          <w:rFonts w:ascii="Univers Next W1G Light" w:hAnsi="Univers Next W1G Light"/>
        </w:rPr>
        <w:t xml:space="preserve"> und Geschäftsführer von Roto Frank Dachsystem-Technologie. </w:t>
      </w:r>
      <w:r w:rsidRPr="00B816CB">
        <w:rPr>
          <w:rFonts w:ascii="Univers Next W1G Light" w:hAnsi="Univers Next W1G Light"/>
        </w:rPr>
        <w:t>„</w:t>
      </w:r>
      <w:r w:rsidR="009623DC">
        <w:rPr>
          <w:rFonts w:ascii="Univers Next W1G Light" w:hAnsi="Univers Next W1G Light"/>
        </w:rPr>
        <w:t xml:space="preserve">Würth </w:t>
      </w:r>
      <w:r w:rsidRPr="001109B7">
        <w:rPr>
          <w:rFonts w:ascii="Univers Next W1G Light" w:hAnsi="Univers Next W1G Light"/>
        </w:rPr>
        <w:t xml:space="preserve">verfügt über einen </w:t>
      </w:r>
      <w:r w:rsidR="001E54BB">
        <w:rPr>
          <w:rFonts w:ascii="Univers Next W1G Light" w:hAnsi="Univers Next W1G Light"/>
        </w:rPr>
        <w:t>sehr gut aufgestellten</w:t>
      </w:r>
      <w:r w:rsidR="001E54BB" w:rsidRPr="001109B7">
        <w:rPr>
          <w:rFonts w:ascii="Univers Next W1G Light" w:hAnsi="Univers Next W1G Light"/>
        </w:rPr>
        <w:t xml:space="preserve"> </w:t>
      </w:r>
      <w:r w:rsidRPr="001109B7">
        <w:rPr>
          <w:rFonts w:ascii="Univers Next W1G Light" w:hAnsi="Univers Next W1G Light"/>
        </w:rPr>
        <w:t xml:space="preserve">Außendienst, der </w:t>
      </w:r>
      <w:r w:rsidR="00F87106">
        <w:rPr>
          <w:rFonts w:ascii="Univers Next W1G Light" w:hAnsi="Univers Next W1G Light"/>
        </w:rPr>
        <w:t>enge</w:t>
      </w:r>
      <w:r w:rsidR="00F87106" w:rsidRPr="001109B7">
        <w:rPr>
          <w:rFonts w:ascii="Univers Next W1G Light" w:hAnsi="Univers Next W1G Light"/>
        </w:rPr>
        <w:t xml:space="preserve"> </w:t>
      </w:r>
      <w:r w:rsidRPr="001109B7">
        <w:rPr>
          <w:rFonts w:ascii="Univers Next W1G Light" w:hAnsi="Univers Next W1G Light"/>
        </w:rPr>
        <w:t xml:space="preserve">Beziehungen zu Dachprofis pflegt und </w:t>
      </w:r>
      <w:r w:rsidR="00F87106">
        <w:rPr>
          <w:rFonts w:ascii="Univers Next W1G Light" w:hAnsi="Univers Next W1G Light"/>
        </w:rPr>
        <w:t xml:space="preserve">flächendeckend </w:t>
      </w:r>
      <w:r w:rsidRPr="001109B7">
        <w:rPr>
          <w:rFonts w:ascii="Univers Next W1G Light" w:hAnsi="Univers Next W1G Light"/>
        </w:rPr>
        <w:t>eine zuverlässige Betreuung sicherstell</w:t>
      </w:r>
      <w:r w:rsidR="009623DC">
        <w:rPr>
          <w:rFonts w:ascii="Univers Next W1G Light" w:hAnsi="Univers Next W1G Light"/>
        </w:rPr>
        <w:t>t</w:t>
      </w:r>
      <w:r w:rsidRPr="001109B7">
        <w:rPr>
          <w:rFonts w:ascii="Univers Next W1G Light" w:hAnsi="Univers Next W1G Light"/>
        </w:rPr>
        <w:t xml:space="preserve">. Das unterstützt uns dabei, die </w:t>
      </w:r>
      <w:r w:rsidR="00292549">
        <w:rPr>
          <w:rFonts w:ascii="Univers Next W1G Light" w:hAnsi="Univers Next W1G Light"/>
        </w:rPr>
        <w:t xml:space="preserve">Sichtbarkeit der </w:t>
      </w:r>
      <w:r w:rsidRPr="001109B7">
        <w:rPr>
          <w:rFonts w:ascii="Univers Next W1G Light" w:hAnsi="Univers Next W1G Light"/>
        </w:rPr>
        <w:t xml:space="preserve">Marke Roto </w:t>
      </w:r>
      <w:r w:rsidR="003A1ED7">
        <w:rPr>
          <w:rFonts w:ascii="Univers Next W1G Light" w:hAnsi="Univers Next W1G Light"/>
        </w:rPr>
        <w:t>auszubauen</w:t>
      </w:r>
      <w:r w:rsidRPr="001109B7">
        <w:rPr>
          <w:rFonts w:ascii="Univers Next W1G Light" w:hAnsi="Univers Next W1G Light"/>
        </w:rPr>
        <w:t xml:space="preserve"> und </w:t>
      </w:r>
      <w:r w:rsidR="00292549">
        <w:rPr>
          <w:rFonts w:ascii="Univers Next W1G Light" w:hAnsi="Univers Next W1G Light"/>
        </w:rPr>
        <w:t xml:space="preserve">auch in der Zukunft </w:t>
      </w:r>
      <w:r w:rsidRPr="001109B7">
        <w:rPr>
          <w:rFonts w:ascii="Univers Next W1G Light" w:hAnsi="Univers Next W1G Light"/>
        </w:rPr>
        <w:t>gemeinsam mit Fachhandel und Handwerk zu wachsen.</w:t>
      </w:r>
      <w:r w:rsidRPr="00B816CB">
        <w:rPr>
          <w:rFonts w:ascii="Univers Next W1G Light" w:hAnsi="Univers Next W1G Light"/>
        </w:rPr>
        <w:t>“</w:t>
      </w:r>
      <w:r w:rsidRPr="001109B7">
        <w:rPr>
          <w:rFonts w:ascii="Univers Next W1G Light" w:hAnsi="Univers Next W1G Light"/>
        </w:rPr>
        <w:t xml:space="preserve"> </w:t>
      </w:r>
    </w:p>
    <w:p w14:paraId="331C6C8B" w14:textId="358D143C" w:rsidR="001109B7" w:rsidRDefault="001109B7" w:rsidP="001109B7">
      <w:pPr>
        <w:rPr>
          <w:rFonts w:ascii="Univers Next W1G Light" w:hAnsi="Univers Next W1G Light"/>
        </w:rPr>
      </w:pPr>
    </w:p>
    <w:p w14:paraId="1DDBE531" w14:textId="24C3A775" w:rsidR="001109B7" w:rsidRDefault="001109B7" w:rsidP="001109B7">
      <w:pPr>
        <w:rPr>
          <w:rFonts w:ascii="Univers Next W1G Light" w:hAnsi="Univers Next W1G Light"/>
        </w:rPr>
      </w:pPr>
    </w:p>
    <w:p w14:paraId="5A9E2DEF" w14:textId="76DBF891" w:rsidR="00270E50" w:rsidRDefault="00270E50" w:rsidP="00653B77">
      <w:pPr>
        <w:spacing w:line="240" w:lineRule="auto"/>
        <w:rPr>
          <w:rFonts w:ascii="Univers Next W1G Light" w:hAnsi="Univers Next W1G Light"/>
        </w:rPr>
      </w:pPr>
    </w:p>
    <w:p w14:paraId="00D29160" w14:textId="3EE03E24" w:rsidR="0071152C" w:rsidRPr="0071152C" w:rsidRDefault="0071152C" w:rsidP="0071152C">
      <w:pPr>
        <w:spacing w:line="240" w:lineRule="auto"/>
        <w:rPr>
          <w:rFonts w:ascii="Univers Next W1G Light" w:hAnsi="Univers Next W1G Light"/>
        </w:rPr>
      </w:pPr>
      <w:r w:rsidRPr="0071152C">
        <w:rPr>
          <w:rFonts w:ascii="Univers Next W1G Light" w:hAnsi="Univers Next W1G Light"/>
          <w:noProof/>
        </w:rPr>
        <w:drawing>
          <wp:inline distT="0" distB="0" distL="0" distR="0" wp14:anchorId="73C8FE59" wp14:editId="740582CD">
            <wp:extent cx="4950460" cy="1383030"/>
            <wp:effectExtent l="0" t="0" r="2540" b="7620"/>
            <wp:docPr id="999737187" name="Grafik 3" descr="Ein Bild, das Screenshot, Tex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737187" name="Grafik 3" descr="Ein Bild, das Screenshot, Text, Schrif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0460" cy="1383030"/>
                    </a:xfrm>
                    <a:prstGeom prst="rect">
                      <a:avLst/>
                    </a:prstGeom>
                    <a:noFill/>
                    <a:ln>
                      <a:noFill/>
                    </a:ln>
                  </pic:spPr>
                </pic:pic>
              </a:graphicData>
            </a:graphic>
          </wp:inline>
        </w:drawing>
      </w:r>
    </w:p>
    <w:p w14:paraId="21ACAF6F" w14:textId="7CFEC4CB" w:rsidR="00FD0A81" w:rsidRDefault="00613D5C" w:rsidP="00D658D9">
      <w:pPr>
        <w:spacing w:line="240" w:lineRule="auto"/>
        <w:rPr>
          <w:rFonts w:ascii="Univers Next W1G Light" w:hAnsi="Univers Next W1G Light"/>
        </w:rPr>
      </w:pPr>
      <w:r>
        <w:rPr>
          <w:rFonts w:ascii="Univers Next W1G Light" w:hAnsi="Univers Next W1G Light"/>
        </w:rPr>
        <w:t xml:space="preserve">Roto stärkt den professionellen dreistufigen Vertriebsweg </w:t>
      </w:r>
      <w:r w:rsidR="006937BD">
        <w:rPr>
          <w:rFonts w:ascii="Univers Next W1G Light" w:hAnsi="Univers Next W1G Light"/>
        </w:rPr>
        <w:t xml:space="preserve">vom Hersteller zum Handel, vom Handel zum Handwerk und vom Handwerk zum Endkunden. </w:t>
      </w:r>
    </w:p>
    <w:p w14:paraId="3518F82E" w14:textId="50475C0C" w:rsidR="00F516F6" w:rsidRDefault="00F516F6" w:rsidP="00283C50">
      <w:pPr>
        <w:spacing w:line="240" w:lineRule="auto"/>
        <w:rPr>
          <w:rFonts w:ascii="Univers Next W1G Light" w:hAnsi="Univers Next W1G Light"/>
        </w:rPr>
      </w:pPr>
    </w:p>
    <w:p w14:paraId="19F5CC10" w14:textId="177163E3" w:rsidR="00F516F6" w:rsidRPr="00362ED9" w:rsidRDefault="00F516F6" w:rsidP="00F516F6">
      <w:pPr>
        <w:spacing w:line="240" w:lineRule="auto"/>
        <w:rPr>
          <w:rFonts w:ascii="Univers Next W1G Light" w:hAnsi="Univers Next W1G Light"/>
        </w:rPr>
      </w:pPr>
      <w:r w:rsidRPr="00C1783D">
        <w:rPr>
          <w:rFonts w:ascii="Univers Next W1G Light" w:hAnsi="Univers Next W1G Light"/>
          <w:b/>
          <w:bCs/>
        </w:rPr>
        <w:t>Foto:</w:t>
      </w:r>
      <w:r>
        <w:rPr>
          <w:rFonts w:ascii="Univers Next W1G Light" w:hAnsi="Univers Next W1G Light"/>
        </w:rPr>
        <w:t xml:space="preserve"> Roto Frank Dachsystem-Technologie</w:t>
      </w:r>
      <w:r w:rsidR="00296D82">
        <w:rPr>
          <w:rFonts w:ascii="Univers Next W1G Light" w:hAnsi="Univers Next W1G Light"/>
        </w:rPr>
        <w:t xml:space="preserve">    </w:t>
      </w:r>
      <w:r w:rsidR="00362ED9">
        <w:rPr>
          <w:rFonts w:ascii="Univers Next W1G Light" w:hAnsi="Univers Next W1G Light"/>
        </w:rPr>
        <w:tab/>
      </w:r>
      <w:r w:rsidR="004074CF" w:rsidRPr="004074CF">
        <w:rPr>
          <w:rFonts w:ascii="Univers Next W1G Light" w:hAnsi="Univers Next W1G Light"/>
          <w:b/>
          <w:bCs/>
        </w:rPr>
        <w:t>001_Roto DST_</w:t>
      </w:r>
      <w:r w:rsidR="00CF7421">
        <w:rPr>
          <w:rFonts w:ascii="Univers Next W1G Light" w:hAnsi="Univers Next W1G Light"/>
          <w:b/>
          <w:bCs/>
        </w:rPr>
        <w:t>Dreistufigkeit</w:t>
      </w:r>
      <w:r w:rsidRPr="00C1783D">
        <w:rPr>
          <w:rFonts w:ascii="Univers Next W1G Light" w:hAnsi="Univers Next W1G Light"/>
          <w:b/>
          <w:bCs/>
        </w:rPr>
        <w:t>.jpg</w:t>
      </w:r>
    </w:p>
    <w:p w14:paraId="1EFFCA12" w14:textId="1DE55A66" w:rsidR="00626D78" w:rsidRDefault="00626D78" w:rsidP="00F516F6">
      <w:pPr>
        <w:spacing w:line="240" w:lineRule="auto"/>
        <w:rPr>
          <w:rFonts w:ascii="Univers Next W1G Light" w:hAnsi="Univers Next W1G Light"/>
          <w:b/>
          <w:bCs/>
        </w:rPr>
      </w:pPr>
    </w:p>
    <w:p w14:paraId="64998EEC" w14:textId="77777777" w:rsidR="00362ED9" w:rsidRDefault="00362ED9" w:rsidP="00F516F6">
      <w:pPr>
        <w:spacing w:line="240" w:lineRule="auto"/>
        <w:rPr>
          <w:rFonts w:ascii="Univers Next W1G Light" w:hAnsi="Univers Next W1G Light"/>
          <w:b/>
          <w:bCs/>
        </w:rPr>
      </w:pPr>
    </w:p>
    <w:p w14:paraId="6582F82C" w14:textId="78A66CA9" w:rsidR="00F516F6" w:rsidRDefault="00F516F6">
      <w:pPr>
        <w:spacing w:line="240" w:lineRule="auto"/>
        <w:rPr>
          <w:rFonts w:ascii="Univers Next W1G Light" w:eastAsia="Univers Next W1G Light" w:hAnsi="Univers Next W1G Light" w:cs="Univers Next W1G Light"/>
          <w:b/>
          <w:bCs/>
        </w:rPr>
      </w:pPr>
    </w:p>
    <w:p w14:paraId="0913612E" w14:textId="2C4A87A0" w:rsidR="00224BF4" w:rsidRPr="00847B90" w:rsidRDefault="00224BF4" w:rsidP="00224BF4">
      <w:pPr>
        <w:rPr>
          <w:rFonts w:ascii="Univers Next W1G Light" w:eastAsia="Univers Next W1G Light" w:hAnsi="Univers Next W1G Light" w:cs="Univers Next W1G Light"/>
          <w:b/>
          <w:bCs/>
        </w:rPr>
      </w:pPr>
      <w:r w:rsidRPr="00847B90">
        <w:rPr>
          <w:rFonts w:ascii="Univers Next W1G Light" w:eastAsia="Univers Next W1G Light" w:hAnsi="Univers Next W1G Light" w:cs="Univers Next W1G Light"/>
          <w:b/>
          <w:bCs/>
        </w:rPr>
        <w:lastRenderedPageBreak/>
        <w:t>Über Roto Frank Dachsystem-Technologie</w:t>
      </w:r>
    </w:p>
    <w:p w14:paraId="4783C54D" w14:textId="291AB0E7" w:rsidR="00224BF4" w:rsidRPr="00847B90" w:rsidRDefault="00224BF4" w:rsidP="00224BF4">
      <w:pPr>
        <w:rPr>
          <w:rFonts w:ascii="Univers Next W1G Light" w:hAnsi="Univers Next W1G Light"/>
          <w:b/>
          <w:bCs/>
        </w:rPr>
      </w:pPr>
      <w:r w:rsidRPr="00847B90">
        <w:rPr>
          <w:rFonts w:ascii="Univers Next W1G Light" w:hAnsi="Univers Next W1G Light"/>
        </w:rPr>
        <w:t xml:space="preserve">Roto Frank Dachsystem-Technologie (DST) ist eine von drei eigenständigen Divisionen innerhalb der Roto Gruppe. Das Unternehmen mit Sitz in Bad Mergentheim beschäftigt insgesamt rund 1.300 Mitarbeiter und gehört zu den führenden europäischen Dachfenster-Herstellern. Das Produktportfolio umfasst außerdem Flachdachfenster, Ausstattung, Dachausstiege und Bodentreppen. Renommierte Auszeichnungen unterstreichen die hohe Fertigungs-, Prozess- und Sortimentsqualität. So wurden zum Beispiel die Kunststofffenster </w:t>
      </w:r>
      <w:proofErr w:type="spellStart"/>
      <w:r w:rsidRPr="00847B90">
        <w:rPr>
          <w:rFonts w:ascii="Univers Next W1G Light" w:hAnsi="Univers Next W1G Light"/>
        </w:rPr>
        <w:t>RotoQ</w:t>
      </w:r>
      <w:proofErr w:type="spellEnd"/>
      <w:r w:rsidRPr="00847B90">
        <w:rPr>
          <w:rFonts w:ascii="Univers Next W1G Light" w:hAnsi="Univers Next W1G Light"/>
        </w:rPr>
        <w:t xml:space="preserve"> sowie Roto </w:t>
      </w:r>
      <w:proofErr w:type="spellStart"/>
      <w:r w:rsidRPr="00847B90">
        <w:rPr>
          <w:rFonts w:ascii="Univers Next W1G Light" w:hAnsi="Univers Next W1G Light"/>
        </w:rPr>
        <w:t>Designo</w:t>
      </w:r>
      <w:proofErr w:type="spellEnd"/>
      <w:r w:rsidRPr="00847B90">
        <w:rPr>
          <w:rFonts w:ascii="Univers Next W1G Light" w:hAnsi="Univers Next W1G Light"/>
        </w:rPr>
        <w:t xml:space="preserve"> R8 als Sieger in Vergleichstests des TÜV Rheinland ermittelt. Zur Roto Gruppe: Sie geht zurück auf die Gründung durch Wilhelm Frank im Jahre 1935, befindet sich auch heute noch zu 100 Prozent in Familienbesitz, erzielt mit weltweit mehr als 5.000 Mitarbeitern jährlich einen Umsatz von </w:t>
      </w:r>
      <w:r w:rsidR="00F321A5">
        <w:rPr>
          <w:rFonts w:ascii="Univers Next W1G Light" w:hAnsi="Univers Next W1G Light"/>
        </w:rPr>
        <w:t>knapp 900</w:t>
      </w:r>
      <w:r w:rsidRPr="00847B90">
        <w:rPr>
          <w:rFonts w:ascii="Univers Next W1G Light" w:hAnsi="Univers Next W1G Light"/>
        </w:rPr>
        <w:t xml:space="preserve"> Mio. Euro und hat ihren zentralen Standort in Leinfelden-Echterdingen bei Stuttgart. Dort ist der Sitz der Roto Frank Holding AG sowie der beiden übrigen Divisionen Roto Frank Fenster- und Türtechnologie (FTT) und Roto Frank Professional Service (RPS).</w:t>
      </w:r>
      <w:r w:rsidRPr="00847B90">
        <w:rPr>
          <w:rFonts w:ascii="Univers Next W1G Light" w:hAnsi="Univers Next W1G Light"/>
          <w:b/>
          <w:bCs/>
        </w:rPr>
        <w:t xml:space="preserve"> </w:t>
      </w:r>
    </w:p>
    <w:p w14:paraId="3FC7B4CE" w14:textId="77777777" w:rsidR="004D4589" w:rsidRDefault="004D4589" w:rsidP="00AC6D04">
      <w:pPr>
        <w:rPr>
          <w:rFonts w:ascii="Univers Next W1G Light" w:hAnsi="Univers Next W1G Light"/>
          <w:b/>
          <w:bCs/>
        </w:rPr>
      </w:pPr>
    </w:p>
    <w:p w14:paraId="7D3BAEBD" w14:textId="61FA41CC" w:rsidR="00224BF4" w:rsidRPr="00D07FEC" w:rsidRDefault="00224BF4" w:rsidP="00224BF4">
      <w:pPr>
        <w:rPr>
          <w:rFonts w:ascii="Univers Next W1G Light" w:hAnsi="Univers Next W1G Light"/>
          <w:b/>
          <w:bCs/>
        </w:rPr>
      </w:pPr>
      <w:r w:rsidRPr="00D07FEC">
        <w:rPr>
          <w:rFonts w:ascii="Univers Next W1G Light" w:hAnsi="Univers Next W1G Light"/>
          <w:b/>
          <w:bCs/>
        </w:rPr>
        <w:t>Pressekontakt</w:t>
      </w:r>
    </w:p>
    <w:p w14:paraId="75AB7A8C" w14:textId="77777777" w:rsidR="00224BF4" w:rsidRPr="00847B90" w:rsidRDefault="00224BF4" w:rsidP="00224BF4">
      <w:pPr>
        <w:rPr>
          <w:rFonts w:ascii="Univers Next W1G Light" w:hAnsi="Univers Next W1G Light"/>
        </w:rPr>
      </w:pPr>
      <w:r w:rsidRPr="00847B90">
        <w:rPr>
          <w:rFonts w:ascii="Univers Next W1G Light" w:hAnsi="Univers Next W1G Light"/>
        </w:rPr>
        <w:t>Roto Pressestelle</w:t>
      </w:r>
    </w:p>
    <w:p w14:paraId="4E8950A8" w14:textId="77777777" w:rsidR="00224BF4" w:rsidRPr="00847B90" w:rsidRDefault="00224BF4" w:rsidP="00224BF4">
      <w:pPr>
        <w:rPr>
          <w:rFonts w:ascii="Univers Next W1G Light" w:hAnsi="Univers Next W1G Light"/>
        </w:rPr>
      </w:pPr>
      <w:r w:rsidRPr="28A5BD3B">
        <w:rPr>
          <w:rFonts w:ascii="Univers Next W1G Light" w:hAnsi="Univers Next W1G Light"/>
        </w:rPr>
        <w:t xml:space="preserve">Telefon </w:t>
      </w:r>
      <w:r>
        <w:tab/>
      </w:r>
      <w:r w:rsidRPr="28A5BD3B">
        <w:rPr>
          <w:rFonts w:ascii="Univers Next W1G Light" w:hAnsi="Univers Next W1G Light"/>
        </w:rPr>
        <w:t>+49 7931 5490-475</w:t>
      </w:r>
    </w:p>
    <w:p w14:paraId="04E82A5B" w14:textId="77777777" w:rsidR="00224BF4" w:rsidRPr="00847B90" w:rsidRDefault="00224BF4" w:rsidP="00224BF4">
      <w:pPr>
        <w:rPr>
          <w:rFonts w:ascii="Univers Next W1G Light" w:hAnsi="Univers Next W1G Light"/>
        </w:rPr>
      </w:pPr>
      <w:r w:rsidRPr="28A5BD3B">
        <w:rPr>
          <w:rFonts w:ascii="Univers Next W1G Light" w:hAnsi="Univers Next W1G Light"/>
        </w:rPr>
        <w:t xml:space="preserve">Telefax </w:t>
      </w:r>
      <w:r>
        <w:tab/>
      </w:r>
      <w:r w:rsidRPr="28A5BD3B">
        <w:rPr>
          <w:rFonts w:ascii="Univers Next W1G Light" w:hAnsi="Univers Next W1G Light"/>
        </w:rPr>
        <w:t>+49 7931 5490-90 475</w:t>
      </w:r>
    </w:p>
    <w:p w14:paraId="59AD990F" w14:textId="77777777" w:rsidR="00224BF4" w:rsidRPr="00847B90" w:rsidRDefault="00224BF4" w:rsidP="00224BF4">
      <w:pPr>
        <w:rPr>
          <w:rFonts w:ascii="Univers Next W1G Light" w:hAnsi="Univers Next W1G Light"/>
        </w:rPr>
      </w:pPr>
      <w:hyperlink r:id="rId12" w:history="1">
        <w:r w:rsidRPr="00847B90">
          <w:rPr>
            <w:rStyle w:val="Hyperlink"/>
            <w:rFonts w:ascii="Univers Next W1G Light" w:hAnsi="Univers Next W1G Light"/>
          </w:rPr>
          <w:t>presse@rotofrank.com</w:t>
        </w:r>
      </w:hyperlink>
      <w:r w:rsidRPr="00847B90">
        <w:rPr>
          <w:rFonts w:ascii="Univers Next W1G Light" w:hAnsi="Univers Next W1G Light"/>
        </w:rPr>
        <w:t xml:space="preserve"> </w:t>
      </w:r>
    </w:p>
    <w:p w14:paraId="73D5B089" w14:textId="77777777" w:rsidR="00224BF4" w:rsidRPr="00847B90" w:rsidRDefault="00224BF4" w:rsidP="00224BF4">
      <w:pPr>
        <w:rPr>
          <w:rFonts w:ascii="Univers Next W1G Light" w:hAnsi="Univers Next W1G Light"/>
        </w:rPr>
      </w:pPr>
      <w:hyperlink r:id="rId13" w:history="1">
        <w:r w:rsidRPr="00847B90">
          <w:rPr>
            <w:rStyle w:val="Hyperlink"/>
            <w:rFonts w:ascii="Univers Next W1G Light" w:hAnsi="Univers Next W1G Light"/>
          </w:rPr>
          <w:t>www.roto-dachfenster.de</w:t>
        </w:r>
      </w:hyperlink>
      <w:r w:rsidRPr="00847B90">
        <w:rPr>
          <w:rFonts w:ascii="Univers Next W1G Light" w:hAnsi="Univers Next W1G Light"/>
        </w:rPr>
        <w:t xml:space="preserve"> </w:t>
      </w:r>
    </w:p>
    <w:sectPr w:rsidR="00224BF4" w:rsidRPr="00847B90" w:rsidSect="00E34B8C">
      <w:headerReference w:type="default" r:id="rId14"/>
      <w:footerReference w:type="default" r:id="rId15"/>
      <w:headerReference w:type="first" r:id="rId16"/>
      <w:footerReference w:type="first" r:id="rId17"/>
      <w:pgSz w:w="11907" w:h="16840" w:code="9"/>
      <w:pgMar w:top="4139" w:right="2693" w:bottom="851" w:left="1418" w:header="2279" w:footer="56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9E780" w14:textId="77777777" w:rsidR="008E42E4" w:rsidRDefault="008E42E4">
      <w:r>
        <w:separator/>
      </w:r>
    </w:p>
  </w:endnote>
  <w:endnote w:type="continuationSeparator" w:id="0">
    <w:p w14:paraId="60927D6F" w14:textId="77777777" w:rsidR="008E42E4" w:rsidRDefault="008E42E4">
      <w:r>
        <w:continuationSeparator/>
      </w:r>
    </w:p>
  </w:endnote>
  <w:endnote w:type="continuationNotice" w:id="1">
    <w:p w14:paraId="14A329B9" w14:textId="77777777" w:rsidR="008E42E4" w:rsidRDefault="008E42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LTUnivers 430 BasicReg">
    <w:altName w:val="Calibri"/>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B03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080C8" w14:textId="77777777" w:rsidR="00A16B13" w:rsidRDefault="004062C5">
    <w:pPr>
      <w:pStyle w:val="Fuzeile"/>
    </w:pPr>
    <w:r w:rsidRPr="00044646">
      <w:rPr>
        <w:rFonts w:ascii="LTUnivers 430 BasicReg" w:hAnsi="LTUnivers 430 BasicReg"/>
        <w:noProof/>
        <w:color w:val="2B579A"/>
        <w:sz w:val="14"/>
        <w:szCs w:val="14"/>
        <w:shd w:val="clear" w:color="auto" w:fill="E6E6E6"/>
      </w:rPr>
      <mc:AlternateContent>
        <mc:Choice Requires="wps">
          <w:drawing>
            <wp:anchor distT="0" distB="0" distL="114300" distR="114300" simplePos="0" relativeHeight="251658244" behindDoc="1" locked="0" layoutInCell="1" allowOverlap="0" wp14:anchorId="11613C7E" wp14:editId="5A5A7B53">
              <wp:simplePos x="0" y="0"/>
              <wp:positionH relativeFrom="page">
                <wp:posOffset>720090</wp:posOffset>
              </wp:positionH>
              <wp:positionV relativeFrom="page">
                <wp:posOffset>9996170</wp:posOffset>
              </wp:positionV>
              <wp:extent cx="6300000" cy="36000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5F0B3"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rPr>
                              <w:color w:val="2B579A"/>
                              <w:shd w:val="clear" w:color="auto" w:fill="E6E6E6"/>
                            </w:rPr>
                            <w:fldChar w:fldCharType="begin"/>
                          </w:r>
                          <w:r w:rsidRPr="00FB36DF">
                            <w:instrText>PAGE  \* Arabic  \* MERGEFORMAT</w:instrText>
                          </w:r>
                          <w:r w:rsidRPr="00FB36DF">
                            <w:rPr>
                              <w:color w:val="2B579A"/>
                              <w:shd w:val="clear" w:color="auto" w:fill="E6E6E6"/>
                            </w:rPr>
                            <w:fldChar w:fldCharType="separate"/>
                          </w:r>
                          <w:r w:rsidR="001D40E9">
                            <w:rPr>
                              <w:noProof/>
                            </w:rPr>
                            <w:t>1</w:t>
                          </w:r>
                          <w:r w:rsidRPr="00FB36DF">
                            <w:rPr>
                              <w:color w:val="2B579A"/>
                              <w:shd w:val="clear" w:color="auto" w:fill="E6E6E6"/>
                            </w:rPr>
                            <w:fldChar w:fldCharType="end"/>
                          </w:r>
                          <w:r w:rsidRPr="00FB36DF">
                            <w:t xml:space="preserve"> </w:t>
                          </w:r>
                          <w:r w:rsidR="001F33A9">
                            <w:t>von</w:t>
                          </w:r>
                          <w:r w:rsidRPr="00FB36DF">
                            <w:t xml:space="preserve"> </w:t>
                          </w:r>
                          <w:fldSimple w:instr="NUMPAGES  \* Arabic  \* MERGEFORMAT">
                            <w:r w:rsidR="001D40E9">
                              <w:rPr>
                                <w:noProof/>
                              </w:rPr>
                              <w:t>1</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13C7E" id="_x0000_t202" coordsize="21600,21600" o:spt="202" path="m,l,21600r21600,l21600,xe">
              <v:stroke joinstyle="miter"/>
              <v:path gradientshapeok="t" o:connecttype="rect"/>
            </v:shapetype>
            <v:shape id="Textfeld 3" o:spid="_x0000_s1026" type="#_x0000_t202" style="position:absolute;margin-left:56.7pt;margin-top:787.1pt;width:496.05pt;height:28.3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26F5F0B3"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rPr>
                        <w:color w:val="2B579A"/>
                        <w:shd w:val="clear" w:color="auto" w:fill="E6E6E6"/>
                      </w:rPr>
                      <w:fldChar w:fldCharType="begin"/>
                    </w:r>
                    <w:r w:rsidRPr="00FB36DF">
                      <w:instrText>PAGE  \* Arabic  \* MERGEFORMAT</w:instrText>
                    </w:r>
                    <w:r w:rsidRPr="00FB36DF">
                      <w:rPr>
                        <w:color w:val="2B579A"/>
                        <w:shd w:val="clear" w:color="auto" w:fill="E6E6E6"/>
                      </w:rPr>
                      <w:fldChar w:fldCharType="separate"/>
                    </w:r>
                    <w:r w:rsidR="001D40E9">
                      <w:rPr>
                        <w:noProof/>
                      </w:rPr>
                      <w:t>1</w:t>
                    </w:r>
                    <w:r w:rsidRPr="00FB36DF">
                      <w:rPr>
                        <w:color w:val="2B579A"/>
                        <w:shd w:val="clear" w:color="auto" w:fill="E6E6E6"/>
                      </w:rPr>
                      <w:fldChar w:fldCharType="end"/>
                    </w:r>
                    <w:r w:rsidRPr="00FB36DF">
                      <w:t xml:space="preserve"> </w:t>
                    </w:r>
                    <w:r w:rsidR="001F33A9">
                      <w:t>von</w:t>
                    </w:r>
                    <w:r w:rsidRPr="00FB36DF">
                      <w:t xml:space="preserve"> </w:t>
                    </w:r>
                    <w:fldSimple w:instr="NUMPAGES  \* Arabic  \* MERGEFORMAT">
                      <w:r w:rsidR="001D40E9">
                        <w:rPr>
                          <w:noProof/>
                        </w:rPr>
                        <w:t>1</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03F82"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50EC3" w14:textId="77777777" w:rsidR="008E42E4" w:rsidRDefault="008E42E4">
      <w:r>
        <w:separator/>
      </w:r>
    </w:p>
  </w:footnote>
  <w:footnote w:type="continuationSeparator" w:id="0">
    <w:p w14:paraId="3CC1E550" w14:textId="77777777" w:rsidR="008E42E4" w:rsidRDefault="008E42E4">
      <w:r>
        <w:continuationSeparator/>
      </w:r>
    </w:p>
  </w:footnote>
  <w:footnote w:type="continuationNotice" w:id="1">
    <w:p w14:paraId="564FF139" w14:textId="77777777" w:rsidR="008E42E4" w:rsidRDefault="008E42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5F63A" w14:textId="77777777" w:rsidR="00066ABD" w:rsidRDefault="0067044D">
    <w:pPr>
      <w:pStyle w:val="FirmenangabenFusszeile"/>
      <w:tabs>
        <w:tab w:val="left" w:pos="708"/>
      </w:tabs>
      <w:ind w:left="28"/>
      <w:rPr>
        <w:sz w:val="24"/>
      </w:rPr>
    </w:pPr>
    <w:r w:rsidRPr="00D6138A">
      <w:rPr>
        <w:noProof/>
        <w:color w:val="2B579A"/>
        <w:sz w:val="24"/>
        <w:shd w:val="clear" w:color="auto" w:fill="E6E6E6"/>
      </w:rPr>
      <w:drawing>
        <wp:anchor distT="0" distB="0" distL="114300" distR="114300" simplePos="0" relativeHeight="251658242" behindDoc="0" locked="0" layoutInCell="1" allowOverlap="1" wp14:anchorId="35A261B0" wp14:editId="318A5BCE">
          <wp:simplePos x="0" y="0"/>
          <wp:positionH relativeFrom="page">
            <wp:posOffset>5498275</wp:posOffset>
          </wp:positionH>
          <wp:positionV relativeFrom="page">
            <wp:posOffset>534390</wp:posOffset>
          </wp:positionV>
          <wp:extent cx="1788539" cy="894269"/>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269"/>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color w:val="2B579A"/>
        <w:sz w:val="24"/>
        <w:shd w:val="clear" w:color="auto" w:fill="E6E6E6"/>
      </w:rPr>
      <w:drawing>
        <wp:anchor distT="0" distB="0" distL="114300" distR="114300" simplePos="0" relativeHeight="251658243" behindDoc="0" locked="0" layoutInCell="1" allowOverlap="1" wp14:anchorId="23F0B086" wp14:editId="63B0D17B">
          <wp:simplePos x="0" y="0"/>
          <wp:positionH relativeFrom="page">
            <wp:posOffset>899795</wp:posOffset>
          </wp:positionH>
          <wp:positionV relativeFrom="page">
            <wp:posOffset>1033145</wp:posOffset>
          </wp:positionV>
          <wp:extent cx="2026800" cy="230400"/>
          <wp:effectExtent l="0" t="0" r="0" b="0"/>
          <wp:wrapNone/>
          <wp:docPr id="18" name="Grafik 1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2793D761" w14:textId="77777777" w:rsidR="00A13A11" w:rsidRDefault="00A13A11" w:rsidP="00A13A11">
    <w:pPr>
      <w:pStyle w:val="Presseinfo"/>
    </w:pPr>
  </w:p>
  <w:p w14:paraId="6DBA6293" w14:textId="77777777" w:rsidR="00066ABD" w:rsidRDefault="00A13A11" w:rsidP="00A13A11">
    <w:pPr>
      <w:pStyle w:val="Presseinfo"/>
    </w:pPr>
    <w:r>
      <w:t>Presseinformation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0F27E" w14:textId="77777777" w:rsidR="00A13A11" w:rsidRDefault="00A13A11" w:rsidP="00A13A11">
    <w:pPr>
      <w:pStyle w:val="Presseinfo"/>
    </w:pPr>
  </w:p>
  <w:p w14:paraId="65E3C30F" w14:textId="77777777" w:rsidR="00A13A11" w:rsidRDefault="00A13A11" w:rsidP="00A13A11">
    <w:pPr>
      <w:pStyle w:val="Presseinfo"/>
    </w:pPr>
  </w:p>
  <w:p w14:paraId="6DBEF6E1" w14:textId="77777777" w:rsidR="004956A5" w:rsidRDefault="00A13A11" w:rsidP="00A13A11">
    <w:pPr>
      <w:pStyle w:val="Presseinfo"/>
    </w:pPr>
    <w:r>
      <w:t>Presseinformation</w:t>
    </w:r>
    <w:r w:rsidR="00D6138A" w:rsidRPr="00D6138A">
      <w:rPr>
        <w:noProof/>
        <w:color w:val="2B579A"/>
        <w:shd w:val="clear" w:color="auto" w:fill="E6E6E6"/>
      </w:rPr>
      <w:drawing>
        <wp:anchor distT="0" distB="0" distL="114300" distR="114300" simplePos="0" relativeHeight="251658241" behindDoc="0" locked="0" layoutInCell="1" allowOverlap="1" wp14:anchorId="5C39F8EA" wp14:editId="370F1A13">
          <wp:simplePos x="0" y="0"/>
          <wp:positionH relativeFrom="page">
            <wp:posOffset>899795</wp:posOffset>
          </wp:positionH>
          <wp:positionV relativeFrom="page">
            <wp:posOffset>1033145</wp:posOffset>
          </wp:positionV>
          <wp:extent cx="2026800" cy="230400"/>
          <wp:effectExtent l="0" t="0" r="0" b="0"/>
          <wp:wrapNone/>
          <wp:docPr id="19" name="Grafik 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color w:val="2B579A"/>
        <w:shd w:val="clear" w:color="auto" w:fill="E6E6E6"/>
      </w:rPr>
      <w:drawing>
        <wp:anchor distT="0" distB="0" distL="114300" distR="114300" simplePos="0" relativeHeight="251658240" behindDoc="0" locked="0" layoutInCell="1" allowOverlap="1" wp14:anchorId="59682869" wp14:editId="0BE3385D">
          <wp:simplePos x="0" y="0"/>
          <wp:positionH relativeFrom="page">
            <wp:posOffset>5493385</wp:posOffset>
          </wp:positionH>
          <wp:positionV relativeFrom="page">
            <wp:posOffset>537210</wp:posOffset>
          </wp:positionV>
          <wp:extent cx="1803400" cy="902970"/>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3400" cy="90297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Nmm15HaFXi20uU" int2:id="8PPMEU8d">
      <int2:state int2:value="Rejected" int2:type="AugLoop_Text_Critique"/>
    </int2:textHash>
    <int2:textHash int2:hashCode="Ll+gStImRO6Pi+" int2:id="EaUzZ6LD">
      <int2:state int2:value="Rejected" int2:type="AugLoop_Text_Critique"/>
    </int2:textHash>
    <int2:textHash int2:hashCode="CnI1v0B1EnFUOo" int2:id="SH5toHiM">
      <int2:state int2:value="Rejected" int2:type="AugLoop_Text_Critique"/>
    </int2:textHash>
    <int2:textHash int2:hashCode="dcBTNzDK8feFYc" int2:id="ieq4SQ9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6" w15:restartNumberingAfterBreak="0">
    <w:nsid w:val="6A760BB4"/>
    <w:multiLevelType w:val="multilevel"/>
    <w:tmpl w:val="5388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762144679">
    <w:abstractNumId w:val="7"/>
  </w:num>
  <w:num w:numId="2" w16cid:durableId="379400007">
    <w:abstractNumId w:val="1"/>
  </w:num>
  <w:num w:numId="3" w16cid:durableId="567039451">
    <w:abstractNumId w:val="5"/>
  </w:num>
  <w:num w:numId="4" w16cid:durableId="1116757791">
    <w:abstractNumId w:val="4"/>
  </w:num>
  <w:num w:numId="5" w16cid:durableId="340395289">
    <w:abstractNumId w:val="2"/>
  </w:num>
  <w:num w:numId="6" w16cid:durableId="948003289">
    <w:abstractNumId w:val="0"/>
  </w:num>
  <w:num w:numId="7" w16cid:durableId="139731669">
    <w:abstractNumId w:val="3"/>
  </w:num>
  <w:num w:numId="8" w16cid:durableId="853492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900"/>
    <w:rsid w:val="00002602"/>
    <w:rsid w:val="0000462A"/>
    <w:rsid w:val="00004FB1"/>
    <w:rsid w:val="0000536F"/>
    <w:rsid w:val="00006654"/>
    <w:rsid w:val="00006793"/>
    <w:rsid w:val="00014A63"/>
    <w:rsid w:val="0001574F"/>
    <w:rsid w:val="00016B81"/>
    <w:rsid w:val="00016FD1"/>
    <w:rsid w:val="000172FB"/>
    <w:rsid w:val="000179DD"/>
    <w:rsid w:val="00020528"/>
    <w:rsid w:val="0002169D"/>
    <w:rsid w:val="00024656"/>
    <w:rsid w:val="0002568F"/>
    <w:rsid w:val="00027E5B"/>
    <w:rsid w:val="00030857"/>
    <w:rsid w:val="00031817"/>
    <w:rsid w:val="00035C46"/>
    <w:rsid w:val="00037850"/>
    <w:rsid w:val="00037918"/>
    <w:rsid w:val="00040F37"/>
    <w:rsid w:val="00042493"/>
    <w:rsid w:val="00044646"/>
    <w:rsid w:val="00044886"/>
    <w:rsid w:val="00044E27"/>
    <w:rsid w:val="00045624"/>
    <w:rsid w:val="0004590F"/>
    <w:rsid w:val="000472C4"/>
    <w:rsid w:val="0005052C"/>
    <w:rsid w:val="00050A49"/>
    <w:rsid w:val="000515DB"/>
    <w:rsid w:val="00052576"/>
    <w:rsid w:val="00053E27"/>
    <w:rsid w:val="000541F1"/>
    <w:rsid w:val="00056398"/>
    <w:rsid w:val="00060A38"/>
    <w:rsid w:val="00060B8B"/>
    <w:rsid w:val="0006189D"/>
    <w:rsid w:val="000618BF"/>
    <w:rsid w:val="00061970"/>
    <w:rsid w:val="000620F5"/>
    <w:rsid w:val="000625AB"/>
    <w:rsid w:val="00064595"/>
    <w:rsid w:val="000654FC"/>
    <w:rsid w:val="0006573D"/>
    <w:rsid w:val="000661D8"/>
    <w:rsid w:val="00066ABD"/>
    <w:rsid w:val="00066F06"/>
    <w:rsid w:val="00067671"/>
    <w:rsid w:val="00067CB1"/>
    <w:rsid w:val="000703F8"/>
    <w:rsid w:val="00070529"/>
    <w:rsid w:val="000727C6"/>
    <w:rsid w:val="000741E5"/>
    <w:rsid w:val="0007610A"/>
    <w:rsid w:val="00076375"/>
    <w:rsid w:val="0007740E"/>
    <w:rsid w:val="000779EF"/>
    <w:rsid w:val="00083177"/>
    <w:rsid w:val="000832E5"/>
    <w:rsid w:val="000863EC"/>
    <w:rsid w:val="00087D6A"/>
    <w:rsid w:val="00090584"/>
    <w:rsid w:val="00091A61"/>
    <w:rsid w:val="00092055"/>
    <w:rsid w:val="0009263F"/>
    <w:rsid w:val="00093DA8"/>
    <w:rsid w:val="000956BD"/>
    <w:rsid w:val="00095CAA"/>
    <w:rsid w:val="00095FE1"/>
    <w:rsid w:val="000963FE"/>
    <w:rsid w:val="00097EC4"/>
    <w:rsid w:val="000A04AB"/>
    <w:rsid w:val="000A1548"/>
    <w:rsid w:val="000A3FD0"/>
    <w:rsid w:val="000A5716"/>
    <w:rsid w:val="000A598C"/>
    <w:rsid w:val="000A6709"/>
    <w:rsid w:val="000A7A54"/>
    <w:rsid w:val="000B16C9"/>
    <w:rsid w:val="000B1D7E"/>
    <w:rsid w:val="000B3F8E"/>
    <w:rsid w:val="000B6503"/>
    <w:rsid w:val="000C041A"/>
    <w:rsid w:val="000C0531"/>
    <w:rsid w:val="000C152F"/>
    <w:rsid w:val="000C2223"/>
    <w:rsid w:val="000C324C"/>
    <w:rsid w:val="000C3619"/>
    <w:rsid w:val="000C402A"/>
    <w:rsid w:val="000C41EA"/>
    <w:rsid w:val="000C5554"/>
    <w:rsid w:val="000C5904"/>
    <w:rsid w:val="000D0F6D"/>
    <w:rsid w:val="000D136C"/>
    <w:rsid w:val="000D146C"/>
    <w:rsid w:val="000D274E"/>
    <w:rsid w:val="000D4C88"/>
    <w:rsid w:val="000D4EF5"/>
    <w:rsid w:val="000D5B51"/>
    <w:rsid w:val="000D7DF1"/>
    <w:rsid w:val="000E08ED"/>
    <w:rsid w:val="000E2B37"/>
    <w:rsid w:val="000E3252"/>
    <w:rsid w:val="000E3531"/>
    <w:rsid w:val="000E5FE0"/>
    <w:rsid w:val="000F1BAF"/>
    <w:rsid w:val="000F4EFA"/>
    <w:rsid w:val="000F5B4D"/>
    <w:rsid w:val="000F6BF9"/>
    <w:rsid w:val="000F7960"/>
    <w:rsid w:val="00103120"/>
    <w:rsid w:val="00103921"/>
    <w:rsid w:val="00103955"/>
    <w:rsid w:val="00107781"/>
    <w:rsid w:val="001109B7"/>
    <w:rsid w:val="00110A78"/>
    <w:rsid w:val="00110B89"/>
    <w:rsid w:val="0011104C"/>
    <w:rsid w:val="00111E26"/>
    <w:rsid w:val="0011326B"/>
    <w:rsid w:val="0011554B"/>
    <w:rsid w:val="00121516"/>
    <w:rsid w:val="00122C29"/>
    <w:rsid w:val="00123941"/>
    <w:rsid w:val="00125F7F"/>
    <w:rsid w:val="00126816"/>
    <w:rsid w:val="001269F3"/>
    <w:rsid w:val="001273D0"/>
    <w:rsid w:val="00127614"/>
    <w:rsid w:val="001312BD"/>
    <w:rsid w:val="001312E7"/>
    <w:rsid w:val="00131614"/>
    <w:rsid w:val="00136247"/>
    <w:rsid w:val="00136AA9"/>
    <w:rsid w:val="00140574"/>
    <w:rsid w:val="001440F7"/>
    <w:rsid w:val="00144D7C"/>
    <w:rsid w:val="00144F29"/>
    <w:rsid w:val="0014749B"/>
    <w:rsid w:val="00150EBD"/>
    <w:rsid w:val="00151057"/>
    <w:rsid w:val="00151761"/>
    <w:rsid w:val="001524A0"/>
    <w:rsid w:val="00152562"/>
    <w:rsid w:val="0015710E"/>
    <w:rsid w:val="00162447"/>
    <w:rsid w:val="0016319A"/>
    <w:rsid w:val="0016320B"/>
    <w:rsid w:val="00166819"/>
    <w:rsid w:val="00167447"/>
    <w:rsid w:val="00167CF6"/>
    <w:rsid w:val="001704E2"/>
    <w:rsid w:val="00170857"/>
    <w:rsid w:val="0017205A"/>
    <w:rsid w:val="001777D0"/>
    <w:rsid w:val="0018091D"/>
    <w:rsid w:val="00181E17"/>
    <w:rsid w:val="00182469"/>
    <w:rsid w:val="001828D6"/>
    <w:rsid w:val="00182B03"/>
    <w:rsid w:val="00184288"/>
    <w:rsid w:val="00185681"/>
    <w:rsid w:val="001857EB"/>
    <w:rsid w:val="00185AF5"/>
    <w:rsid w:val="001878DC"/>
    <w:rsid w:val="00187EAF"/>
    <w:rsid w:val="00191A57"/>
    <w:rsid w:val="00193B2A"/>
    <w:rsid w:val="00193CB2"/>
    <w:rsid w:val="00193DA1"/>
    <w:rsid w:val="00194F94"/>
    <w:rsid w:val="001A552E"/>
    <w:rsid w:val="001B035C"/>
    <w:rsid w:val="001B09D6"/>
    <w:rsid w:val="001B1255"/>
    <w:rsid w:val="001B2B89"/>
    <w:rsid w:val="001B3049"/>
    <w:rsid w:val="001B35FF"/>
    <w:rsid w:val="001B3A21"/>
    <w:rsid w:val="001B47CA"/>
    <w:rsid w:val="001B47D7"/>
    <w:rsid w:val="001B5F7C"/>
    <w:rsid w:val="001B6782"/>
    <w:rsid w:val="001B7E51"/>
    <w:rsid w:val="001C35C4"/>
    <w:rsid w:val="001C3C31"/>
    <w:rsid w:val="001C5FAC"/>
    <w:rsid w:val="001C6604"/>
    <w:rsid w:val="001C7F01"/>
    <w:rsid w:val="001D40E9"/>
    <w:rsid w:val="001E0679"/>
    <w:rsid w:val="001E1273"/>
    <w:rsid w:val="001E233E"/>
    <w:rsid w:val="001E4983"/>
    <w:rsid w:val="001E4BE2"/>
    <w:rsid w:val="001E50BD"/>
    <w:rsid w:val="001E54BB"/>
    <w:rsid w:val="001E59B4"/>
    <w:rsid w:val="001F05E9"/>
    <w:rsid w:val="001F1D85"/>
    <w:rsid w:val="001F2156"/>
    <w:rsid w:val="001F33A9"/>
    <w:rsid w:val="001F4084"/>
    <w:rsid w:val="001F4C37"/>
    <w:rsid w:val="001F5120"/>
    <w:rsid w:val="001F6D3E"/>
    <w:rsid w:val="001F7778"/>
    <w:rsid w:val="00200A67"/>
    <w:rsid w:val="0020104B"/>
    <w:rsid w:val="00202BD7"/>
    <w:rsid w:val="00204034"/>
    <w:rsid w:val="00204C81"/>
    <w:rsid w:val="00204DAD"/>
    <w:rsid w:val="00205370"/>
    <w:rsid w:val="002068E7"/>
    <w:rsid w:val="00207261"/>
    <w:rsid w:val="00211806"/>
    <w:rsid w:val="002123FB"/>
    <w:rsid w:val="0021285F"/>
    <w:rsid w:val="002148A4"/>
    <w:rsid w:val="0021708B"/>
    <w:rsid w:val="00222A07"/>
    <w:rsid w:val="00222B89"/>
    <w:rsid w:val="002231A6"/>
    <w:rsid w:val="0022484B"/>
    <w:rsid w:val="00224BF4"/>
    <w:rsid w:val="00225481"/>
    <w:rsid w:val="00231C47"/>
    <w:rsid w:val="00231F37"/>
    <w:rsid w:val="00233911"/>
    <w:rsid w:val="002362EC"/>
    <w:rsid w:val="00236566"/>
    <w:rsid w:val="002424E8"/>
    <w:rsid w:val="00244413"/>
    <w:rsid w:val="00252D8A"/>
    <w:rsid w:val="00254178"/>
    <w:rsid w:val="0025426D"/>
    <w:rsid w:val="00255C47"/>
    <w:rsid w:val="0025640A"/>
    <w:rsid w:val="002570EF"/>
    <w:rsid w:val="00260827"/>
    <w:rsid w:val="00261555"/>
    <w:rsid w:val="002616D6"/>
    <w:rsid w:val="00262974"/>
    <w:rsid w:val="00262F7C"/>
    <w:rsid w:val="00263043"/>
    <w:rsid w:val="002659A5"/>
    <w:rsid w:val="00266AD0"/>
    <w:rsid w:val="002671E9"/>
    <w:rsid w:val="0027005E"/>
    <w:rsid w:val="00270E50"/>
    <w:rsid w:val="002725DB"/>
    <w:rsid w:val="00272FB3"/>
    <w:rsid w:val="00275759"/>
    <w:rsid w:val="00276696"/>
    <w:rsid w:val="00282BDD"/>
    <w:rsid w:val="0028304F"/>
    <w:rsid w:val="00283C50"/>
    <w:rsid w:val="00284CC9"/>
    <w:rsid w:val="00284F62"/>
    <w:rsid w:val="00285049"/>
    <w:rsid w:val="002865E8"/>
    <w:rsid w:val="00286D1F"/>
    <w:rsid w:val="00287700"/>
    <w:rsid w:val="00290345"/>
    <w:rsid w:val="00292328"/>
    <w:rsid w:val="00292549"/>
    <w:rsid w:val="002962E9"/>
    <w:rsid w:val="00296B79"/>
    <w:rsid w:val="00296D82"/>
    <w:rsid w:val="002970BF"/>
    <w:rsid w:val="0029720C"/>
    <w:rsid w:val="002A0727"/>
    <w:rsid w:val="002A134C"/>
    <w:rsid w:val="002A36F0"/>
    <w:rsid w:val="002A4509"/>
    <w:rsid w:val="002A5900"/>
    <w:rsid w:val="002B0C35"/>
    <w:rsid w:val="002B35C0"/>
    <w:rsid w:val="002B3E96"/>
    <w:rsid w:val="002B490F"/>
    <w:rsid w:val="002B7331"/>
    <w:rsid w:val="002C18E5"/>
    <w:rsid w:val="002C2A20"/>
    <w:rsid w:val="002C5269"/>
    <w:rsid w:val="002C61A0"/>
    <w:rsid w:val="002C7144"/>
    <w:rsid w:val="002D0E24"/>
    <w:rsid w:val="002D117D"/>
    <w:rsid w:val="002D4666"/>
    <w:rsid w:val="002D5431"/>
    <w:rsid w:val="002D6123"/>
    <w:rsid w:val="002D7309"/>
    <w:rsid w:val="002D7B71"/>
    <w:rsid w:val="002D7DEE"/>
    <w:rsid w:val="002E020B"/>
    <w:rsid w:val="002E0226"/>
    <w:rsid w:val="002E541A"/>
    <w:rsid w:val="002E5DD7"/>
    <w:rsid w:val="002E6448"/>
    <w:rsid w:val="002E7B69"/>
    <w:rsid w:val="002F0ECA"/>
    <w:rsid w:val="002F0F44"/>
    <w:rsid w:val="002F2DE2"/>
    <w:rsid w:val="002F484C"/>
    <w:rsid w:val="002F58AE"/>
    <w:rsid w:val="002F7461"/>
    <w:rsid w:val="00300FD4"/>
    <w:rsid w:val="00301206"/>
    <w:rsid w:val="00301513"/>
    <w:rsid w:val="00301BBF"/>
    <w:rsid w:val="00301CD6"/>
    <w:rsid w:val="00302500"/>
    <w:rsid w:val="003026A5"/>
    <w:rsid w:val="00304689"/>
    <w:rsid w:val="00304ADF"/>
    <w:rsid w:val="00305A39"/>
    <w:rsid w:val="00306813"/>
    <w:rsid w:val="00307965"/>
    <w:rsid w:val="00311A1C"/>
    <w:rsid w:val="003122E1"/>
    <w:rsid w:val="003148FA"/>
    <w:rsid w:val="0031651E"/>
    <w:rsid w:val="003166C1"/>
    <w:rsid w:val="0031689A"/>
    <w:rsid w:val="003172DD"/>
    <w:rsid w:val="00320355"/>
    <w:rsid w:val="00322E2B"/>
    <w:rsid w:val="0032349F"/>
    <w:rsid w:val="00325507"/>
    <w:rsid w:val="003257E0"/>
    <w:rsid w:val="003257F6"/>
    <w:rsid w:val="003267A9"/>
    <w:rsid w:val="00326C89"/>
    <w:rsid w:val="00326FAE"/>
    <w:rsid w:val="00326FF4"/>
    <w:rsid w:val="0033205B"/>
    <w:rsid w:val="003328C7"/>
    <w:rsid w:val="003328D5"/>
    <w:rsid w:val="003378B3"/>
    <w:rsid w:val="0034048F"/>
    <w:rsid w:val="00340E0F"/>
    <w:rsid w:val="003415DE"/>
    <w:rsid w:val="00341683"/>
    <w:rsid w:val="00341C5A"/>
    <w:rsid w:val="00342C8B"/>
    <w:rsid w:val="00353800"/>
    <w:rsid w:val="003538F6"/>
    <w:rsid w:val="00354A5F"/>
    <w:rsid w:val="003568D1"/>
    <w:rsid w:val="00356F92"/>
    <w:rsid w:val="00357202"/>
    <w:rsid w:val="00360151"/>
    <w:rsid w:val="0036116B"/>
    <w:rsid w:val="00362ED9"/>
    <w:rsid w:val="00363E7D"/>
    <w:rsid w:val="00365492"/>
    <w:rsid w:val="00366B13"/>
    <w:rsid w:val="003675A3"/>
    <w:rsid w:val="0037055F"/>
    <w:rsid w:val="003739E8"/>
    <w:rsid w:val="0037477C"/>
    <w:rsid w:val="00375386"/>
    <w:rsid w:val="003753D7"/>
    <w:rsid w:val="00376018"/>
    <w:rsid w:val="0037621E"/>
    <w:rsid w:val="003767C3"/>
    <w:rsid w:val="00377239"/>
    <w:rsid w:val="00380E34"/>
    <w:rsid w:val="00381C09"/>
    <w:rsid w:val="00381E33"/>
    <w:rsid w:val="00384426"/>
    <w:rsid w:val="00384F3A"/>
    <w:rsid w:val="00385E72"/>
    <w:rsid w:val="0038658E"/>
    <w:rsid w:val="00394C45"/>
    <w:rsid w:val="00394F70"/>
    <w:rsid w:val="00395F74"/>
    <w:rsid w:val="00397E34"/>
    <w:rsid w:val="003A06F7"/>
    <w:rsid w:val="003A1ED7"/>
    <w:rsid w:val="003A2E6C"/>
    <w:rsid w:val="003A3864"/>
    <w:rsid w:val="003A3EE4"/>
    <w:rsid w:val="003A5741"/>
    <w:rsid w:val="003A5FB2"/>
    <w:rsid w:val="003A6E04"/>
    <w:rsid w:val="003B1843"/>
    <w:rsid w:val="003B1CF1"/>
    <w:rsid w:val="003B66F6"/>
    <w:rsid w:val="003C6901"/>
    <w:rsid w:val="003C6CBF"/>
    <w:rsid w:val="003C72A9"/>
    <w:rsid w:val="003D1825"/>
    <w:rsid w:val="003D296C"/>
    <w:rsid w:val="003D4579"/>
    <w:rsid w:val="003D504D"/>
    <w:rsid w:val="003D59BE"/>
    <w:rsid w:val="003D69D5"/>
    <w:rsid w:val="003D7AD9"/>
    <w:rsid w:val="003D7D1C"/>
    <w:rsid w:val="003E1054"/>
    <w:rsid w:val="003E21F6"/>
    <w:rsid w:val="003E4566"/>
    <w:rsid w:val="003E6ED6"/>
    <w:rsid w:val="003E78A4"/>
    <w:rsid w:val="003E7E13"/>
    <w:rsid w:val="003E7EF5"/>
    <w:rsid w:val="003F01EA"/>
    <w:rsid w:val="003F2F42"/>
    <w:rsid w:val="003F34D7"/>
    <w:rsid w:val="003F7C9C"/>
    <w:rsid w:val="0040184A"/>
    <w:rsid w:val="00401D96"/>
    <w:rsid w:val="004036C6"/>
    <w:rsid w:val="00403C07"/>
    <w:rsid w:val="004040C7"/>
    <w:rsid w:val="004062C5"/>
    <w:rsid w:val="004074CF"/>
    <w:rsid w:val="00407993"/>
    <w:rsid w:val="00410B41"/>
    <w:rsid w:val="00410D03"/>
    <w:rsid w:val="00410EF4"/>
    <w:rsid w:val="004136DB"/>
    <w:rsid w:val="00415FE7"/>
    <w:rsid w:val="004161D1"/>
    <w:rsid w:val="004215B5"/>
    <w:rsid w:val="00421831"/>
    <w:rsid w:val="00422407"/>
    <w:rsid w:val="00422919"/>
    <w:rsid w:val="00422F8C"/>
    <w:rsid w:val="00424F78"/>
    <w:rsid w:val="00427105"/>
    <w:rsid w:val="004307B4"/>
    <w:rsid w:val="004309BC"/>
    <w:rsid w:val="00430BC5"/>
    <w:rsid w:val="004312A0"/>
    <w:rsid w:val="00431998"/>
    <w:rsid w:val="00431B51"/>
    <w:rsid w:val="00432813"/>
    <w:rsid w:val="0043351C"/>
    <w:rsid w:val="004342F7"/>
    <w:rsid w:val="00436AAA"/>
    <w:rsid w:val="00436B89"/>
    <w:rsid w:val="00440CA7"/>
    <w:rsid w:val="00441ED8"/>
    <w:rsid w:val="0044232E"/>
    <w:rsid w:val="0044265B"/>
    <w:rsid w:val="0044374E"/>
    <w:rsid w:val="00445ECB"/>
    <w:rsid w:val="0044607C"/>
    <w:rsid w:val="0045076F"/>
    <w:rsid w:val="00450A61"/>
    <w:rsid w:val="0045126D"/>
    <w:rsid w:val="004515EF"/>
    <w:rsid w:val="00452BED"/>
    <w:rsid w:val="00453808"/>
    <w:rsid w:val="00460346"/>
    <w:rsid w:val="0046063B"/>
    <w:rsid w:val="00464200"/>
    <w:rsid w:val="00464D5D"/>
    <w:rsid w:val="00464F68"/>
    <w:rsid w:val="00465005"/>
    <w:rsid w:val="0046567A"/>
    <w:rsid w:val="004673D4"/>
    <w:rsid w:val="004709E7"/>
    <w:rsid w:val="00470D0D"/>
    <w:rsid w:val="0047278E"/>
    <w:rsid w:val="00474CD1"/>
    <w:rsid w:val="00474E6E"/>
    <w:rsid w:val="00474F53"/>
    <w:rsid w:val="00475A66"/>
    <w:rsid w:val="00475DDF"/>
    <w:rsid w:val="004818AD"/>
    <w:rsid w:val="00490812"/>
    <w:rsid w:val="00493B35"/>
    <w:rsid w:val="004956A5"/>
    <w:rsid w:val="00495AB0"/>
    <w:rsid w:val="00495D57"/>
    <w:rsid w:val="004965A7"/>
    <w:rsid w:val="00496942"/>
    <w:rsid w:val="00496EE6"/>
    <w:rsid w:val="004A00A1"/>
    <w:rsid w:val="004A0980"/>
    <w:rsid w:val="004A103A"/>
    <w:rsid w:val="004A1EDA"/>
    <w:rsid w:val="004A2E8A"/>
    <w:rsid w:val="004A3021"/>
    <w:rsid w:val="004A56D8"/>
    <w:rsid w:val="004A7BB9"/>
    <w:rsid w:val="004B0D76"/>
    <w:rsid w:val="004B11EE"/>
    <w:rsid w:val="004B13E9"/>
    <w:rsid w:val="004B14B4"/>
    <w:rsid w:val="004B18A8"/>
    <w:rsid w:val="004B1EFB"/>
    <w:rsid w:val="004B2911"/>
    <w:rsid w:val="004B3F5B"/>
    <w:rsid w:val="004B4AB9"/>
    <w:rsid w:val="004B5279"/>
    <w:rsid w:val="004B5625"/>
    <w:rsid w:val="004B78C0"/>
    <w:rsid w:val="004B7998"/>
    <w:rsid w:val="004C3C95"/>
    <w:rsid w:val="004C4D5B"/>
    <w:rsid w:val="004C6E7A"/>
    <w:rsid w:val="004C7064"/>
    <w:rsid w:val="004D15AD"/>
    <w:rsid w:val="004D23BA"/>
    <w:rsid w:val="004D41CA"/>
    <w:rsid w:val="004D4589"/>
    <w:rsid w:val="004D606E"/>
    <w:rsid w:val="004D6106"/>
    <w:rsid w:val="004D645A"/>
    <w:rsid w:val="004E1460"/>
    <w:rsid w:val="004E1679"/>
    <w:rsid w:val="004E2976"/>
    <w:rsid w:val="004E367C"/>
    <w:rsid w:val="004E3C09"/>
    <w:rsid w:val="004E4868"/>
    <w:rsid w:val="004E4F0C"/>
    <w:rsid w:val="004E4F40"/>
    <w:rsid w:val="004F02F8"/>
    <w:rsid w:val="004F3AF4"/>
    <w:rsid w:val="004F4D22"/>
    <w:rsid w:val="004F51A6"/>
    <w:rsid w:val="004F5442"/>
    <w:rsid w:val="004F5EC2"/>
    <w:rsid w:val="004F60C9"/>
    <w:rsid w:val="004F6875"/>
    <w:rsid w:val="004F7E96"/>
    <w:rsid w:val="0050120A"/>
    <w:rsid w:val="00504C29"/>
    <w:rsid w:val="00505501"/>
    <w:rsid w:val="0050666A"/>
    <w:rsid w:val="005079E4"/>
    <w:rsid w:val="005116E1"/>
    <w:rsid w:val="0051307F"/>
    <w:rsid w:val="005139BD"/>
    <w:rsid w:val="005139FD"/>
    <w:rsid w:val="00513D13"/>
    <w:rsid w:val="005162D9"/>
    <w:rsid w:val="0051694B"/>
    <w:rsid w:val="00517543"/>
    <w:rsid w:val="005178AD"/>
    <w:rsid w:val="00520126"/>
    <w:rsid w:val="00521B86"/>
    <w:rsid w:val="0052548E"/>
    <w:rsid w:val="005259AB"/>
    <w:rsid w:val="005268D2"/>
    <w:rsid w:val="005272DD"/>
    <w:rsid w:val="00531C49"/>
    <w:rsid w:val="00531FE9"/>
    <w:rsid w:val="005338AA"/>
    <w:rsid w:val="00533EC6"/>
    <w:rsid w:val="00533F18"/>
    <w:rsid w:val="00541519"/>
    <w:rsid w:val="005428C6"/>
    <w:rsid w:val="00542E93"/>
    <w:rsid w:val="00543567"/>
    <w:rsid w:val="00544437"/>
    <w:rsid w:val="00544C3B"/>
    <w:rsid w:val="0054689D"/>
    <w:rsid w:val="005479D3"/>
    <w:rsid w:val="00547A04"/>
    <w:rsid w:val="00551D2F"/>
    <w:rsid w:val="00551F16"/>
    <w:rsid w:val="00552373"/>
    <w:rsid w:val="005531D9"/>
    <w:rsid w:val="00557A31"/>
    <w:rsid w:val="00560F34"/>
    <w:rsid w:val="005612AF"/>
    <w:rsid w:val="0056147C"/>
    <w:rsid w:val="00561FF6"/>
    <w:rsid w:val="005650DD"/>
    <w:rsid w:val="00566ADE"/>
    <w:rsid w:val="00566CB2"/>
    <w:rsid w:val="00566F4F"/>
    <w:rsid w:val="005675AC"/>
    <w:rsid w:val="00567971"/>
    <w:rsid w:val="00567C83"/>
    <w:rsid w:val="0057175B"/>
    <w:rsid w:val="005758FE"/>
    <w:rsid w:val="00576DB5"/>
    <w:rsid w:val="00576FB5"/>
    <w:rsid w:val="0057741E"/>
    <w:rsid w:val="00581BCD"/>
    <w:rsid w:val="00582B31"/>
    <w:rsid w:val="0058302B"/>
    <w:rsid w:val="005834D9"/>
    <w:rsid w:val="00584916"/>
    <w:rsid w:val="00584F47"/>
    <w:rsid w:val="00586133"/>
    <w:rsid w:val="00591144"/>
    <w:rsid w:val="00591196"/>
    <w:rsid w:val="00591523"/>
    <w:rsid w:val="00592F37"/>
    <w:rsid w:val="00593A3C"/>
    <w:rsid w:val="005A0ECD"/>
    <w:rsid w:val="005A164D"/>
    <w:rsid w:val="005A24F0"/>
    <w:rsid w:val="005A30D7"/>
    <w:rsid w:val="005A451C"/>
    <w:rsid w:val="005A6680"/>
    <w:rsid w:val="005AD9AF"/>
    <w:rsid w:val="005B220C"/>
    <w:rsid w:val="005B2254"/>
    <w:rsid w:val="005B38F0"/>
    <w:rsid w:val="005C0210"/>
    <w:rsid w:val="005C080B"/>
    <w:rsid w:val="005C3EA5"/>
    <w:rsid w:val="005C4E8A"/>
    <w:rsid w:val="005C5DE7"/>
    <w:rsid w:val="005C624C"/>
    <w:rsid w:val="005D16C6"/>
    <w:rsid w:val="005D18B0"/>
    <w:rsid w:val="005D26C2"/>
    <w:rsid w:val="005D3B9F"/>
    <w:rsid w:val="005D5D67"/>
    <w:rsid w:val="005D5EAB"/>
    <w:rsid w:val="005E051C"/>
    <w:rsid w:val="005E0C22"/>
    <w:rsid w:val="005E3A7B"/>
    <w:rsid w:val="005E6432"/>
    <w:rsid w:val="005E7869"/>
    <w:rsid w:val="005E7DC8"/>
    <w:rsid w:val="005F0CDF"/>
    <w:rsid w:val="005F3731"/>
    <w:rsid w:val="005F3B78"/>
    <w:rsid w:val="005F568F"/>
    <w:rsid w:val="00601095"/>
    <w:rsid w:val="006029EE"/>
    <w:rsid w:val="00603DBA"/>
    <w:rsid w:val="00607319"/>
    <w:rsid w:val="00611CC7"/>
    <w:rsid w:val="006136C2"/>
    <w:rsid w:val="00613D5C"/>
    <w:rsid w:val="00613E77"/>
    <w:rsid w:val="00615A43"/>
    <w:rsid w:val="006201B7"/>
    <w:rsid w:val="006209C3"/>
    <w:rsid w:val="00620AE4"/>
    <w:rsid w:val="00621557"/>
    <w:rsid w:val="006223E5"/>
    <w:rsid w:val="006232CC"/>
    <w:rsid w:val="00624B7F"/>
    <w:rsid w:val="006258A8"/>
    <w:rsid w:val="00626383"/>
    <w:rsid w:val="00626D78"/>
    <w:rsid w:val="006272AC"/>
    <w:rsid w:val="006301EA"/>
    <w:rsid w:val="0063059E"/>
    <w:rsid w:val="00631256"/>
    <w:rsid w:val="0063349A"/>
    <w:rsid w:val="00635D08"/>
    <w:rsid w:val="00640ADD"/>
    <w:rsid w:val="0064193E"/>
    <w:rsid w:val="00641CB6"/>
    <w:rsid w:val="006435AC"/>
    <w:rsid w:val="00643AAB"/>
    <w:rsid w:val="00645799"/>
    <w:rsid w:val="00645848"/>
    <w:rsid w:val="0065079C"/>
    <w:rsid w:val="00653B77"/>
    <w:rsid w:val="0065668A"/>
    <w:rsid w:val="0066012E"/>
    <w:rsid w:val="006629F8"/>
    <w:rsid w:val="00664170"/>
    <w:rsid w:val="00664A61"/>
    <w:rsid w:val="0066644A"/>
    <w:rsid w:val="00666875"/>
    <w:rsid w:val="006677CF"/>
    <w:rsid w:val="00667F23"/>
    <w:rsid w:val="0067044D"/>
    <w:rsid w:val="00674954"/>
    <w:rsid w:val="00674CE5"/>
    <w:rsid w:val="00675B1A"/>
    <w:rsid w:val="0067739F"/>
    <w:rsid w:val="00680EE0"/>
    <w:rsid w:val="00682BE2"/>
    <w:rsid w:val="00682D59"/>
    <w:rsid w:val="0068396C"/>
    <w:rsid w:val="0068423C"/>
    <w:rsid w:val="0068609E"/>
    <w:rsid w:val="00686280"/>
    <w:rsid w:val="00687510"/>
    <w:rsid w:val="00691388"/>
    <w:rsid w:val="006937BD"/>
    <w:rsid w:val="00694997"/>
    <w:rsid w:val="00694A08"/>
    <w:rsid w:val="00694F19"/>
    <w:rsid w:val="0069569B"/>
    <w:rsid w:val="006964CF"/>
    <w:rsid w:val="006A0960"/>
    <w:rsid w:val="006A0E88"/>
    <w:rsid w:val="006A20C5"/>
    <w:rsid w:val="006A25B8"/>
    <w:rsid w:val="006A3176"/>
    <w:rsid w:val="006A321B"/>
    <w:rsid w:val="006A39CD"/>
    <w:rsid w:val="006A4B6D"/>
    <w:rsid w:val="006A7114"/>
    <w:rsid w:val="006B1612"/>
    <w:rsid w:val="006B2427"/>
    <w:rsid w:val="006B36FF"/>
    <w:rsid w:val="006B43B5"/>
    <w:rsid w:val="006B4D0C"/>
    <w:rsid w:val="006B6818"/>
    <w:rsid w:val="006B7C5A"/>
    <w:rsid w:val="006C28BC"/>
    <w:rsid w:val="006C3A71"/>
    <w:rsid w:val="006C5C4E"/>
    <w:rsid w:val="006C6326"/>
    <w:rsid w:val="006C6D26"/>
    <w:rsid w:val="006C73D8"/>
    <w:rsid w:val="006D00BB"/>
    <w:rsid w:val="006D0B36"/>
    <w:rsid w:val="006D13A5"/>
    <w:rsid w:val="006D2A59"/>
    <w:rsid w:val="006D3409"/>
    <w:rsid w:val="006D5602"/>
    <w:rsid w:val="006D68AD"/>
    <w:rsid w:val="006D693F"/>
    <w:rsid w:val="006D7976"/>
    <w:rsid w:val="006E0F32"/>
    <w:rsid w:val="006E2900"/>
    <w:rsid w:val="006E3036"/>
    <w:rsid w:val="006E6C66"/>
    <w:rsid w:val="006F1ECB"/>
    <w:rsid w:val="006F2A39"/>
    <w:rsid w:val="006F3EC5"/>
    <w:rsid w:val="006F54BD"/>
    <w:rsid w:val="006F591F"/>
    <w:rsid w:val="006F61B7"/>
    <w:rsid w:val="006F70CA"/>
    <w:rsid w:val="006F7269"/>
    <w:rsid w:val="006F7849"/>
    <w:rsid w:val="00701DB1"/>
    <w:rsid w:val="007063C4"/>
    <w:rsid w:val="007102AB"/>
    <w:rsid w:val="00711000"/>
    <w:rsid w:val="0071152C"/>
    <w:rsid w:val="0071155C"/>
    <w:rsid w:val="00711D24"/>
    <w:rsid w:val="00712D9C"/>
    <w:rsid w:val="007137F6"/>
    <w:rsid w:val="0071507D"/>
    <w:rsid w:val="007171DD"/>
    <w:rsid w:val="00720212"/>
    <w:rsid w:val="00721DE0"/>
    <w:rsid w:val="007225B4"/>
    <w:rsid w:val="00722B21"/>
    <w:rsid w:val="00723EFA"/>
    <w:rsid w:val="00727652"/>
    <w:rsid w:val="00732935"/>
    <w:rsid w:val="007339C3"/>
    <w:rsid w:val="007360BA"/>
    <w:rsid w:val="00740413"/>
    <w:rsid w:val="007411F7"/>
    <w:rsid w:val="007426B5"/>
    <w:rsid w:val="007506AE"/>
    <w:rsid w:val="00750A26"/>
    <w:rsid w:val="0075168E"/>
    <w:rsid w:val="00753491"/>
    <w:rsid w:val="00754ACA"/>
    <w:rsid w:val="007554C3"/>
    <w:rsid w:val="00757DA3"/>
    <w:rsid w:val="00761F70"/>
    <w:rsid w:val="007632B5"/>
    <w:rsid w:val="00767786"/>
    <w:rsid w:val="00767CD3"/>
    <w:rsid w:val="00772109"/>
    <w:rsid w:val="00773205"/>
    <w:rsid w:val="0077403B"/>
    <w:rsid w:val="00774E2D"/>
    <w:rsid w:val="00777275"/>
    <w:rsid w:val="00781435"/>
    <w:rsid w:val="00781E48"/>
    <w:rsid w:val="00782808"/>
    <w:rsid w:val="007831B2"/>
    <w:rsid w:val="00783CE3"/>
    <w:rsid w:val="0078665D"/>
    <w:rsid w:val="007871C0"/>
    <w:rsid w:val="007871EF"/>
    <w:rsid w:val="0078744B"/>
    <w:rsid w:val="00787C5A"/>
    <w:rsid w:val="00791A39"/>
    <w:rsid w:val="00793616"/>
    <w:rsid w:val="00796115"/>
    <w:rsid w:val="007A4829"/>
    <w:rsid w:val="007A66D0"/>
    <w:rsid w:val="007A6AD8"/>
    <w:rsid w:val="007B2323"/>
    <w:rsid w:val="007B3474"/>
    <w:rsid w:val="007B371C"/>
    <w:rsid w:val="007B46DA"/>
    <w:rsid w:val="007B6B60"/>
    <w:rsid w:val="007C1230"/>
    <w:rsid w:val="007C14CB"/>
    <w:rsid w:val="007C17AF"/>
    <w:rsid w:val="007C1868"/>
    <w:rsid w:val="007C1BE3"/>
    <w:rsid w:val="007C281A"/>
    <w:rsid w:val="007C536A"/>
    <w:rsid w:val="007C58F0"/>
    <w:rsid w:val="007C7A7F"/>
    <w:rsid w:val="007D1DAE"/>
    <w:rsid w:val="007D1EC6"/>
    <w:rsid w:val="007D3766"/>
    <w:rsid w:val="007D44D0"/>
    <w:rsid w:val="007D4B07"/>
    <w:rsid w:val="007D52BA"/>
    <w:rsid w:val="007D6175"/>
    <w:rsid w:val="007D6BEE"/>
    <w:rsid w:val="007D6D89"/>
    <w:rsid w:val="007E0578"/>
    <w:rsid w:val="007E0693"/>
    <w:rsid w:val="007E0F4D"/>
    <w:rsid w:val="007E1A9D"/>
    <w:rsid w:val="007E5B5D"/>
    <w:rsid w:val="007F07EA"/>
    <w:rsid w:val="007F0B4E"/>
    <w:rsid w:val="007F407D"/>
    <w:rsid w:val="007F6DB7"/>
    <w:rsid w:val="007F73E7"/>
    <w:rsid w:val="007F7D9A"/>
    <w:rsid w:val="00800BF2"/>
    <w:rsid w:val="008032FB"/>
    <w:rsid w:val="00804555"/>
    <w:rsid w:val="00804765"/>
    <w:rsid w:val="008065B1"/>
    <w:rsid w:val="008116CF"/>
    <w:rsid w:val="008116F5"/>
    <w:rsid w:val="00812E9B"/>
    <w:rsid w:val="00814282"/>
    <w:rsid w:val="008167ED"/>
    <w:rsid w:val="008204FD"/>
    <w:rsid w:val="008209D1"/>
    <w:rsid w:val="00821278"/>
    <w:rsid w:val="008215EC"/>
    <w:rsid w:val="008218BF"/>
    <w:rsid w:val="00823AB9"/>
    <w:rsid w:val="008241BE"/>
    <w:rsid w:val="0082495B"/>
    <w:rsid w:val="00826660"/>
    <w:rsid w:val="0082705F"/>
    <w:rsid w:val="00827939"/>
    <w:rsid w:val="00831934"/>
    <w:rsid w:val="00832F1E"/>
    <w:rsid w:val="00834E7D"/>
    <w:rsid w:val="0083638A"/>
    <w:rsid w:val="00836C5F"/>
    <w:rsid w:val="00836EDC"/>
    <w:rsid w:val="0083A44C"/>
    <w:rsid w:val="00840204"/>
    <w:rsid w:val="00840941"/>
    <w:rsid w:val="00842950"/>
    <w:rsid w:val="0084355E"/>
    <w:rsid w:val="008452B2"/>
    <w:rsid w:val="008456C2"/>
    <w:rsid w:val="00846B68"/>
    <w:rsid w:val="008475B4"/>
    <w:rsid w:val="00847859"/>
    <w:rsid w:val="00847B90"/>
    <w:rsid w:val="008524A4"/>
    <w:rsid w:val="00854EDA"/>
    <w:rsid w:val="00855495"/>
    <w:rsid w:val="008602F3"/>
    <w:rsid w:val="00860A3B"/>
    <w:rsid w:val="00860CE7"/>
    <w:rsid w:val="0086165E"/>
    <w:rsid w:val="00861680"/>
    <w:rsid w:val="00861B65"/>
    <w:rsid w:val="008620E3"/>
    <w:rsid w:val="00865513"/>
    <w:rsid w:val="008732CC"/>
    <w:rsid w:val="00873335"/>
    <w:rsid w:val="00875C94"/>
    <w:rsid w:val="00877A17"/>
    <w:rsid w:val="00880CF8"/>
    <w:rsid w:val="00881421"/>
    <w:rsid w:val="008815CC"/>
    <w:rsid w:val="00882EA0"/>
    <w:rsid w:val="00882FC4"/>
    <w:rsid w:val="008847B7"/>
    <w:rsid w:val="00884856"/>
    <w:rsid w:val="008852C9"/>
    <w:rsid w:val="00886116"/>
    <w:rsid w:val="00886D48"/>
    <w:rsid w:val="008871E6"/>
    <w:rsid w:val="008875D6"/>
    <w:rsid w:val="00891F21"/>
    <w:rsid w:val="00892440"/>
    <w:rsid w:val="00892D30"/>
    <w:rsid w:val="008A05B8"/>
    <w:rsid w:val="008A1123"/>
    <w:rsid w:val="008A4C6C"/>
    <w:rsid w:val="008B0829"/>
    <w:rsid w:val="008B2764"/>
    <w:rsid w:val="008B6353"/>
    <w:rsid w:val="008B636A"/>
    <w:rsid w:val="008B70BF"/>
    <w:rsid w:val="008B7388"/>
    <w:rsid w:val="008B7CB2"/>
    <w:rsid w:val="008C1B78"/>
    <w:rsid w:val="008C2C32"/>
    <w:rsid w:val="008C2ED0"/>
    <w:rsid w:val="008C357B"/>
    <w:rsid w:val="008D0664"/>
    <w:rsid w:val="008D0974"/>
    <w:rsid w:val="008D0D32"/>
    <w:rsid w:val="008D3110"/>
    <w:rsid w:val="008D381A"/>
    <w:rsid w:val="008D4918"/>
    <w:rsid w:val="008D5483"/>
    <w:rsid w:val="008D5C0E"/>
    <w:rsid w:val="008D694C"/>
    <w:rsid w:val="008D6A16"/>
    <w:rsid w:val="008E16FB"/>
    <w:rsid w:val="008E2092"/>
    <w:rsid w:val="008E2345"/>
    <w:rsid w:val="008E35B6"/>
    <w:rsid w:val="008E42E4"/>
    <w:rsid w:val="008E506E"/>
    <w:rsid w:val="008E5365"/>
    <w:rsid w:val="008E646F"/>
    <w:rsid w:val="008F0891"/>
    <w:rsid w:val="008F2980"/>
    <w:rsid w:val="008F30CB"/>
    <w:rsid w:val="00900195"/>
    <w:rsid w:val="0090094A"/>
    <w:rsid w:val="0090189D"/>
    <w:rsid w:val="009027FF"/>
    <w:rsid w:val="009037B4"/>
    <w:rsid w:val="00904D7A"/>
    <w:rsid w:val="00904FB9"/>
    <w:rsid w:val="0090566A"/>
    <w:rsid w:val="0090C333"/>
    <w:rsid w:val="00913A41"/>
    <w:rsid w:val="00914AB2"/>
    <w:rsid w:val="00915D23"/>
    <w:rsid w:val="00915D50"/>
    <w:rsid w:val="009172CE"/>
    <w:rsid w:val="0092031B"/>
    <w:rsid w:val="009210B3"/>
    <w:rsid w:val="00921701"/>
    <w:rsid w:val="00922A09"/>
    <w:rsid w:val="00924F10"/>
    <w:rsid w:val="00925A9D"/>
    <w:rsid w:val="0092668F"/>
    <w:rsid w:val="0092F1BE"/>
    <w:rsid w:val="00930481"/>
    <w:rsid w:val="00931711"/>
    <w:rsid w:val="00932184"/>
    <w:rsid w:val="0093239E"/>
    <w:rsid w:val="009340B3"/>
    <w:rsid w:val="00934692"/>
    <w:rsid w:val="009379A4"/>
    <w:rsid w:val="009413C0"/>
    <w:rsid w:val="00941475"/>
    <w:rsid w:val="00941C56"/>
    <w:rsid w:val="009430DE"/>
    <w:rsid w:val="00947251"/>
    <w:rsid w:val="00947829"/>
    <w:rsid w:val="00950390"/>
    <w:rsid w:val="009503FE"/>
    <w:rsid w:val="0095121F"/>
    <w:rsid w:val="00951B6F"/>
    <w:rsid w:val="009534DB"/>
    <w:rsid w:val="00954840"/>
    <w:rsid w:val="00960438"/>
    <w:rsid w:val="009606AD"/>
    <w:rsid w:val="0096157A"/>
    <w:rsid w:val="009623DC"/>
    <w:rsid w:val="009628A1"/>
    <w:rsid w:val="00962CF5"/>
    <w:rsid w:val="00962F50"/>
    <w:rsid w:val="009639B7"/>
    <w:rsid w:val="00963CE5"/>
    <w:rsid w:val="00965726"/>
    <w:rsid w:val="00970E11"/>
    <w:rsid w:val="00973841"/>
    <w:rsid w:val="009746B9"/>
    <w:rsid w:val="009762EF"/>
    <w:rsid w:val="00976DC5"/>
    <w:rsid w:val="009809C4"/>
    <w:rsid w:val="009838E8"/>
    <w:rsid w:val="00984729"/>
    <w:rsid w:val="009847BE"/>
    <w:rsid w:val="00985BE9"/>
    <w:rsid w:val="009863E8"/>
    <w:rsid w:val="00987252"/>
    <w:rsid w:val="00987AFE"/>
    <w:rsid w:val="00990443"/>
    <w:rsid w:val="00990DA7"/>
    <w:rsid w:val="00991A16"/>
    <w:rsid w:val="0099261E"/>
    <w:rsid w:val="00992CC1"/>
    <w:rsid w:val="009955CD"/>
    <w:rsid w:val="0099623A"/>
    <w:rsid w:val="0099699D"/>
    <w:rsid w:val="009A017F"/>
    <w:rsid w:val="009A15F7"/>
    <w:rsid w:val="009A1EA3"/>
    <w:rsid w:val="009A202E"/>
    <w:rsid w:val="009A2134"/>
    <w:rsid w:val="009A4A41"/>
    <w:rsid w:val="009A4B80"/>
    <w:rsid w:val="009A6711"/>
    <w:rsid w:val="009B158C"/>
    <w:rsid w:val="009B1C19"/>
    <w:rsid w:val="009B3227"/>
    <w:rsid w:val="009B4081"/>
    <w:rsid w:val="009B44E0"/>
    <w:rsid w:val="009B46C3"/>
    <w:rsid w:val="009B581D"/>
    <w:rsid w:val="009B6249"/>
    <w:rsid w:val="009C1231"/>
    <w:rsid w:val="009C2A9D"/>
    <w:rsid w:val="009C3344"/>
    <w:rsid w:val="009C3890"/>
    <w:rsid w:val="009C3BF8"/>
    <w:rsid w:val="009C4117"/>
    <w:rsid w:val="009C4CAC"/>
    <w:rsid w:val="009C65C2"/>
    <w:rsid w:val="009D315E"/>
    <w:rsid w:val="009D3601"/>
    <w:rsid w:val="009D4266"/>
    <w:rsid w:val="009D4998"/>
    <w:rsid w:val="009D644C"/>
    <w:rsid w:val="009D72A5"/>
    <w:rsid w:val="009D7A7C"/>
    <w:rsid w:val="009E0EE9"/>
    <w:rsid w:val="009E2B23"/>
    <w:rsid w:val="009E361E"/>
    <w:rsid w:val="009E4879"/>
    <w:rsid w:val="009E529B"/>
    <w:rsid w:val="009E5E99"/>
    <w:rsid w:val="009E703A"/>
    <w:rsid w:val="009E7894"/>
    <w:rsid w:val="009E7EDE"/>
    <w:rsid w:val="009F05CC"/>
    <w:rsid w:val="009F0629"/>
    <w:rsid w:val="009F3FCF"/>
    <w:rsid w:val="009F49C8"/>
    <w:rsid w:val="009F5D9C"/>
    <w:rsid w:val="009F763C"/>
    <w:rsid w:val="00A014BC"/>
    <w:rsid w:val="00A01583"/>
    <w:rsid w:val="00A05549"/>
    <w:rsid w:val="00A05779"/>
    <w:rsid w:val="00A06817"/>
    <w:rsid w:val="00A06A29"/>
    <w:rsid w:val="00A10F60"/>
    <w:rsid w:val="00A11541"/>
    <w:rsid w:val="00A13A11"/>
    <w:rsid w:val="00A14726"/>
    <w:rsid w:val="00A14B93"/>
    <w:rsid w:val="00A16B13"/>
    <w:rsid w:val="00A1785A"/>
    <w:rsid w:val="00A20546"/>
    <w:rsid w:val="00A239BC"/>
    <w:rsid w:val="00A24B30"/>
    <w:rsid w:val="00A24C30"/>
    <w:rsid w:val="00A2776A"/>
    <w:rsid w:val="00A30434"/>
    <w:rsid w:val="00A34546"/>
    <w:rsid w:val="00A34F9A"/>
    <w:rsid w:val="00A353D0"/>
    <w:rsid w:val="00A36D4E"/>
    <w:rsid w:val="00A400D4"/>
    <w:rsid w:val="00A40225"/>
    <w:rsid w:val="00A43DE4"/>
    <w:rsid w:val="00A43EF5"/>
    <w:rsid w:val="00A44083"/>
    <w:rsid w:val="00A44A63"/>
    <w:rsid w:val="00A462E7"/>
    <w:rsid w:val="00A47D11"/>
    <w:rsid w:val="00A50860"/>
    <w:rsid w:val="00A508DD"/>
    <w:rsid w:val="00A50FEA"/>
    <w:rsid w:val="00A5262D"/>
    <w:rsid w:val="00A545A4"/>
    <w:rsid w:val="00A557AD"/>
    <w:rsid w:val="00A56F3C"/>
    <w:rsid w:val="00A56F56"/>
    <w:rsid w:val="00A571D1"/>
    <w:rsid w:val="00A579A0"/>
    <w:rsid w:val="00A618CB"/>
    <w:rsid w:val="00A62C52"/>
    <w:rsid w:val="00A64233"/>
    <w:rsid w:val="00A64E3F"/>
    <w:rsid w:val="00A65E87"/>
    <w:rsid w:val="00A670BF"/>
    <w:rsid w:val="00A7237A"/>
    <w:rsid w:val="00A73839"/>
    <w:rsid w:val="00A74DBA"/>
    <w:rsid w:val="00A75085"/>
    <w:rsid w:val="00A7565B"/>
    <w:rsid w:val="00A80269"/>
    <w:rsid w:val="00A8273B"/>
    <w:rsid w:val="00A87014"/>
    <w:rsid w:val="00A87A50"/>
    <w:rsid w:val="00A913E1"/>
    <w:rsid w:val="00A91BBA"/>
    <w:rsid w:val="00A925AE"/>
    <w:rsid w:val="00A949C8"/>
    <w:rsid w:val="00A95251"/>
    <w:rsid w:val="00A953D2"/>
    <w:rsid w:val="00A95867"/>
    <w:rsid w:val="00AA0CDA"/>
    <w:rsid w:val="00AA49FE"/>
    <w:rsid w:val="00AA6EAE"/>
    <w:rsid w:val="00AB01B1"/>
    <w:rsid w:val="00AB0510"/>
    <w:rsid w:val="00AB58F6"/>
    <w:rsid w:val="00AB6334"/>
    <w:rsid w:val="00AC09CA"/>
    <w:rsid w:val="00AC0ED1"/>
    <w:rsid w:val="00AC348F"/>
    <w:rsid w:val="00AC447B"/>
    <w:rsid w:val="00AC5844"/>
    <w:rsid w:val="00AC5D66"/>
    <w:rsid w:val="00AC600B"/>
    <w:rsid w:val="00AC601F"/>
    <w:rsid w:val="00AC6C55"/>
    <w:rsid w:val="00AC6D04"/>
    <w:rsid w:val="00AC7A99"/>
    <w:rsid w:val="00AD0BD4"/>
    <w:rsid w:val="00AD0D49"/>
    <w:rsid w:val="00AD30BE"/>
    <w:rsid w:val="00AD391F"/>
    <w:rsid w:val="00AD4157"/>
    <w:rsid w:val="00AD5000"/>
    <w:rsid w:val="00AD56B8"/>
    <w:rsid w:val="00AD5C1B"/>
    <w:rsid w:val="00AD6826"/>
    <w:rsid w:val="00AE00FA"/>
    <w:rsid w:val="00AE21EA"/>
    <w:rsid w:val="00AE291A"/>
    <w:rsid w:val="00AE4C31"/>
    <w:rsid w:val="00AE5CFD"/>
    <w:rsid w:val="00AE6282"/>
    <w:rsid w:val="00AF0D5A"/>
    <w:rsid w:val="00AF156D"/>
    <w:rsid w:val="00AF203F"/>
    <w:rsid w:val="00AF254A"/>
    <w:rsid w:val="00AF2592"/>
    <w:rsid w:val="00AF26A1"/>
    <w:rsid w:val="00AF5FAC"/>
    <w:rsid w:val="00AF65EB"/>
    <w:rsid w:val="00B00426"/>
    <w:rsid w:val="00B03CC9"/>
    <w:rsid w:val="00B05D02"/>
    <w:rsid w:val="00B07EA1"/>
    <w:rsid w:val="00B131CC"/>
    <w:rsid w:val="00B14B39"/>
    <w:rsid w:val="00B152E6"/>
    <w:rsid w:val="00B15DE6"/>
    <w:rsid w:val="00B17D36"/>
    <w:rsid w:val="00B21F0E"/>
    <w:rsid w:val="00B22BA3"/>
    <w:rsid w:val="00B246CD"/>
    <w:rsid w:val="00B24F78"/>
    <w:rsid w:val="00B271E0"/>
    <w:rsid w:val="00B300B1"/>
    <w:rsid w:val="00B3066A"/>
    <w:rsid w:val="00B371C3"/>
    <w:rsid w:val="00B43036"/>
    <w:rsid w:val="00B43630"/>
    <w:rsid w:val="00B43EDB"/>
    <w:rsid w:val="00B442AC"/>
    <w:rsid w:val="00B45B4D"/>
    <w:rsid w:val="00B47297"/>
    <w:rsid w:val="00B509F1"/>
    <w:rsid w:val="00B50DBC"/>
    <w:rsid w:val="00B518C5"/>
    <w:rsid w:val="00B51C5B"/>
    <w:rsid w:val="00B531A2"/>
    <w:rsid w:val="00B546BA"/>
    <w:rsid w:val="00B553A6"/>
    <w:rsid w:val="00B5622D"/>
    <w:rsid w:val="00B565F1"/>
    <w:rsid w:val="00B56BD9"/>
    <w:rsid w:val="00B57EF2"/>
    <w:rsid w:val="00B606D9"/>
    <w:rsid w:val="00B63716"/>
    <w:rsid w:val="00B648BA"/>
    <w:rsid w:val="00B65EF9"/>
    <w:rsid w:val="00B6616A"/>
    <w:rsid w:val="00B66242"/>
    <w:rsid w:val="00B673A1"/>
    <w:rsid w:val="00B676BC"/>
    <w:rsid w:val="00B7285D"/>
    <w:rsid w:val="00B73C97"/>
    <w:rsid w:val="00B74D1F"/>
    <w:rsid w:val="00B80A5F"/>
    <w:rsid w:val="00B80EFD"/>
    <w:rsid w:val="00B813ED"/>
    <w:rsid w:val="00B816CB"/>
    <w:rsid w:val="00B83157"/>
    <w:rsid w:val="00B83D0E"/>
    <w:rsid w:val="00B841C2"/>
    <w:rsid w:val="00B84502"/>
    <w:rsid w:val="00B85C3D"/>
    <w:rsid w:val="00B85EB1"/>
    <w:rsid w:val="00B872C7"/>
    <w:rsid w:val="00B87CF4"/>
    <w:rsid w:val="00B901E0"/>
    <w:rsid w:val="00B9151D"/>
    <w:rsid w:val="00B91FE2"/>
    <w:rsid w:val="00B92017"/>
    <w:rsid w:val="00B92F99"/>
    <w:rsid w:val="00B97D63"/>
    <w:rsid w:val="00BA2940"/>
    <w:rsid w:val="00BA3CA3"/>
    <w:rsid w:val="00BA4883"/>
    <w:rsid w:val="00BA5136"/>
    <w:rsid w:val="00BA58A8"/>
    <w:rsid w:val="00BA7183"/>
    <w:rsid w:val="00BB29F6"/>
    <w:rsid w:val="00BB77CC"/>
    <w:rsid w:val="00BB7850"/>
    <w:rsid w:val="00BC1BC8"/>
    <w:rsid w:val="00BC4516"/>
    <w:rsid w:val="00BC79E9"/>
    <w:rsid w:val="00BD21B2"/>
    <w:rsid w:val="00BD4156"/>
    <w:rsid w:val="00BD5975"/>
    <w:rsid w:val="00BD5B3B"/>
    <w:rsid w:val="00BD5BE6"/>
    <w:rsid w:val="00BD7DAB"/>
    <w:rsid w:val="00BE27B2"/>
    <w:rsid w:val="00BE45F5"/>
    <w:rsid w:val="00BE4908"/>
    <w:rsid w:val="00BE7701"/>
    <w:rsid w:val="00BE7AE7"/>
    <w:rsid w:val="00BF189A"/>
    <w:rsid w:val="00BF26EF"/>
    <w:rsid w:val="00BF42DD"/>
    <w:rsid w:val="00BF5123"/>
    <w:rsid w:val="00BF61A3"/>
    <w:rsid w:val="00BF6B4D"/>
    <w:rsid w:val="00BF7D8B"/>
    <w:rsid w:val="00C00C66"/>
    <w:rsid w:val="00C024E5"/>
    <w:rsid w:val="00C0286C"/>
    <w:rsid w:val="00C04C14"/>
    <w:rsid w:val="00C04CE3"/>
    <w:rsid w:val="00C04DF3"/>
    <w:rsid w:val="00C05453"/>
    <w:rsid w:val="00C1017D"/>
    <w:rsid w:val="00C11C3D"/>
    <w:rsid w:val="00C1226A"/>
    <w:rsid w:val="00C13887"/>
    <w:rsid w:val="00C15A9D"/>
    <w:rsid w:val="00C15E6A"/>
    <w:rsid w:val="00C15EB7"/>
    <w:rsid w:val="00C160F3"/>
    <w:rsid w:val="00C161FD"/>
    <w:rsid w:val="00C16A8B"/>
    <w:rsid w:val="00C17B7F"/>
    <w:rsid w:val="00C2146D"/>
    <w:rsid w:val="00C22DBE"/>
    <w:rsid w:val="00C2477A"/>
    <w:rsid w:val="00C24A15"/>
    <w:rsid w:val="00C251BF"/>
    <w:rsid w:val="00C2548D"/>
    <w:rsid w:val="00C257BF"/>
    <w:rsid w:val="00C325FF"/>
    <w:rsid w:val="00C32780"/>
    <w:rsid w:val="00C32BF7"/>
    <w:rsid w:val="00C32F83"/>
    <w:rsid w:val="00C348C7"/>
    <w:rsid w:val="00C352E0"/>
    <w:rsid w:val="00C35C75"/>
    <w:rsid w:val="00C400D2"/>
    <w:rsid w:val="00C43E01"/>
    <w:rsid w:val="00C43FFA"/>
    <w:rsid w:val="00C446BC"/>
    <w:rsid w:val="00C45C4D"/>
    <w:rsid w:val="00C50C85"/>
    <w:rsid w:val="00C5337F"/>
    <w:rsid w:val="00C534CE"/>
    <w:rsid w:val="00C547F2"/>
    <w:rsid w:val="00C57767"/>
    <w:rsid w:val="00C61F8B"/>
    <w:rsid w:val="00C62900"/>
    <w:rsid w:val="00C634A2"/>
    <w:rsid w:val="00C63B21"/>
    <w:rsid w:val="00C64CDD"/>
    <w:rsid w:val="00C64E91"/>
    <w:rsid w:val="00C65203"/>
    <w:rsid w:val="00C6557B"/>
    <w:rsid w:val="00C708B1"/>
    <w:rsid w:val="00C70B71"/>
    <w:rsid w:val="00C70E62"/>
    <w:rsid w:val="00C70F41"/>
    <w:rsid w:val="00C72C97"/>
    <w:rsid w:val="00C72E64"/>
    <w:rsid w:val="00C731A6"/>
    <w:rsid w:val="00C74473"/>
    <w:rsid w:val="00C76C35"/>
    <w:rsid w:val="00C7757F"/>
    <w:rsid w:val="00C80A94"/>
    <w:rsid w:val="00C8127A"/>
    <w:rsid w:val="00C81962"/>
    <w:rsid w:val="00C83A19"/>
    <w:rsid w:val="00C83AC3"/>
    <w:rsid w:val="00C83AD1"/>
    <w:rsid w:val="00C846FA"/>
    <w:rsid w:val="00C85F0E"/>
    <w:rsid w:val="00C862A8"/>
    <w:rsid w:val="00C869C9"/>
    <w:rsid w:val="00C87094"/>
    <w:rsid w:val="00C873C4"/>
    <w:rsid w:val="00C8780E"/>
    <w:rsid w:val="00C91639"/>
    <w:rsid w:val="00C9352D"/>
    <w:rsid w:val="00C939B1"/>
    <w:rsid w:val="00C94333"/>
    <w:rsid w:val="00C94AC4"/>
    <w:rsid w:val="00C94FDB"/>
    <w:rsid w:val="00C953E8"/>
    <w:rsid w:val="00C97A57"/>
    <w:rsid w:val="00CA03BD"/>
    <w:rsid w:val="00CA0A6E"/>
    <w:rsid w:val="00CA1210"/>
    <w:rsid w:val="00CA1762"/>
    <w:rsid w:val="00CA3E6C"/>
    <w:rsid w:val="00CA4BBE"/>
    <w:rsid w:val="00CA4E4D"/>
    <w:rsid w:val="00CA53A9"/>
    <w:rsid w:val="00CA5A97"/>
    <w:rsid w:val="00CA7E19"/>
    <w:rsid w:val="00CB3A6B"/>
    <w:rsid w:val="00CB7324"/>
    <w:rsid w:val="00CC0B12"/>
    <w:rsid w:val="00CC0D19"/>
    <w:rsid w:val="00CC1E94"/>
    <w:rsid w:val="00CC3AD8"/>
    <w:rsid w:val="00CC3D68"/>
    <w:rsid w:val="00CC4661"/>
    <w:rsid w:val="00CC776B"/>
    <w:rsid w:val="00CC796D"/>
    <w:rsid w:val="00CD2A90"/>
    <w:rsid w:val="00CD4381"/>
    <w:rsid w:val="00CD4F1D"/>
    <w:rsid w:val="00CD5F2F"/>
    <w:rsid w:val="00CD7304"/>
    <w:rsid w:val="00CE0A5D"/>
    <w:rsid w:val="00CE1DBA"/>
    <w:rsid w:val="00CE58CE"/>
    <w:rsid w:val="00CE658B"/>
    <w:rsid w:val="00CE6E42"/>
    <w:rsid w:val="00CE7F81"/>
    <w:rsid w:val="00CF28CD"/>
    <w:rsid w:val="00CF4302"/>
    <w:rsid w:val="00CF6314"/>
    <w:rsid w:val="00CF7421"/>
    <w:rsid w:val="00CF772B"/>
    <w:rsid w:val="00D001EB"/>
    <w:rsid w:val="00D01A57"/>
    <w:rsid w:val="00D0461A"/>
    <w:rsid w:val="00D04B52"/>
    <w:rsid w:val="00D05323"/>
    <w:rsid w:val="00D07A54"/>
    <w:rsid w:val="00D07FEC"/>
    <w:rsid w:val="00D10155"/>
    <w:rsid w:val="00D1028F"/>
    <w:rsid w:val="00D14293"/>
    <w:rsid w:val="00D148DD"/>
    <w:rsid w:val="00D1535C"/>
    <w:rsid w:val="00D16845"/>
    <w:rsid w:val="00D17643"/>
    <w:rsid w:val="00D22009"/>
    <w:rsid w:val="00D220F0"/>
    <w:rsid w:val="00D22C77"/>
    <w:rsid w:val="00D240A7"/>
    <w:rsid w:val="00D2589A"/>
    <w:rsid w:val="00D26928"/>
    <w:rsid w:val="00D27753"/>
    <w:rsid w:val="00D32A61"/>
    <w:rsid w:val="00D335D1"/>
    <w:rsid w:val="00D36157"/>
    <w:rsid w:val="00D37518"/>
    <w:rsid w:val="00D37B46"/>
    <w:rsid w:val="00D40318"/>
    <w:rsid w:val="00D436BD"/>
    <w:rsid w:val="00D44970"/>
    <w:rsid w:val="00D46272"/>
    <w:rsid w:val="00D4792E"/>
    <w:rsid w:val="00D5001E"/>
    <w:rsid w:val="00D50308"/>
    <w:rsid w:val="00D5123E"/>
    <w:rsid w:val="00D518CC"/>
    <w:rsid w:val="00D5339F"/>
    <w:rsid w:val="00D5563C"/>
    <w:rsid w:val="00D56040"/>
    <w:rsid w:val="00D60118"/>
    <w:rsid w:val="00D60293"/>
    <w:rsid w:val="00D608EF"/>
    <w:rsid w:val="00D60DA2"/>
    <w:rsid w:val="00D6138A"/>
    <w:rsid w:val="00D62C88"/>
    <w:rsid w:val="00D635D7"/>
    <w:rsid w:val="00D63DE4"/>
    <w:rsid w:val="00D642EA"/>
    <w:rsid w:val="00D658D9"/>
    <w:rsid w:val="00D6769B"/>
    <w:rsid w:val="00D67E9E"/>
    <w:rsid w:val="00D73B77"/>
    <w:rsid w:val="00D744C3"/>
    <w:rsid w:val="00D76AB7"/>
    <w:rsid w:val="00D81249"/>
    <w:rsid w:val="00D81B15"/>
    <w:rsid w:val="00D82FCA"/>
    <w:rsid w:val="00D8681A"/>
    <w:rsid w:val="00D876D1"/>
    <w:rsid w:val="00D91AF3"/>
    <w:rsid w:val="00D9295E"/>
    <w:rsid w:val="00D94238"/>
    <w:rsid w:val="00D9488F"/>
    <w:rsid w:val="00D95CE3"/>
    <w:rsid w:val="00D96177"/>
    <w:rsid w:val="00D965C9"/>
    <w:rsid w:val="00D97DAA"/>
    <w:rsid w:val="00DA1B42"/>
    <w:rsid w:val="00DB2C8A"/>
    <w:rsid w:val="00DB3126"/>
    <w:rsid w:val="00DB3BB2"/>
    <w:rsid w:val="00DB4236"/>
    <w:rsid w:val="00DC0644"/>
    <w:rsid w:val="00DC0B38"/>
    <w:rsid w:val="00DC19F0"/>
    <w:rsid w:val="00DC3610"/>
    <w:rsid w:val="00DC4AFD"/>
    <w:rsid w:val="00DC50E9"/>
    <w:rsid w:val="00DD08DC"/>
    <w:rsid w:val="00DD0C46"/>
    <w:rsid w:val="00DD46B0"/>
    <w:rsid w:val="00DD4D6E"/>
    <w:rsid w:val="00DD5236"/>
    <w:rsid w:val="00DD52CA"/>
    <w:rsid w:val="00DD78DB"/>
    <w:rsid w:val="00DE14CD"/>
    <w:rsid w:val="00DE2CF8"/>
    <w:rsid w:val="00DE3328"/>
    <w:rsid w:val="00DE3F10"/>
    <w:rsid w:val="00DE5632"/>
    <w:rsid w:val="00DF00F2"/>
    <w:rsid w:val="00DF0839"/>
    <w:rsid w:val="00E00E75"/>
    <w:rsid w:val="00E03713"/>
    <w:rsid w:val="00E06368"/>
    <w:rsid w:val="00E068F8"/>
    <w:rsid w:val="00E0752E"/>
    <w:rsid w:val="00E1105B"/>
    <w:rsid w:val="00E11216"/>
    <w:rsid w:val="00E1335B"/>
    <w:rsid w:val="00E143E3"/>
    <w:rsid w:val="00E14651"/>
    <w:rsid w:val="00E148A3"/>
    <w:rsid w:val="00E17B2E"/>
    <w:rsid w:val="00E23EB3"/>
    <w:rsid w:val="00E271A1"/>
    <w:rsid w:val="00E3254F"/>
    <w:rsid w:val="00E32F9E"/>
    <w:rsid w:val="00E33406"/>
    <w:rsid w:val="00E34B8C"/>
    <w:rsid w:val="00E34DD7"/>
    <w:rsid w:val="00E34FE2"/>
    <w:rsid w:val="00E35AC4"/>
    <w:rsid w:val="00E36FDB"/>
    <w:rsid w:val="00E37503"/>
    <w:rsid w:val="00E40A94"/>
    <w:rsid w:val="00E4417A"/>
    <w:rsid w:val="00E44CA9"/>
    <w:rsid w:val="00E45131"/>
    <w:rsid w:val="00E46681"/>
    <w:rsid w:val="00E46B77"/>
    <w:rsid w:val="00E47D13"/>
    <w:rsid w:val="00E510C1"/>
    <w:rsid w:val="00E518A3"/>
    <w:rsid w:val="00E53046"/>
    <w:rsid w:val="00E53B6E"/>
    <w:rsid w:val="00E5429B"/>
    <w:rsid w:val="00E5520C"/>
    <w:rsid w:val="00E55A8B"/>
    <w:rsid w:val="00E57075"/>
    <w:rsid w:val="00E57DD8"/>
    <w:rsid w:val="00E607BE"/>
    <w:rsid w:val="00E60C6A"/>
    <w:rsid w:val="00E66C49"/>
    <w:rsid w:val="00E70D32"/>
    <w:rsid w:val="00E73766"/>
    <w:rsid w:val="00E74462"/>
    <w:rsid w:val="00E807AF"/>
    <w:rsid w:val="00E86325"/>
    <w:rsid w:val="00E866E2"/>
    <w:rsid w:val="00E870FF"/>
    <w:rsid w:val="00E8781E"/>
    <w:rsid w:val="00E87F98"/>
    <w:rsid w:val="00E905F0"/>
    <w:rsid w:val="00E921EE"/>
    <w:rsid w:val="00E925AC"/>
    <w:rsid w:val="00E93E10"/>
    <w:rsid w:val="00E954E4"/>
    <w:rsid w:val="00E95C08"/>
    <w:rsid w:val="00EA1568"/>
    <w:rsid w:val="00EA1620"/>
    <w:rsid w:val="00EA232F"/>
    <w:rsid w:val="00EA2EE2"/>
    <w:rsid w:val="00EA35CD"/>
    <w:rsid w:val="00EA40F6"/>
    <w:rsid w:val="00EA6E88"/>
    <w:rsid w:val="00EA79B3"/>
    <w:rsid w:val="00EB06D5"/>
    <w:rsid w:val="00EB1F2C"/>
    <w:rsid w:val="00EB2741"/>
    <w:rsid w:val="00EB2AA1"/>
    <w:rsid w:val="00EB344D"/>
    <w:rsid w:val="00EB4137"/>
    <w:rsid w:val="00EB57A3"/>
    <w:rsid w:val="00EB58C7"/>
    <w:rsid w:val="00EC04B7"/>
    <w:rsid w:val="00EC4448"/>
    <w:rsid w:val="00EC585F"/>
    <w:rsid w:val="00EC63AF"/>
    <w:rsid w:val="00EC7704"/>
    <w:rsid w:val="00EC7C59"/>
    <w:rsid w:val="00ED2229"/>
    <w:rsid w:val="00ED2B52"/>
    <w:rsid w:val="00ED3376"/>
    <w:rsid w:val="00ED68C0"/>
    <w:rsid w:val="00ED7399"/>
    <w:rsid w:val="00EE107F"/>
    <w:rsid w:val="00EE1C1A"/>
    <w:rsid w:val="00EE25EF"/>
    <w:rsid w:val="00EE51B6"/>
    <w:rsid w:val="00EE6FC3"/>
    <w:rsid w:val="00EF3976"/>
    <w:rsid w:val="00EF4519"/>
    <w:rsid w:val="00EF58C7"/>
    <w:rsid w:val="00EF5D37"/>
    <w:rsid w:val="00EF6268"/>
    <w:rsid w:val="00EF65A7"/>
    <w:rsid w:val="00F0211B"/>
    <w:rsid w:val="00F0288F"/>
    <w:rsid w:val="00F048F5"/>
    <w:rsid w:val="00F055B0"/>
    <w:rsid w:val="00F0656E"/>
    <w:rsid w:val="00F067A4"/>
    <w:rsid w:val="00F06DCF"/>
    <w:rsid w:val="00F073FB"/>
    <w:rsid w:val="00F126E1"/>
    <w:rsid w:val="00F14398"/>
    <w:rsid w:val="00F147C2"/>
    <w:rsid w:val="00F14935"/>
    <w:rsid w:val="00F220DD"/>
    <w:rsid w:val="00F22181"/>
    <w:rsid w:val="00F223E1"/>
    <w:rsid w:val="00F22998"/>
    <w:rsid w:val="00F22C61"/>
    <w:rsid w:val="00F2411B"/>
    <w:rsid w:val="00F24DA0"/>
    <w:rsid w:val="00F26C6A"/>
    <w:rsid w:val="00F278A4"/>
    <w:rsid w:val="00F31048"/>
    <w:rsid w:val="00F317B7"/>
    <w:rsid w:val="00F321A5"/>
    <w:rsid w:val="00F33740"/>
    <w:rsid w:val="00F33C45"/>
    <w:rsid w:val="00F35252"/>
    <w:rsid w:val="00F37C71"/>
    <w:rsid w:val="00F43E71"/>
    <w:rsid w:val="00F43ED7"/>
    <w:rsid w:val="00F45F6D"/>
    <w:rsid w:val="00F472FC"/>
    <w:rsid w:val="00F47DAC"/>
    <w:rsid w:val="00F5079D"/>
    <w:rsid w:val="00F516F6"/>
    <w:rsid w:val="00F51963"/>
    <w:rsid w:val="00F530BE"/>
    <w:rsid w:val="00F545E3"/>
    <w:rsid w:val="00F55207"/>
    <w:rsid w:val="00F57C89"/>
    <w:rsid w:val="00F614A2"/>
    <w:rsid w:val="00F6183B"/>
    <w:rsid w:val="00F61A45"/>
    <w:rsid w:val="00F62053"/>
    <w:rsid w:val="00F629E9"/>
    <w:rsid w:val="00F62DAC"/>
    <w:rsid w:val="00F62F08"/>
    <w:rsid w:val="00F65E77"/>
    <w:rsid w:val="00F6740A"/>
    <w:rsid w:val="00F71D86"/>
    <w:rsid w:val="00F728DC"/>
    <w:rsid w:val="00F72BF3"/>
    <w:rsid w:val="00F75029"/>
    <w:rsid w:val="00F81764"/>
    <w:rsid w:val="00F8275E"/>
    <w:rsid w:val="00F82A5C"/>
    <w:rsid w:val="00F86150"/>
    <w:rsid w:val="00F87106"/>
    <w:rsid w:val="00F87C62"/>
    <w:rsid w:val="00F90CA9"/>
    <w:rsid w:val="00F91E7B"/>
    <w:rsid w:val="00F92878"/>
    <w:rsid w:val="00F9605A"/>
    <w:rsid w:val="00F96A40"/>
    <w:rsid w:val="00F96B32"/>
    <w:rsid w:val="00FA0027"/>
    <w:rsid w:val="00FA0818"/>
    <w:rsid w:val="00FA253B"/>
    <w:rsid w:val="00FA4171"/>
    <w:rsid w:val="00FA4D29"/>
    <w:rsid w:val="00FA5018"/>
    <w:rsid w:val="00FA60B7"/>
    <w:rsid w:val="00FA6925"/>
    <w:rsid w:val="00FA6EBF"/>
    <w:rsid w:val="00FA7261"/>
    <w:rsid w:val="00FB083A"/>
    <w:rsid w:val="00FB15FD"/>
    <w:rsid w:val="00FB212F"/>
    <w:rsid w:val="00FB2C44"/>
    <w:rsid w:val="00FB3C9C"/>
    <w:rsid w:val="00FB3E0A"/>
    <w:rsid w:val="00FB46BC"/>
    <w:rsid w:val="00FC6EE7"/>
    <w:rsid w:val="00FD0A81"/>
    <w:rsid w:val="00FD0B02"/>
    <w:rsid w:val="00FD0DEC"/>
    <w:rsid w:val="00FD1309"/>
    <w:rsid w:val="00FD3D1A"/>
    <w:rsid w:val="00FD3E39"/>
    <w:rsid w:val="00FD7FFA"/>
    <w:rsid w:val="00FE0F66"/>
    <w:rsid w:val="00FE14C1"/>
    <w:rsid w:val="00FE3833"/>
    <w:rsid w:val="00FE493C"/>
    <w:rsid w:val="00FE56A3"/>
    <w:rsid w:val="00FE67FB"/>
    <w:rsid w:val="00FE7625"/>
    <w:rsid w:val="00FE7C4F"/>
    <w:rsid w:val="00FF0A8F"/>
    <w:rsid w:val="00FF0C31"/>
    <w:rsid w:val="00FF2E18"/>
    <w:rsid w:val="00FF3F65"/>
    <w:rsid w:val="00FF4F21"/>
    <w:rsid w:val="00FF5398"/>
    <w:rsid w:val="00FF60AF"/>
    <w:rsid w:val="00FF6322"/>
    <w:rsid w:val="00FF6FB2"/>
    <w:rsid w:val="010F636B"/>
    <w:rsid w:val="012C9811"/>
    <w:rsid w:val="01EFE128"/>
    <w:rsid w:val="02259ECB"/>
    <w:rsid w:val="031257CC"/>
    <w:rsid w:val="041DAD11"/>
    <w:rsid w:val="04401195"/>
    <w:rsid w:val="04849475"/>
    <w:rsid w:val="04944EA1"/>
    <w:rsid w:val="04BD9D97"/>
    <w:rsid w:val="052E4AD2"/>
    <w:rsid w:val="05B753DC"/>
    <w:rsid w:val="076DFE57"/>
    <w:rsid w:val="079A34C9"/>
    <w:rsid w:val="07F0FBDB"/>
    <w:rsid w:val="083F9F59"/>
    <w:rsid w:val="085BC1D8"/>
    <w:rsid w:val="09308D70"/>
    <w:rsid w:val="0936F2DA"/>
    <w:rsid w:val="0AE62AA5"/>
    <w:rsid w:val="0B8DBC43"/>
    <w:rsid w:val="0BDEC3DA"/>
    <w:rsid w:val="0C4B5A20"/>
    <w:rsid w:val="0C654927"/>
    <w:rsid w:val="0C9C6A1C"/>
    <w:rsid w:val="0CAF00A1"/>
    <w:rsid w:val="0CF1D24E"/>
    <w:rsid w:val="0D2041EF"/>
    <w:rsid w:val="0E04BE42"/>
    <w:rsid w:val="0E0C9090"/>
    <w:rsid w:val="0E2E5792"/>
    <w:rsid w:val="0F1B1D18"/>
    <w:rsid w:val="0F6536C7"/>
    <w:rsid w:val="0F8C26CE"/>
    <w:rsid w:val="1006F285"/>
    <w:rsid w:val="10C67109"/>
    <w:rsid w:val="10DD353F"/>
    <w:rsid w:val="10F6B982"/>
    <w:rsid w:val="1182F842"/>
    <w:rsid w:val="124D5971"/>
    <w:rsid w:val="124E991F"/>
    <w:rsid w:val="130BABA0"/>
    <w:rsid w:val="13E5823F"/>
    <w:rsid w:val="144A248C"/>
    <w:rsid w:val="14B2221B"/>
    <w:rsid w:val="14DA63A8"/>
    <w:rsid w:val="14FBD9B6"/>
    <w:rsid w:val="14FCE433"/>
    <w:rsid w:val="150C8F37"/>
    <w:rsid w:val="15F7EECC"/>
    <w:rsid w:val="16355891"/>
    <w:rsid w:val="16538A49"/>
    <w:rsid w:val="169EEF1D"/>
    <w:rsid w:val="16D8D840"/>
    <w:rsid w:val="176C8E68"/>
    <w:rsid w:val="17BD4877"/>
    <w:rsid w:val="1834B4CD"/>
    <w:rsid w:val="18374B40"/>
    <w:rsid w:val="18B22497"/>
    <w:rsid w:val="18BD5977"/>
    <w:rsid w:val="1A424DCE"/>
    <w:rsid w:val="1A9090AB"/>
    <w:rsid w:val="1ADF3412"/>
    <w:rsid w:val="1B90D48E"/>
    <w:rsid w:val="1B919A91"/>
    <w:rsid w:val="1B9AF55C"/>
    <w:rsid w:val="1C7B0473"/>
    <w:rsid w:val="1D30ACD3"/>
    <w:rsid w:val="1DBAB757"/>
    <w:rsid w:val="1F28F8DD"/>
    <w:rsid w:val="1F4D1EE1"/>
    <w:rsid w:val="1F6A80B4"/>
    <w:rsid w:val="1F845B9B"/>
    <w:rsid w:val="1FE00BD7"/>
    <w:rsid w:val="2090E85C"/>
    <w:rsid w:val="21104BAC"/>
    <w:rsid w:val="213BE7AE"/>
    <w:rsid w:val="21500D80"/>
    <w:rsid w:val="21BD18BF"/>
    <w:rsid w:val="21F47A20"/>
    <w:rsid w:val="229EDD93"/>
    <w:rsid w:val="22C00184"/>
    <w:rsid w:val="22DC7CEC"/>
    <w:rsid w:val="230A0888"/>
    <w:rsid w:val="236EA22D"/>
    <w:rsid w:val="242F51A7"/>
    <w:rsid w:val="24712236"/>
    <w:rsid w:val="24B96FFB"/>
    <w:rsid w:val="24DE1CF5"/>
    <w:rsid w:val="24FCA5EB"/>
    <w:rsid w:val="25F2899B"/>
    <w:rsid w:val="25F7A246"/>
    <w:rsid w:val="26A83488"/>
    <w:rsid w:val="26DF4BE9"/>
    <w:rsid w:val="27221584"/>
    <w:rsid w:val="272B08CF"/>
    <w:rsid w:val="2766F269"/>
    <w:rsid w:val="283015BA"/>
    <w:rsid w:val="2866544A"/>
    <w:rsid w:val="28A5BD3B"/>
    <w:rsid w:val="28A77FD6"/>
    <w:rsid w:val="28AF07DA"/>
    <w:rsid w:val="28F6A778"/>
    <w:rsid w:val="298A772C"/>
    <w:rsid w:val="29B18424"/>
    <w:rsid w:val="29C2A5A6"/>
    <w:rsid w:val="29DA06A1"/>
    <w:rsid w:val="2A6BAB84"/>
    <w:rsid w:val="2ACA967C"/>
    <w:rsid w:val="2B476B8C"/>
    <w:rsid w:val="2B9194CC"/>
    <w:rsid w:val="2CAC5C06"/>
    <w:rsid w:val="2D832001"/>
    <w:rsid w:val="2DB14911"/>
    <w:rsid w:val="2E11D54C"/>
    <w:rsid w:val="2FC45443"/>
    <w:rsid w:val="306D05D2"/>
    <w:rsid w:val="311F4C7F"/>
    <w:rsid w:val="3174E731"/>
    <w:rsid w:val="31A0D97B"/>
    <w:rsid w:val="327C9AD8"/>
    <w:rsid w:val="329FB9C4"/>
    <w:rsid w:val="32C2AB58"/>
    <w:rsid w:val="32FB0E70"/>
    <w:rsid w:val="33AB0964"/>
    <w:rsid w:val="33D5699C"/>
    <w:rsid w:val="340E64DB"/>
    <w:rsid w:val="34585065"/>
    <w:rsid w:val="34954E5C"/>
    <w:rsid w:val="3496DED1"/>
    <w:rsid w:val="34A688E6"/>
    <w:rsid w:val="353B236D"/>
    <w:rsid w:val="358A6B53"/>
    <w:rsid w:val="35D5679A"/>
    <w:rsid w:val="35DB7642"/>
    <w:rsid w:val="36A862B6"/>
    <w:rsid w:val="3737ACFC"/>
    <w:rsid w:val="37867CF9"/>
    <w:rsid w:val="37F94872"/>
    <w:rsid w:val="3821CDC6"/>
    <w:rsid w:val="38246435"/>
    <w:rsid w:val="383FADBF"/>
    <w:rsid w:val="38AE757A"/>
    <w:rsid w:val="38C18A2A"/>
    <w:rsid w:val="38D077B7"/>
    <w:rsid w:val="38E1CBF0"/>
    <w:rsid w:val="396A4FF4"/>
    <w:rsid w:val="39C09983"/>
    <w:rsid w:val="3A35A9DA"/>
    <w:rsid w:val="3B062055"/>
    <w:rsid w:val="3B8E54F5"/>
    <w:rsid w:val="3CA1F0B6"/>
    <w:rsid w:val="3CA9A799"/>
    <w:rsid w:val="3D044242"/>
    <w:rsid w:val="3D57A22A"/>
    <w:rsid w:val="3D821EC0"/>
    <w:rsid w:val="3DB642C3"/>
    <w:rsid w:val="3DD16919"/>
    <w:rsid w:val="3DD7F5FB"/>
    <w:rsid w:val="3ECDE876"/>
    <w:rsid w:val="3F091FB8"/>
    <w:rsid w:val="3F7419A7"/>
    <w:rsid w:val="3F90159E"/>
    <w:rsid w:val="3F90519C"/>
    <w:rsid w:val="3FA21514"/>
    <w:rsid w:val="3FD67D70"/>
    <w:rsid w:val="403833F5"/>
    <w:rsid w:val="404C2F08"/>
    <w:rsid w:val="406F6C4B"/>
    <w:rsid w:val="408A2A41"/>
    <w:rsid w:val="40D12A94"/>
    <w:rsid w:val="413F3DE0"/>
    <w:rsid w:val="415E118E"/>
    <w:rsid w:val="42174932"/>
    <w:rsid w:val="4372C6CC"/>
    <w:rsid w:val="444C0E6E"/>
    <w:rsid w:val="4494DBB3"/>
    <w:rsid w:val="4495B250"/>
    <w:rsid w:val="452645C0"/>
    <w:rsid w:val="453D7671"/>
    <w:rsid w:val="45A3C6D6"/>
    <w:rsid w:val="45B1A8B6"/>
    <w:rsid w:val="45B83A80"/>
    <w:rsid w:val="45FF5722"/>
    <w:rsid w:val="4661FB59"/>
    <w:rsid w:val="46A08E08"/>
    <w:rsid w:val="46FE0783"/>
    <w:rsid w:val="478B7E92"/>
    <w:rsid w:val="47B5CA3B"/>
    <w:rsid w:val="47E4A35D"/>
    <w:rsid w:val="482EFFCE"/>
    <w:rsid w:val="4864E570"/>
    <w:rsid w:val="4936F7E4"/>
    <w:rsid w:val="49999C1B"/>
    <w:rsid w:val="4A35A845"/>
    <w:rsid w:val="4AF14C95"/>
    <w:rsid w:val="4B0C2DCE"/>
    <w:rsid w:val="4B856E2A"/>
    <w:rsid w:val="4BD3E663"/>
    <w:rsid w:val="4C100712"/>
    <w:rsid w:val="4CC44278"/>
    <w:rsid w:val="4D0694B4"/>
    <w:rsid w:val="4DC60FFD"/>
    <w:rsid w:val="4E53E4E1"/>
    <w:rsid w:val="4E85CA4D"/>
    <w:rsid w:val="4E8867D6"/>
    <w:rsid w:val="4ED0E0E0"/>
    <w:rsid w:val="4EE1A214"/>
    <w:rsid w:val="4F3FA7D9"/>
    <w:rsid w:val="5036E012"/>
    <w:rsid w:val="507C459A"/>
    <w:rsid w:val="50DEB3A0"/>
    <w:rsid w:val="50F2EF00"/>
    <w:rsid w:val="51DFB554"/>
    <w:rsid w:val="53607213"/>
    <w:rsid w:val="53781D04"/>
    <w:rsid w:val="541C0E25"/>
    <w:rsid w:val="542D5CD8"/>
    <w:rsid w:val="547CA0DD"/>
    <w:rsid w:val="54C251F1"/>
    <w:rsid w:val="54DED57E"/>
    <w:rsid w:val="5594112A"/>
    <w:rsid w:val="55E8B0D4"/>
    <w:rsid w:val="55F8B0EF"/>
    <w:rsid w:val="56540341"/>
    <w:rsid w:val="567F0A1D"/>
    <w:rsid w:val="56A0ED9C"/>
    <w:rsid w:val="56A4057E"/>
    <w:rsid w:val="572DB1D6"/>
    <w:rsid w:val="576E147A"/>
    <w:rsid w:val="5848F5B0"/>
    <w:rsid w:val="589EE671"/>
    <w:rsid w:val="58D561BD"/>
    <w:rsid w:val="590B9E42"/>
    <w:rsid w:val="59A3BEA1"/>
    <w:rsid w:val="5A6DE605"/>
    <w:rsid w:val="5A71321E"/>
    <w:rsid w:val="5AC41037"/>
    <w:rsid w:val="5B0B6F11"/>
    <w:rsid w:val="5B25C184"/>
    <w:rsid w:val="5B7776A1"/>
    <w:rsid w:val="5C0D027F"/>
    <w:rsid w:val="5C0EE06A"/>
    <w:rsid w:val="5C322768"/>
    <w:rsid w:val="5C8AC318"/>
    <w:rsid w:val="5D07EB02"/>
    <w:rsid w:val="5D134702"/>
    <w:rsid w:val="5D13D0D8"/>
    <w:rsid w:val="5D345978"/>
    <w:rsid w:val="5D5C407B"/>
    <w:rsid w:val="5DA8D2E0"/>
    <w:rsid w:val="5DB0C066"/>
    <w:rsid w:val="5DCDF7C9"/>
    <w:rsid w:val="5DDAFDB4"/>
    <w:rsid w:val="5EF743BB"/>
    <w:rsid w:val="5F44A341"/>
    <w:rsid w:val="5F4C90C7"/>
    <w:rsid w:val="604AE7C4"/>
    <w:rsid w:val="6096F7C8"/>
    <w:rsid w:val="61739C0C"/>
    <w:rsid w:val="61CA3C5B"/>
    <w:rsid w:val="625C36F4"/>
    <w:rsid w:val="62AB284E"/>
    <w:rsid w:val="62B00632"/>
    <w:rsid w:val="62C7EF54"/>
    <w:rsid w:val="632B93ED"/>
    <w:rsid w:val="63399942"/>
    <w:rsid w:val="63AC1FFA"/>
    <w:rsid w:val="642001EA"/>
    <w:rsid w:val="64A5CFDB"/>
    <w:rsid w:val="64DF3E5C"/>
    <w:rsid w:val="650A265F"/>
    <w:rsid w:val="6526CF41"/>
    <w:rsid w:val="65B6B363"/>
    <w:rsid w:val="65BBD24B"/>
    <w:rsid w:val="65ED2079"/>
    <w:rsid w:val="66C216CE"/>
    <w:rsid w:val="672C31E7"/>
    <w:rsid w:val="67722B41"/>
    <w:rsid w:val="68379893"/>
    <w:rsid w:val="685DE72F"/>
    <w:rsid w:val="686FF460"/>
    <w:rsid w:val="688D8C90"/>
    <w:rsid w:val="69D1CFB5"/>
    <w:rsid w:val="69F45849"/>
    <w:rsid w:val="69F9B790"/>
    <w:rsid w:val="6A1B5F93"/>
    <w:rsid w:val="6A96AA2B"/>
    <w:rsid w:val="6AEC3FBA"/>
    <w:rsid w:val="6B076D91"/>
    <w:rsid w:val="6B0EB3AB"/>
    <w:rsid w:val="6B22072D"/>
    <w:rsid w:val="6BAA590E"/>
    <w:rsid w:val="6BB257E7"/>
    <w:rsid w:val="6BB63769"/>
    <w:rsid w:val="6BD94FF0"/>
    <w:rsid w:val="6D76DEA1"/>
    <w:rsid w:val="6E2A39B9"/>
    <w:rsid w:val="6E9A9D1B"/>
    <w:rsid w:val="6ECBE1FA"/>
    <w:rsid w:val="6ED1D0FA"/>
    <w:rsid w:val="6F86000B"/>
    <w:rsid w:val="702FA7D7"/>
    <w:rsid w:val="7058E20A"/>
    <w:rsid w:val="70861C3F"/>
    <w:rsid w:val="709BE0BB"/>
    <w:rsid w:val="720C9DA9"/>
    <w:rsid w:val="721CCDCD"/>
    <w:rsid w:val="7243B615"/>
    <w:rsid w:val="725EF9FF"/>
    <w:rsid w:val="728B1DA7"/>
    <w:rsid w:val="7293A429"/>
    <w:rsid w:val="72B4C950"/>
    <w:rsid w:val="72E5DD74"/>
    <w:rsid w:val="72FA1FB9"/>
    <w:rsid w:val="73862AC0"/>
    <w:rsid w:val="73D3817D"/>
    <w:rsid w:val="74236838"/>
    <w:rsid w:val="759938D5"/>
    <w:rsid w:val="762B622A"/>
    <w:rsid w:val="76579560"/>
    <w:rsid w:val="76664627"/>
    <w:rsid w:val="76872A9C"/>
    <w:rsid w:val="76963E3B"/>
    <w:rsid w:val="76D83A98"/>
    <w:rsid w:val="77762535"/>
    <w:rsid w:val="77A30090"/>
    <w:rsid w:val="7865986F"/>
    <w:rsid w:val="78F1C65F"/>
    <w:rsid w:val="794C73D8"/>
    <w:rsid w:val="7A122932"/>
    <w:rsid w:val="7A4A22CE"/>
    <w:rsid w:val="7B8CA9BA"/>
    <w:rsid w:val="7B9E527D"/>
    <w:rsid w:val="7BBC6C2D"/>
    <w:rsid w:val="7BC31171"/>
    <w:rsid w:val="7C03DA38"/>
    <w:rsid w:val="7CE0391B"/>
    <w:rsid w:val="7CFF29FB"/>
    <w:rsid w:val="7D72CDA7"/>
    <w:rsid w:val="7D7A63C3"/>
    <w:rsid w:val="7E26D5F0"/>
    <w:rsid w:val="7E3BDD4E"/>
    <w:rsid w:val="7E5D1FA3"/>
    <w:rsid w:val="7EBCF34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7C65F"/>
  <w15:docId w15:val="{9DFDD96B-742E-4A5B-AD93-588AA043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3205B"/>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rPr>
      <w:lang w:val="en-US"/>
    </w:r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rsid w:val="004062C5"/>
    <w:rPr>
      <w:rFonts w:ascii="LTUnivers 330 BasicLight" w:hAnsi="LTUnivers 330 BasicLight"/>
      <w:b/>
      <w:bCs/>
      <w:i w:val="0"/>
    </w:rPr>
  </w:style>
  <w:style w:type="character" w:styleId="NichtaufgelsteErwhnung">
    <w:name w:val="Unresolved Mention"/>
    <w:basedOn w:val="Absatz-Standardschriftart"/>
    <w:uiPriority w:val="99"/>
    <w:semiHidden/>
    <w:unhideWhenUsed/>
    <w:rsid w:val="002A5900"/>
    <w:rPr>
      <w:color w:val="605E5C"/>
      <w:shd w:val="clear" w:color="auto" w:fill="E1DFDD"/>
    </w:rPr>
  </w:style>
  <w:style w:type="paragraph" w:styleId="berarbeitung">
    <w:name w:val="Revision"/>
    <w:hidden/>
    <w:uiPriority w:val="99"/>
    <w:semiHidden/>
    <w:rsid w:val="00A91BBA"/>
    <w:rPr>
      <w:rFonts w:asciiTheme="minorHAnsi" w:hAnsiTheme="minorHAnsi"/>
      <w:sz w:val="18"/>
    </w:rPr>
  </w:style>
  <w:style w:type="character" w:styleId="Kommentarzeichen">
    <w:name w:val="annotation reference"/>
    <w:basedOn w:val="Absatz-Standardschriftart"/>
    <w:semiHidden/>
    <w:unhideWhenUsed/>
    <w:rsid w:val="005D5D67"/>
    <w:rPr>
      <w:sz w:val="16"/>
      <w:szCs w:val="16"/>
    </w:rPr>
  </w:style>
  <w:style w:type="paragraph" w:styleId="Kommentartext">
    <w:name w:val="annotation text"/>
    <w:basedOn w:val="Standard"/>
    <w:link w:val="KommentartextZchn"/>
    <w:unhideWhenUsed/>
    <w:rsid w:val="005D5D67"/>
    <w:pPr>
      <w:spacing w:line="240" w:lineRule="auto"/>
    </w:pPr>
    <w:rPr>
      <w:sz w:val="20"/>
    </w:rPr>
  </w:style>
  <w:style w:type="character" w:customStyle="1" w:styleId="KommentartextZchn">
    <w:name w:val="Kommentartext Zchn"/>
    <w:basedOn w:val="Absatz-Standardschriftart"/>
    <w:link w:val="Kommentartext"/>
    <w:rsid w:val="005D5D67"/>
    <w:rPr>
      <w:rFonts w:asciiTheme="minorHAnsi" w:hAnsiTheme="minorHAnsi"/>
    </w:rPr>
  </w:style>
  <w:style w:type="paragraph" w:styleId="Kommentarthema">
    <w:name w:val="annotation subject"/>
    <w:basedOn w:val="Kommentartext"/>
    <w:next w:val="Kommentartext"/>
    <w:link w:val="KommentarthemaZchn"/>
    <w:semiHidden/>
    <w:unhideWhenUsed/>
    <w:rsid w:val="005D5D67"/>
    <w:rPr>
      <w:b/>
      <w:bCs/>
    </w:rPr>
  </w:style>
  <w:style w:type="character" w:customStyle="1" w:styleId="KommentarthemaZchn">
    <w:name w:val="Kommentarthema Zchn"/>
    <w:basedOn w:val="KommentartextZchn"/>
    <w:link w:val="Kommentarthema"/>
    <w:semiHidden/>
    <w:rsid w:val="005D5D67"/>
    <w:rPr>
      <w:rFonts w:asciiTheme="minorHAnsi" w:hAnsiTheme="minorHAnsi"/>
      <w:b/>
      <w:bCs/>
    </w:rPr>
  </w:style>
  <w:style w:type="paragraph" w:styleId="StandardWeb">
    <w:name w:val="Normal (Web)"/>
    <w:basedOn w:val="Standard"/>
    <w:uiPriority w:val="99"/>
    <w:semiHidden/>
    <w:unhideWhenUsed/>
    <w:rsid w:val="00D876D1"/>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941C56"/>
    <w:rPr>
      <w:rFonts w:ascii="Segoe UI" w:hAnsi="Segoe UI" w:cs="Segoe UI" w:hint="default"/>
      <w:sz w:val="18"/>
      <w:szCs w:val="18"/>
    </w:rPr>
  </w:style>
  <w:style w:type="paragraph" w:customStyle="1" w:styleId="pf0">
    <w:name w:val="pf0"/>
    <w:basedOn w:val="Standard"/>
    <w:rsid w:val="009762EF"/>
    <w:pPr>
      <w:spacing w:before="100" w:beforeAutospacing="1" w:after="100" w:afterAutospacing="1" w:line="240" w:lineRule="auto"/>
    </w:pPr>
    <w:rPr>
      <w:rFonts w:ascii="Times New Roman" w:hAnsi="Times New Roman"/>
      <w:sz w:val="24"/>
      <w:szCs w:val="24"/>
    </w:rPr>
  </w:style>
  <w:style w:type="paragraph" w:styleId="Listenabsatz">
    <w:name w:val="List Paragraph"/>
    <w:basedOn w:val="Standard"/>
    <w:uiPriority w:val="34"/>
    <w:qFormat/>
    <w:rsid w:val="00F516F6"/>
    <w:pPr>
      <w:spacing w:before="100" w:beforeAutospacing="1" w:after="100" w:afterAutospacing="1" w:line="240" w:lineRule="auto"/>
    </w:pPr>
    <w:rPr>
      <w:rFonts w:ascii="Times New Roman" w:hAnsi="Times New Roman"/>
      <w:sz w:val="24"/>
      <w:szCs w:val="24"/>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735388">
      <w:bodyDiv w:val="1"/>
      <w:marLeft w:val="0"/>
      <w:marRight w:val="0"/>
      <w:marTop w:val="0"/>
      <w:marBottom w:val="0"/>
      <w:divBdr>
        <w:top w:val="none" w:sz="0" w:space="0" w:color="auto"/>
        <w:left w:val="none" w:sz="0" w:space="0" w:color="auto"/>
        <w:bottom w:val="none" w:sz="0" w:space="0" w:color="auto"/>
        <w:right w:val="none" w:sz="0" w:space="0" w:color="auto"/>
      </w:divBdr>
    </w:div>
    <w:div w:id="384646102">
      <w:bodyDiv w:val="1"/>
      <w:marLeft w:val="0"/>
      <w:marRight w:val="0"/>
      <w:marTop w:val="0"/>
      <w:marBottom w:val="0"/>
      <w:divBdr>
        <w:top w:val="none" w:sz="0" w:space="0" w:color="auto"/>
        <w:left w:val="none" w:sz="0" w:space="0" w:color="auto"/>
        <w:bottom w:val="none" w:sz="0" w:space="0" w:color="auto"/>
        <w:right w:val="none" w:sz="0" w:space="0" w:color="auto"/>
      </w:divBdr>
    </w:div>
    <w:div w:id="641467197">
      <w:bodyDiv w:val="1"/>
      <w:marLeft w:val="0"/>
      <w:marRight w:val="0"/>
      <w:marTop w:val="0"/>
      <w:marBottom w:val="0"/>
      <w:divBdr>
        <w:top w:val="none" w:sz="0" w:space="0" w:color="auto"/>
        <w:left w:val="none" w:sz="0" w:space="0" w:color="auto"/>
        <w:bottom w:val="none" w:sz="0" w:space="0" w:color="auto"/>
        <w:right w:val="none" w:sz="0" w:space="0" w:color="auto"/>
      </w:divBdr>
    </w:div>
    <w:div w:id="826166569">
      <w:bodyDiv w:val="1"/>
      <w:marLeft w:val="0"/>
      <w:marRight w:val="0"/>
      <w:marTop w:val="0"/>
      <w:marBottom w:val="0"/>
      <w:divBdr>
        <w:top w:val="none" w:sz="0" w:space="0" w:color="auto"/>
        <w:left w:val="none" w:sz="0" w:space="0" w:color="auto"/>
        <w:bottom w:val="none" w:sz="0" w:space="0" w:color="auto"/>
        <w:right w:val="none" w:sz="0" w:space="0" w:color="auto"/>
      </w:divBdr>
    </w:div>
    <w:div w:id="1051803275">
      <w:bodyDiv w:val="1"/>
      <w:marLeft w:val="0"/>
      <w:marRight w:val="0"/>
      <w:marTop w:val="0"/>
      <w:marBottom w:val="0"/>
      <w:divBdr>
        <w:top w:val="none" w:sz="0" w:space="0" w:color="auto"/>
        <w:left w:val="none" w:sz="0" w:space="0" w:color="auto"/>
        <w:bottom w:val="none" w:sz="0" w:space="0" w:color="auto"/>
        <w:right w:val="none" w:sz="0" w:space="0" w:color="auto"/>
      </w:divBdr>
    </w:div>
    <w:div w:id="1152065730">
      <w:bodyDiv w:val="1"/>
      <w:marLeft w:val="0"/>
      <w:marRight w:val="0"/>
      <w:marTop w:val="0"/>
      <w:marBottom w:val="0"/>
      <w:divBdr>
        <w:top w:val="none" w:sz="0" w:space="0" w:color="auto"/>
        <w:left w:val="none" w:sz="0" w:space="0" w:color="auto"/>
        <w:bottom w:val="none" w:sz="0" w:space="0" w:color="auto"/>
        <w:right w:val="none" w:sz="0" w:space="0" w:color="auto"/>
      </w:divBdr>
    </w:div>
    <w:div w:id="1426921519">
      <w:bodyDiv w:val="1"/>
      <w:marLeft w:val="0"/>
      <w:marRight w:val="0"/>
      <w:marTop w:val="0"/>
      <w:marBottom w:val="0"/>
      <w:divBdr>
        <w:top w:val="none" w:sz="0" w:space="0" w:color="auto"/>
        <w:left w:val="none" w:sz="0" w:space="0" w:color="auto"/>
        <w:bottom w:val="none" w:sz="0" w:space="0" w:color="auto"/>
        <w:right w:val="none" w:sz="0" w:space="0" w:color="auto"/>
      </w:divBdr>
    </w:div>
    <w:div w:id="1499229460">
      <w:bodyDiv w:val="1"/>
      <w:marLeft w:val="0"/>
      <w:marRight w:val="0"/>
      <w:marTop w:val="0"/>
      <w:marBottom w:val="0"/>
      <w:divBdr>
        <w:top w:val="none" w:sz="0" w:space="0" w:color="auto"/>
        <w:left w:val="none" w:sz="0" w:space="0" w:color="auto"/>
        <w:bottom w:val="none" w:sz="0" w:space="0" w:color="auto"/>
        <w:right w:val="none" w:sz="0" w:space="0" w:color="auto"/>
      </w:divBdr>
    </w:div>
    <w:div w:id="1559173341">
      <w:bodyDiv w:val="1"/>
      <w:marLeft w:val="0"/>
      <w:marRight w:val="0"/>
      <w:marTop w:val="0"/>
      <w:marBottom w:val="0"/>
      <w:divBdr>
        <w:top w:val="none" w:sz="0" w:space="0" w:color="auto"/>
        <w:left w:val="none" w:sz="0" w:space="0" w:color="auto"/>
        <w:bottom w:val="none" w:sz="0" w:space="0" w:color="auto"/>
        <w:right w:val="none" w:sz="0" w:space="0" w:color="auto"/>
      </w:divBdr>
    </w:div>
    <w:div w:id="1685592299">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209154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to-dachfenste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rotofrank.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stanze\AppData\Local\Microsoft\Windows\INetCache\Content.Outlook\KADA0JV3\Presseinfo%20(002).dotx" TargetMode="External"/></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936408-a506-4b40-b191-9da2bdcd8ae5">
      <Terms xmlns="http://schemas.microsoft.com/office/infopath/2007/PartnerControls"/>
    </lcf76f155ced4ddcb4097134ff3c332f>
    <TaxCatchAll xmlns="133b6fcf-914f-406c-88fb-d2c0b80015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EB1B9721F96A5429CBA2DF98D680D11" ma:contentTypeVersion="18" ma:contentTypeDescription="Ein neues Dokument erstellen." ma:contentTypeScope="" ma:versionID="e5ec02f4c071d6a6422e2041f2122aa4">
  <xsd:schema xmlns:xsd="http://www.w3.org/2001/XMLSchema" xmlns:xs="http://www.w3.org/2001/XMLSchema" xmlns:p="http://schemas.microsoft.com/office/2006/metadata/properties" xmlns:ns2="32936408-a506-4b40-b191-9da2bdcd8ae5" xmlns:ns3="133b6fcf-914f-406c-88fb-d2c0b80015ad" targetNamespace="http://schemas.microsoft.com/office/2006/metadata/properties" ma:root="true" ma:fieldsID="3c26171c882e7e95d0cac59bfb957600" ns2:_="" ns3:_="">
    <xsd:import namespace="32936408-a506-4b40-b191-9da2bdcd8ae5"/>
    <xsd:import namespace="133b6fcf-914f-406c-88fb-d2c0b80015a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936408-a506-4b40-b191-9da2bdcd8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a4dec220-8b5a-44d1-83a5-ad265b7ca5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3b6fcf-914f-406c-88fb-d2c0b80015a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2e4950-a54a-48f6-8719-8621a859f15f}" ma:internalName="TaxCatchAll" ma:showField="CatchAllData" ma:web="133b6fcf-914f-406c-88fb-d2c0b80015a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87933-484E-4022-9415-AE080A130E98}">
  <ds:schemaRefs>
    <ds:schemaRef ds:uri="http://schemas.microsoft.com/sharepoint/v3/contenttype/forms"/>
  </ds:schemaRefs>
</ds:datastoreItem>
</file>

<file path=customXml/itemProps2.xml><?xml version="1.0" encoding="utf-8"?>
<ds:datastoreItem xmlns:ds="http://schemas.openxmlformats.org/officeDocument/2006/customXml" ds:itemID="{2C5E4BB1-0B77-4752-8DE0-E0014E279A18}">
  <ds:schemaRefs>
    <ds:schemaRef ds:uri="http://purl.org/dc/dcmitype/"/>
    <ds:schemaRef ds:uri="http://purl.org/dc/elements/1.1/"/>
    <ds:schemaRef ds:uri="http://schemas.microsoft.com/office/2006/documentManagement/types"/>
    <ds:schemaRef ds:uri="32936408-a506-4b40-b191-9da2bdcd8ae5"/>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133b6fcf-914f-406c-88fb-d2c0b80015ad"/>
  </ds:schemaRefs>
</ds:datastoreItem>
</file>

<file path=customXml/itemProps3.xml><?xml version="1.0" encoding="utf-8"?>
<ds:datastoreItem xmlns:ds="http://schemas.openxmlformats.org/officeDocument/2006/customXml" ds:itemID="{92814A2F-FFB3-46F6-9F72-AFE7997B7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936408-a506-4b40-b191-9da2bdcd8ae5"/>
    <ds:schemaRef ds:uri="133b6fcf-914f-406c-88fb-d2c0b8001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3DC0B-AE82-42A4-B446-3FCDE494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 (002).dotx</Template>
  <TotalTime>0</TotalTime>
  <Pages>2</Pages>
  <Words>452</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Manager/>
  <Company>Roto</Company>
  <LinksUpToDate>false</LinksUpToDate>
  <CharactersWithSpaces>3587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Konstanze Kulus</dc:creator>
  <cp:keywords/>
  <dc:description/>
  <cp:lastModifiedBy>Konstanze Kulus</cp:lastModifiedBy>
  <cp:revision>4</cp:revision>
  <cp:lastPrinted>2025-05-13T09:04:00Z</cp:lastPrinted>
  <dcterms:created xsi:type="dcterms:W3CDTF">2025-05-13T09:04:00Z</dcterms:created>
  <dcterms:modified xsi:type="dcterms:W3CDTF">2025-05-13T09:05:00Z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0x0101004EB1B9721F96A5429CBA2DF98D680D11</vt:lpwstr>
  </property>
  <property fmtid="{D5CDD505-2E9C-101B-9397-08002B2CF9AE}" pid="3" name="MediaServiceImageTags">
    <vt:lpwstr/>
  </property>
  <property fmtid="{D5CDD505-2E9C-101B-9397-08002B2CF9AE}" pid="4" name="_dlc_DocIdItemGuid">
    <vt:lpwstr>a3662e69-8d95-4d63-8e59-0c29f03f799e</vt:lpwstr>
  </property>
</Properties>
</file>